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72D771CF" w14:textId="451F41B4" w:rsidR="00652EFD" w:rsidRDefault="00E82883" w:rsidP="00201DB7">
      <w:pPr>
        <w:pStyle w:val="Titul2"/>
        <w:spacing w:after="0"/>
        <w:rPr>
          <w:sz w:val="20"/>
          <w:szCs w:val="20"/>
        </w:rPr>
      </w:pPr>
      <w:r>
        <w:t>P</w:t>
      </w:r>
      <w:r w:rsidR="00087E1A">
        <w:t xml:space="preserve">rojektová dokumentace pro společné povolení </w:t>
      </w:r>
      <w:r w:rsidR="00087E1A" w:rsidRPr="001E5A9D">
        <w:t>dle liniového zákona</w:t>
      </w:r>
    </w:p>
    <w:p w14:paraId="2218B082" w14:textId="77777777" w:rsidR="00201DB7" w:rsidRDefault="00201DB7" w:rsidP="00201DB7">
      <w:pPr>
        <w:pStyle w:val="Titul2"/>
      </w:pPr>
      <w:r>
        <w:t>Dozor projektanta</w:t>
      </w:r>
    </w:p>
    <w:p w14:paraId="25309FB4" w14:textId="77777777" w:rsidR="0058678B" w:rsidRPr="0058678B" w:rsidRDefault="0058678B" w:rsidP="0058678B">
      <w:pPr>
        <w:pStyle w:val="Titul2"/>
        <w:spacing w:line="240" w:lineRule="auto"/>
        <w:rPr>
          <w:sz w:val="18"/>
          <w:szCs w:val="18"/>
          <w:highlight w:val="green"/>
        </w:rPr>
      </w:pPr>
    </w:p>
    <w:p w14:paraId="0B5B8BF2" w14:textId="329E232F" w:rsidR="0035531B" w:rsidRDefault="0035531B" w:rsidP="0058678B">
      <w:pPr>
        <w:pStyle w:val="Titul2"/>
        <w:spacing w:line="240" w:lineRule="auto"/>
      </w:pPr>
      <w:r w:rsidRPr="001E5A9D">
        <w:t>„</w:t>
      </w:r>
      <w:r w:rsidR="001E5A9D" w:rsidRPr="001E5A9D">
        <w:t>ETCS+DOZ Brno – Žďár nad Sázavou</w:t>
      </w:r>
      <w:r w:rsidRPr="001E5A9D">
        <w:t>“</w:t>
      </w:r>
    </w:p>
    <w:p w14:paraId="7896BFC2" w14:textId="679CC6B1" w:rsidR="003F4C40" w:rsidRDefault="003F4C40" w:rsidP="000E125F">
      <w:pPr>
        <w:pStyle w:val="Text1-1"/>
        <w:numPr>
          <w:ilvl w:val="0"/>
          <w:numId w:val="0"/>
        </w:numPr>
        <w:tabs>
          <w:tab w:val="left" w:pos="708"/>
        </w:tabs>
        <w:ind w:left="737" w:hanging="737"/>
      </w:pPr>
    </w:p>
    <w:p w14:paraId="047F6765" w14:textId="77777777" w:rsidR="006936EF" w:rsidRDefault="006936EF" w:rsidP="000E125F">
      <w:pPr>
        <w:pStyle w:val="Text1-1"/>
        <w:numPr>
          <w:ilvl w:val="0"/>
          <w:numId w:val="0"/>
        </w:numPr>
        <w:tabs>
          <w:tab w:val="left" w:pos="708"/>
        </w:tabs>
        <w:ind w:left="737" w:hanging="737"/>
      </w:pPr>
    </w:p>
    <w:p w14:paraId="74FD9848" w14:textId="6AA0A742" w:rsidR="000E125F" w:rsidRDefault="000E125F" w:rsidP="000E125F">
      <w:pPr>
        <w:pStyle w:val="Text1-1"/>
        <w:numPr>
          <w:ilvl w:val="0"/>
          <w:numId w:val="0"/>
        </w:numPr>
        <w:tabs>
          <w:tab w:val="left" w:pos="708"/>
        </w:tabs>
        <w:ind w:left="737" w:hanging="737"/>
      </w:pPr>
      <w:r>
        <w:t xml:space="preserve">Č.j. </w:t>
      </w:r>
      <w:r w:rsidR="001E5A9D">
        <w:t>16542/2024-SŽ-SSZ-OVZ</w:t>
      </w:r>
    </w:p>
    <w:p w14:paraId="420CE784" w14:textId="77777777" w:rsidR="001E5A9D" w:rsidRDefault="001E5A9D" w:rsidP="000E125F">
      <w:pPr>
        <w:pStyle w:val="Text1-1"/>
        <w:numPr>
          <w:ilvl w:val="0"/>
          <w:numId w:val="0"/>
        </w:numPr>
        <w:tabs>
          <w:tab w:val="left" w:pos="708"/>
        </w:tabs>
        <w:ind w:left="737" w:hanging="737"/>
      </w:pPr>
    </w:p>
    <w:p w14:paraId="09B1F842" w14:textId="77777777" w:rsidR="001E5A9D" w:rsidRDefault="001E5A9D" w:rsidP="000E125F">
      <w:pPr>
        <w:pStyle w:val="Text1-1"/>
        <w:numPr>
          <w:ilvl w:val="0"/>
          <w:numId w:val="0"/>
        </w:numPr>
        <w:tabs>
          <w:tab w:val="left" w:pos="708"/>
        </w:tabs>
        <w:ind w:left="737" w:hanging="737"/>
      </w:pPr>
    </w:p>
    <w:p w14:paraId="55B06564" w14:textId="77777777" w:rsidR="001E5A9D" w:rsidRDefault="001E5A9D" w:rsidP="000E125F">
      <w:pPr>
        <w:pStyle w:val="Text1-1"/>
        <w:numPr>
          <w:ilvl w:val="0"/>
          <w:numId w:val="0"/>
        </w:numPr>
        <w:tabs>
          <w:tab w:val="left" w:pos="708"/>
        </w:tabs>
        <w:ind w:left="737" w:hanging="737"/>
      </w:pP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6B8461DF" w14:textId="77777777" w:rsidR="00717D97" w:rsidRDefault="00717D97">
      <w:pPr>
        <w:rPr>
          <w:rFonts w:asciiTheme="majorHAnsi" w:hAnsiTheme="majorHAnsi"/>
          <w:b/>
          <w:caps/>
          <w:sz w:val="22"/>
        </w:rPr>
      </w:pPr>
    </w:p>
    <w:p w14:paraId="782BE870" w14:textId="15063B12" w:rsidR="00BD7E91" w:rsidRDefault="00BD7E91" w:rsidP="00FE4333">
      <w:pPr>
        <w:pStyle w:val="Nadpisbezsl1-1"/>
      </w:pPr>
      <w:r>
        <w:lastRenderedPageBreak/>
        <w:t>Obsah</w:t>
      </w:r>
      <w:r w:rsidR="00887F36">
        <w:t xml:space="preserve"> </w:t>
      </w:r>
    </w:p>
    <w:p w14:paraId="585CBB2E" w14:textId="7ABDC886" w:rsidR="002D52B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573934" w:history="1">
        <w:r w:rsidR="002D52B7" w:rsidRPr="00804D7F">
          <w:rPr>
            <w:rStyle w:val="Hypertextovodkaz"/>
          </w:rPr>
          <w:t>1.</w:t>
        </w:r>
        <w:r w:rsidR="002D52B7">
          <w:rPr>
            <w:rFonts w:eastAsiaTheme="minorEastAsia"/>
            <w:caps w:val="0"/>
            <w:noProof/>
            <w:sz w:val="22"/>
            <w:szCs w:val="22"/>
            <w:lang w:eastAsia="cs-CZ"/>
          </w:rPr>
          <w:tab/>
        </w:r>
        <w:r w:rsidR="002D52B7" w:rsidRPr="00804D7F">
          <w:rPr>
            <w:rStyle w:val="Hypertextovodkaz"/>
          </w:rPr>
          <w:t>ÚVODNÍ USTANOVENÍ</w:t>
        </w:r>
        <w:r w:rsidR="002D52B7">
          <w:rPr>
            <w:noProof/>
            <w:webHidden/>
          </w:rPr>
          <w:tab/>
        </w:r>
        <w:r w:rsidR="002D52B7">
          <w:rPr>
            <w:noProof/>
            <w:webHidden/>
          </w:rPr>
          <w:fldChar w:fldCharType="begin"/>
        </w:r>
        <w:r w:rsidR="002D52B7">
          <w:rPr>
            <w:noProof/>
            <w:webHidden/>
          </w:rPr>
          <w:instrText xml:space="preserve"> PAGEREF _Toc163573934 \h </w:instrText>
        </w:r>
        <w:r w:rsidR="002D52B7">
          <w:rPr>
            <w:noProof/>
            <w:webHidden/>
          </w:rPr>
        </w:r>
        <w:r w:rsidR="002D52B7">
          <w:rPr>
            <w:noProof/>
            <w:webHidden/>
          </w:rPr>
          <w:fldChar w:fldCharType="separate"/>
        </w:r>
        <w:r w:rsidR="001F243F">
          <w:rPr>
            <w:noProof/>
            <w:webHidden/>
          </w:rPr>
          <w:t>3</w:t>
        </w:r>
        <w:r w:rsidR="002D52B7">
          <w:rPr>
            <w:noProof/>
            <w:webHidden/>
          </w:rPr>
          <w:fldChar w:fldCharType="end"/>
        </w:r>
      </w:hyperlink>
    </w:p>
    <w:p w14:paraId="7885CA05" w14:textId="2B0601BB" w:rsidR="002D52B7" w:rsidRDefault="00000000">
      <w:pPr>
        <w:pStyle w:val="Obsah1"/>
        <w:rPr>
          <w:rFonts w:eastAsiaTheme="minorEastAsia"/>
          <w:caps w:val="0"/>
          <w:noProof/>
          <w:sz w:val="22"/>
          <w:szCs w:val="22"/>
          <w:lang w:eastAsia="cs-CZ"/>
        </w:rPr>
      </w:pPr>
      <w:hyperlink w:anchor="_Toc163573935" w:history="1">
        <w:r w:rsidR="002D52B7" w:rsidRPr="00804D7F">
          <w:rPr>
            <w:rStyle w:val="Hypertextovodkaz"/>
          </w:rPr>
          <w:t>2.</w:t>
        </w:r>
        <w:r w:rsidR="002D52B7">
          <w:rPr>
            <w:rFonts w:eastAsiaTheme="minorEastAsia"/>
            <w:caps w:val="0"/>
            <w:noProof/>
            <w:sz w:val="22"/>
            <w:szCs w:val="22"/>
            <w:lang w:eastAsia="cs-CZ"/>
          </w:rPr>
          <w:tab/>
        </w:r>
        <w:r w:rsidR="002D52B7" w:rsidRPr="00804D7F">
          <w:rPr>
            <w:rStyle w:val="Hypertextovodkaz"/>
          </w:rPr>
          <w:t>IDENTIFIKAČNÍ ÚDAJE ZADAVATELE</w:t>
        </w:r>
        <w:r w:rsidR="002D52B7">
          <w:rPr>
            <w:noProof/>
            <w:webHidden/>
          </w:rPr>
          <w:tab/>
        </w:r>
        <w:r w:rsidR="002D52B7">
          <w:rPr>
            <w:noProof/>
            <w:webHidden/>
          </w:rPr>
          <w:fldChar w:fldCharType="begin"/>
        </w:r>
        <w:r w:rsidR="002D52B7">
          <w:rPr>
            <w:noProof/>
            <w:webHidden/>
          </w:rPr>
          <w:instrText xml:space="preserve"> PAGEREF _Toc163573935 \h </w:instrText>
        </w:r>
        <w:r w:rsidR="002D52B7">
          <w:rPr>
            <w:noProof/>
            <w:webHidden/>
          </w:rPr>
        </w:r>
        <w:r w:rsidR="002D52B7">
          <w:rPr>
            <w:noProof/>
            <w:webHidden/>
          </w:rPr>
          <w:fldChar w:fldCharType="separate"/>
        </w:r>
        <w:r w:rsidR="001F243F">
          <w:rPr>
            <w:noProof/>
            <w:webHidden/>
          </w:rPr>
          <w:t>3</w:t>
        </w:r>
        <w:r w:rsidR="002D52B7">
          <w:rPr>
            <w:noProof/>
            <w:webHidden/>
          </w:rPr>
          <w:fldChar w:fldCharType="end"/>
        </w:r>
      </w:hyperlink>
    </w:p>
    <w:p w14:paraId="3FA41AC0" w14:textId="7AB1C1BA" w:rsidR="002D52B7" w:rsidRDefault="00000000">
      <w:pPr>
        <w:pStyle w:val="Obsah1"/>
        <w:rPr>
          <w:rFonts w:eastAsiaTheme="minorEastAsia"/>
          <w:caps w:val="0"/>
          <w:noProof/>
          <w:sz w:val="22"/>
          <w:szCs w:val="22"/>
          <w:lang w:eastAsia="cs-CZ"/>
        </w:rPr>
      </w:pPr>
      <w:hyperlink w:anchor="_Toc163573936" w:history="1">
        <w:r w:rsidR="002D52B7" w:rsidRPr="00804D7F">
          <w:rPr>
            <w:rStyle w:val="Hypertextovodkaz"/>
          </w:rPr>
          <w:t>3.</w:t>
        </w:r>
        <w:r w:rsidR="002D52B7">
          <w:rPr>
            <w:rFonts w:eastAsiaTheme="minorEastAsia"/>
            <w:caps w:val="0"/>
            <w:noProof/>
            <w:sz w:val="22"/>
            <w:szCs w:val="22"/>
            <w:lang w:eastAsia="cs-CZ"/>
          </w:rPr>
          <w:tab/>
        </w:r>
        <w:r w:rsidR="002D52B7" w:rsidRPr="00804D7F">
          <w:rPr>
            <w:rStyle w:val="Hypertextovodkaz"/>
          </w:rPr>
          <w:t>KOMUNIKACE MEZI ZADAVATELEM a DODAVATELEM</w:t>
        </w:r>
        <w:r w:rsidR="002D52B7">
          <w:rPr>
            <w:noProof/>
            <w:webHidden/>
          </w:rPr>
          <w:tab/>
        </w:r>
        <w:r w:rsidR="002D52B7">
          <w:rPr>
            <w:noProof/>
            <w:webHidden/>
          </w:rPr>
          <w:fldChar w:fldCharType="begin"/>
        </w:r>
        <w:r w:rsidR="002D52B7">
          <w:rPr>
            <w:noProof/>
            <w:webHidden/>
          </w:rPr>
          <w:instrText xml:space="preserve"> PAGEREF _Toc163573936 \h </w:instrText>
        </w:r>
        <w:r w:rsidR="002D52B7">
          <w:rPr>
            <w:noProof/>
            <w:webHidden/>
          </w:rPr>
        </w:r>
        <w:r w:rsidR="002D52B7">
          <w:rPr>
            <w:noProof/>
            <w:webHidden/>
          </w:rPr>
          <w:fldChar w:fldCharType="separate"/>
        </w:r>
        <w:r w:rsidR="001F243F">
          <w:rPr>
            <w:noProof/>
            <w:webHidden/>
          </w:rPr>
          <w:t>4</w:t>
        </w:r>
        <w:r w:rsidR="002D52B7">
          <w:rPr>
            <w:noProof/>
            <w:webHidden/>
          </w:rPr>
          <w:fldChar w:fldCharType="end"/>
        </w:r>
      </w:hyperlink>
    </w:p>
    <w:p w14:paraId="15A31830" w14:textId="17EC238B" w:rsidR="002D52B7" w:rsidRDefault="00000000">
      <w:pPr>
        <w:pStyle w:val="Obsah1"/>
        <w:rPr>
          <w:rFonts w:eastAsiaTheme="minorEastAsia"/>
          <w:caps w:val="0"/>
          <w:noProof/>
          <w:sz w:val="22"/>
          <w:szCs w:val="22"/>
          <w:lang w:eastAsia="cs-CZ"/>
        </w:rPr>
      </w:pPr>
      <w:hyperlink w:anchor="_Toc163573937" w:history="1">
        <w:r w:rsidR="002D52B7" w:rsidRPr="00804D7F">
          <w:rPr>
            <w:rStyle w:val="Hypertextovodkaz"/>
          </w:rPr>
          <w:t>4.</w:t>
        </w:r>
        <w:r w:rsidR="002D52B7">
          <w:rPr>
            <w:rFonts w:eastAsiaTheme="minorEastAsia"/>
            <w:caps w:val="0"/>
            <w:noProof/>
            <w:sz w:val="22"/>
            <w:szCs w:val="22"/>
            <w:lang w:eastAsia="cs-CZ"/>
          </w:rPr>
          <w:tab/>
        </w:r>
        <w:r w:rsidR="002D52B7" w:rsidRPr="00804D7F">
          <w:rPr>
            <w:rStyle w:val="Hypertextovodkaz"/>
          </w:rPr>
          <w:t>ÚČEL a PŘEDMĚT PLNĚNÍ VEŘEJNÉ ZAKÁZKY</w:t>
        </w:r>
        <w:r w:rsidR="002D52B7">
          <w:rPr>
            <w:noProof/>
            <w:webHidden/>
          </w:rPr>
          <w:tab/>
        </w:r>
        <w:r w:rsidR="002D52B7">
          <w:rPr>
            <w:noProof/>
            <w:webHidden/>
          </w:rPr>
          <w:fldChar w:fldCharType="begin"/>
        </w:r>
        <w:r w:rsidR="002D52B7">
          <w:rPr>
            <w:noProof/>
            <w:webHidden/>
          </w:rPr>
          <w:instrText xml:space="preserve"> PAGEREF _Toc163573937 \h </w:instrText>
        </w:r>
        <w:r w:rsidR="002D52B7">
          <w:rPr>
            <w:noProof/>
            <w:webHidden/>
          </w:rPr>
        </w:r>
        <w:r w:rsidR="002D52B7">
          <w:rPr>
            <w:noProof/>
            <w:webHidden/>
          </w:rPr>
          <w:fldChar w:fldCharType="separate"/>
        </w:r>
        <w:r w:rsidR="001F243F">
          <w:rPr>
            <w:noProof/>
            <w:webHidden/>
          </w:rPr>
          <w:t>4</w:t>
        </w:r>
        <w:r w:rsidR="002D52B7">
          <w:rPr>
            <w:noProof/>
            <w:webHidden/>
          </w:rPr>
          <w:fldChar w:fldCharType="end"/>
        </w:r>
      </w:hyperlink>
    </w:p>
    <w:p w14:paraId="2CE39426" w14:textId="2F6B9CCE" w:rsidR="002D52B7" w:rsidRDefault="00000000">
      <w:pPr>
        <w:pStyle w:val="Obsah1"/>
        <w:rPr>
          <w:rFonts w:eastAsiaTheme="minorEastAsia"/>
          <w:caps w:val="0"/>
          <w:noProof/>
          <w:sz w:val="22"/>
          <w:szCs w:val="22"/>
          <w:lang w:eastAsia="cs-CZ"/>
        </w:rPr>
      </w:pPr>
      <w:hyperlink w:anchor="_Toc163573938" w:history="1">
        <w:r w:rsidR="002D52B7" w:rsidRPr="00804D7F">
          <w:rPr>
            <w:rStyle w:val="Hypertextovodkaz"/>
          </w:rPr>
          <w:t>5.</w:t>
        </w:r>
        <w:r w:rsidR="002D52B7">
          <w:rPr>
            <w:rFonts w:eastAsiaTheme="minorEastAsia"/>
            <w:caps w:val="0"/>
            <w:noProof/>
            <w:sz w:val="22"/>
            <w:szCs w:val="22"/>
            <w:lang w:eastAsia="cs-CZ"/>
          </w:rPr>
          <w:tab/>
        </w:r>
        <w:r w:rsidR="002D52B7" w:rsidRPr="00804D7F">
          <w:rPr>
            <w:rStyle w:val="Hypertextovodkaz"/>
          </w:rPr>
          <w:t>ZDROJE FINANCOVÁNÍ a PŘEDPOKLÁDANÁ HODNOTA VEŘEJNÉ ZAKÁZKY</w:t>
        </w:r>
        <w:r w:rsidR="002D52B7">
          <w:rPr>
            <w:noProof/>
            <w:webHidden/>
          </w:rPr>
          <w:tab/>
        </w:r>
        <w:r w:rsidR="002D52B7">
          <w:rPr>
            <w:noProof/>
            <w:webHidden/>
          </w:rPr>
          <w:fldChar w:fldCharType="begin"/>
        </w:r>
        <w:r w:rsidR="002D52B7">
          <w:rPr>
            <w:noProof/>
            <w:webHidden/>
          </w:rPr>
          <w:instrText xml:space="preserve"> PAGEREF _Toc163573938 \h </w:instrText>
        </w:r>
        <w:r w:rsidR="002D52B7">
          <w:rPr>
            <w:noProof/>
            <w:webHidden/>
          </w:rPr>
        </w:r>
        <w:r w:rsidR="002D52B7">
          <w:rPr>
            <w:noProof/>
            <w:webHidden/>
          </w:rPr>
          <w:fldChar w:fldCharType="separate"/>
        </w:r>
        <w:r w:rsidR="001F243F">
          <w:rPr>
            <w:noProof/>
            <w:webHidden/>
          </w:rPr>
          <w:t>5</w:t>
        </w:r>
        <w:r w:rsidR="002D52B7">
          <w:rPr>
            <w:noProof/>
            <w:webHidden/>
          </w:rPr>
          <w:fldChar w:fldCharType="end"/>
        </w:r>
      </w:hyperlink>
    </w:p>
    <w:p w14:paraId="31B73DD0" w14:textId="0904F265" w:rsidR="002D52B7" w:rsidRDefault="00000000">
      <w:pPr>
        <w:pStyle w:val="Obsah1"/>
        <w:rPr>
          <w:rFonts w:eastAsiaTheme="minorEastAsia"/>
          <w:caps w:val="0"/>
          <w:noProof/>
          <w:sz w:val="22"/>
          <w:szCs w:val="22"/>
          <w:lang w:eastAsia="cs-CZ"/>
        </w:rPr>
      </w:pPr>
      <w:hyperlink w:anchor="_Toc163573939" w:history="1">
        <w:r w:rsidR="002D52B7" w:rsidRPr="00804D7F">
          <w:rPr>
            <w:rStyle w:val="Hypertextovodkaz"/>
          </w:rPr>
          <w:t>6.</w:t>
        </w:r>
        <w:r w:rsidR="002D52B7">
          <w:rPr>
            <w:rFonts w:eastAsiaTheme="minorEastAsia"/>
            <w:caps w:val="0"/>
            <w:noProof/>
            <w:sz w:val="22"/>
            <w:szCs w:val="22"/>
            <w:lang w:eastAsia="cs-CZ"/>
          </w:rPr>
          <w:tab/>
        </w:r>
        <w:r w:rsidR="002D52B7" w:rsidRPr="00804D7F">
          <w:rPr>
            <w:rStyle w:val="Hypertextovodkaz"/>
          </w:rPr>
          <w:t>OBSAH ZADÁVACÍ DOKUMENTACE</w:t>
        </w:r>
        <w:r w:rsidR="002D52B7">
          <w:rPr>
            <w:noProof/>
            <w:webHidden/>
          </w:rPr>
          <w:tab/>
        </w:r>
        <w:r w:rsidR="002D52B7">
          <w:rPr>
            <w:noProof/>
            <w:webHidden/>
          </w:rPr>
          <w:fldChar w:fldCharType="begin"/>
        </w:r>
        <w:r w:rsidR="002D52B7">
          <w:rPr>
            <w:noProof/>
            <w:webHidden/>
          </w:rPr>
          <w:instrText xml:space="preserve"> PAGEREF _Toc163573939 \h </w:instrText>
        </w:r>
        <w:r w:rsidR="002D52B7">
          <w:rPr>
            <w:noProof/>
            <w:webHidden/>
          </w:rPr>
        </w:r>
        <w:r w:rsidR="002D52B7">
          <w:rPr>
            <w:noProof/>
            <w:webHidden/>
          </w:rPr>
          <w:fldChar w:fldCharType="separate"/>
        </w:r>
        <w:r w:rsidR="001F243F">
          <w:rPr>
            <w:noProof/>
            <w:webHidden/>
          </w:rPr>
          <w:t>5</w:t>
        </w:r>
        <w:r w:rsidR="002D52B7">
          <w:rPr>
            <w:noProof/>
            <w:webHidden/>
          </w:rPr>
          <w:fldChar w:fldCharType="end"/>
        </w:r>
      </w:hyperlink>
    </w:p>
    <w:p w14:paraId="5DCB1D64" w14:textId="5ED0AB2E" w:rsidR="002D52B7" w:rsidRDefault="00000000">
      <w:pPr>
        <w:pStyle w:val="Obsah1"/>
        <w:rPr>
          <w:rFonts w:eastAsiaTheme="minorEastAsia"/>
          <w:caps w:val="0"/>
          <w:noProof/>
          <w:sz w:val="22"/>
          <w:szCs w:val="22"/>
          <w:lang w:eastAsia="cs-CZ"/>
        </w:rPr>
      </w:pPr>
      <w:hyperlink w:anchor="_Toc163573940" w:history="1">
        <w:r w:rsidR="002D52B7" w:rsidRPr="00804D7F">
          <w:rPr>
            <w:rStyle w:val="Hypertextovodkaz"/>
          </w:rPr>
          <w:t>7.</w:t>
        </w:r>
        <w:r w:rsidR="002D52B7">
          <w:rPr>
            <w:rFonts w:eastAsiaTheme="minorEastAsia"/>
            <w:caps w:val="0"/>
            <w:noProof/>
            <w:sz w:val="22"/>
            <w:szCs w:val="22"/>
            <w:lang w:eastAsia="cs-CZ"/>
          </w:rPr>
          <w:tab/>
        </w:r>
        <w:r w:rsidR="002D52B7" w:rsidRPr="00804D7F">
          <w:rPr>
            <w:rStyle w:val="Hypertextovodkaz"/>
          </w:rPr>
          <w:t>VYSVĚTLENÍ, ZMĚNY a DOPLNĚNÍ ZADÁVACÍ DOKUMENTACE</w:t>
        </w:r>
        <w:r w:rsidR="002D52B7">
          <w:rPr>
            <w:noProof/>
            <w:webHidden/>
          </w:rPr>
          <w:tab/>
        </w:r>
        <w:r w:rsidR="002D52B7">
          <w:rPr>
            <w:noProof/>
            <w:webHidden/>
          </w:rPr>
          <w:fldChar w:fldCharType="begin"/>
        </w:r>
        <w:r w:rsidR="002D52B7">
          <w:rPr>
            <w:noProof/>
            <w:webHidden/>
          </w:rPr>
          <w:instrText xml:space="preserve"> PAGEREF _Toc163573940 \h </w:instrText>
        </w:r>
        <w:r w:rsidR="002D52B7">
          <w:rPr>
            <w:noProof/>
            <w:webHidden/>
          </w:rPr>
        </w:r>
        <w:r w:rsidR="002D52B7">
          <w:rPr>
            <w:noProof/>
            <w:webHidden/>
          </w:rPr>
          <w:fldChar w:fldCharType="separate"/>
        </w:r>
        <w:r w:rsidR="001F243F">
          <w:rPr>
            <w:noProof/>
            <w:webHidden/>
          </w:rPr>
          <w:t>6</w:t>
        </w:r>
        <w:r w:rsidR="002D52B7">
          <w:rPr>
            <w:noProof/>
            <w:webHidden/>
          </w:rPr>
          <w:fldChar w:fldCharType="end"/>
        </w:r>
      </w:hyperlink>
    </w:p>
    <w:p w14:paraId="54337472" w14:textId="77B37811" w:rsidR="002D52B7" w:rsidRDefault="00000000">
      <w:pPr>
        <w:pStyle w:val="Obsah1"/>
        <w:rPr>
          <w:rFonts w:eastAsiaTheme="minorEastAsia"/>
          <w:caps w:val="0"/>
          <w:noProof/>
          <w:sz w:val="22"/>
          <w:szCs w:val="22"/>
          <w:lang w:eastAsia="cs-CZ"/>
        </w:rPr>
      </w:pPr>
      <w:hyperlink w:anchor="_Toc163573941" w:history="1">
        <w:r w:rsidR="002D52B7" w:rsidRPr="00804D7F">
          <w:rPr>
            <w:rStyle w:val="Hypertextovodkaz"/>
          </w:rPr>
          <w:t>8.</w:t>
        </w:r>
        <w:r w:rsidR="002D52B7">
          <w:rPr>
            <w:rFonts w:eastAsiaTheme="minorEastAsia"/>
            <w:caps w:val="0"/>
            <w:noProof/>
            <w:sz w:val="22"/>
            <w:szCs w:val="22"/>
            <w:lang w:eastAsia="cs-CZ"/>
          </w:rPr>
          <w:tab/>
        </w:r>
        <w:r w:rsidR="002D52B7" w:rsidRPr="00804D7F">
          <w:rPr>
            <w:rStyle w:val="Hypertextovodkaz"/>
          </w:rPr>
          <w:t>POŽADAVKY ZADAVATELE NA KVALIFIKACI</w:t>
        </w:r>
        <w:r w:rsidR="002D52B7">
          <w:rPr>
            <w:noProof/>
            <w:webHidden/>
          </w:rPr>
          <w:tab/>
        </w:r>
        <w:r w:rsidR="002D52B7">
          <w:rPr>
            <w:noProof/>
            <w:webHidden/>
          </w:rPr>
          <w:fldChar w:fldCharType="begin"/>
        </w:r>
        <w:r w:rsidR="002D52B7">
          <w:rPr>
            <w:noProof/>
            <w:webHidden/>
          </w:rPr>
          <w:instrText xml:space="preserve"> PAGEREF _Toc163573941 \h </w:instrText>
        </w:r>
        <w:r w:rsidR="002D52B7">
          <w:rPr>
            <w:noProof/>
            <w:webHidden/>
          </w:rPr>
        </w:r>
        <w:r w:rsidR="002D52B7">
          <w:rPr>
            <w:noProof/>
            <w:webHidden/>
          </w:rPr>
          <w:fldChar w:fldCharType="separate"/>
        </w:r>
        <w:r w:rsidR="001F243F">
          <w:rPr>
            <w:noProof/>
            <w:webHidden/>
          </w:rPr>
          <w:t>6</w:t>
        </w:r>
        <w:r w:rsidR="002D52B7">
          <w:rPr>
            <w:noProof/>
            <w:webHidden/>
          </w:rPr>
          <w:fldChar w:fldCharType="end"/>
        </w:r>
      </w:hyperlink>
    </w:p>
    <w:p w14:paraId="55072190" w14:textId="43607FAC" w:rsidR="002D52B7" w:rsidRDefault="00000000">
      <w:pPr>
        <w:pStyle w:val="Obsah1"/>
        <w:rPr>
          <w:rFonts w:eastAsiaTheme="minorEastAsia"/>
          <w:caps w:val="0"/>
          <w:noProof/>
          <w:sz w:val="22"/>
          <w:szCs w:val="22"/>
          <w:lang w:eastAsia="cs-CZ"/>
        </w:rPr>
      </w:pPr>
      <w:hyperlink w:anchor="_Toc163573942" w:history="1">
        <w:r w:rsidR="002D52B7" w:rsidRPr="00804D7F">
          <w:rPr>
            <w:rStyle w:val="Hypertextovodkaz"/>
          </w:rPr>
          <w:t>9.</w:t>
        </w:r>
        <w:r w:rsidR="002D52B7">
          <w:rPr>
            <w:rFonts w:eastAsiaTheme="minorEastAsia"/>
            <w:caps w:val="0"/>
            <w:noProof/>
            <w:sz w:val="22"/>
            <w:szCs w:val="22"/>
            <w:lang w:eastAsia="cs-CZ"/>
          </w:rPr>
          <w:tab/>
        </w:r>
        <w:r w:rsidR="002D52B7" w:rsidRPr="00804D7F">
          <w:rPr>
            <w:rStyle w:val="Hypertextovodkaz"/>
          </w:rPr>
          <w:t>DALŠÍ INFORMACE/DOKUMENTY PŘEDKLÁDANÉ DODAVATELEM v NABÍDCE</w:t>
        </w:r>
        <w:r w:rsidR="002D52B7">
          <w:rPr>
            <w:noProof/>
            <w:webHidden/>
          </w:rPr>
          <w:tab/>
        </w:r>
        <w:r w:rsidR="002D52B7">
          <w:rPr>
            <w:noProof/>
            <w:webHidden/>
          </w:rPr>
          <w:fldChar w:fldCharType="begin"/>
        </w:r>
        <w:r w:rsidR="002D52B7">
          <w:rPr>
            <w:noProof/>
            <w:webHidden/>
          </w:rPr>
          <w:instrText xml:space="preserve"> PAGEREF _Toc163573942 \h </w:instrText>
        </w:r>
        <w:r w:rsidR="002D52B7">
          <w:rPr>
            <w:noProof/>
            <w:webHidden/>
          </w:rPr>
        </w:r>
        <w:r w:rsidR="002D52B7">
          <w:rPr>
            <w:noProof/>
            <w:webHidden/>
          </w:rPr>
          <w:fldChar w:fldCharType="separate"/>
        </w:r>
        <w:r w:rsidR="001F243F">
          <w:rPr>
            <w:noProof/>
            <w:webHidden/>
          </w:rPr>
          <w:t>18</w:t>
        </w:r>
        <w:r w:rsidR="002D52B7">
          <w:rPr>
            <w:noProof/>
            <w:webHidden/>
          </w:rPr>
          <w:fldChar w:fldCharType="end"/>
        </w:r>
      </w:hyperlink>
    </w:p>
    <w:p w14:paraId="0D9F7D96" w14:textId="16ECD568" w:rsidR="002D52B7" w:rsidRDefault="00000000">
      <w:pPr>
        <w:pStyle w:val="Obsah1"/>
        <w:rPr>
          <w:rFonts w:eastAsiaTheme="minorEastAsia"/>
          <w:caps w:val="0"/>
          <w:noProof/>
          <w:sz w:val="22"/>
          <w:szCs w:val="22"/>
          <w:lang w:eastAsia="cs-CZ"/>
        </w:rPr>
      </w:pPr>
      <w:hyperlink w:anchor="_Toc163573943" w:history="1">
        <w:r w:rsidR="002D52B7" w:rsidRPr="00804D7F">
          <w:rPr>
            <w:rStyle w:val="Hypertextovodkaz"/>
          </w:rPr>
          <w:t>10.</w:t>
        </w:r>
        <w:r w:rsidR="002D52B7">
          <w:rPr>
            <w:rFonts w:eastAsiaTheme="minorEastAsia"/>
            <w:caps w:val="0"/>
            <w:noProof/>
            <w:sz w:val="22"/>
            <w:szCs w:val="22"/>
            <w:lang w:eastAsia="cs-CZ"/>
          </w:rPr>
          <w:tab/>
        </w:r>
        <w:r w:rsidR="002D52B7" w:rsidRPr="00804D7F">
          <w:rPr>
            <w:rStyle w:val="Hypertextovodkaz"/>
          </w:rPr>
          <w:t>JAZYK NABÍDEK A KOMUNIKAČNÍ JAZYK</w:t>
        </w:r>
        <w:r w:rsidR="002D52B7">
          <w:rPr>
            <w:noProof/>
            <w:webHidden/>
          </w:rPr>
          <w:tab/>
        </w:r>
        <w:r w:rsidR="002D52B7">
          <w:rPr>
            <w:noProof/>
            <w:webHidden/>
          </w:rPr>
          <w:fldChar w:fldCharType="begin"/>
        </w:r>
        <w:r w:rsidR="002D52B7">
          <w:rPr>
            <w:noProof/>
            <w:webHidden/>
          </w:rPr>
          <w:instrText xml:space="preserve"> PAGEREF _Toc163573943 \h </w:instrText>
        </w:r>
        <w:r w:rsidR="002D52B7">
          <w:rPr>
            <w:noProof/>
            <w:webHidden/>
          </w:rPr>
        </w:r>
        <w:r w:rsidR="002D52B7">
          <w:rPr>
            <w:noProof/>
            <w:webHidden/>
          </w:rPr>
          <w:fldChar w:fldCharType="separate"/>
        </w:r>
        <w:r w:rsidR="001F243F">
          <w:rPr>
            <w:noProof/>
            <w:webHidden/>
          </w:rPr>
          <w:t>20</w:t>
        </w:r>
        <w:r w:rsidR="002D52B7">
          <w:rPr>
            <w:noProof/>
            <w:webHidden/>
          </w:rPr>
          <w:fldChar w:fldCharType="end"/>
        </w:r>
      </w:hyperlink>
    </w:p>
    <w:p w14:paraId="3AA1A907" w14:textId="6F97A768" w:rsidR="002D52B7" w:rsidRDefault="00000000">
      <w:pPr>
        <w:pStyle w:val="Obsah1"/>
        <w:rPr>
          <w:rFonts w:eastAsiaTheme="minorEastAsia"/>
          <w:caps w:val="0"/>
          <w:noProof/>
          <w:sz w:val="22"/>
          <w:szCs w:val="22"/>
          <w:lang w:eastAsia="cs-CZ"/>
        </w:rPr>
      </w:pPr>
      <w:hyperlink w:anchor="_Toc163573944" w:history="1">
        <w:r w:rsidR="002D52B7" w:rsidRPr="00804D7F">
          <w:rPr>
            <w:rStyle w:val="Hypertextovodkaz"/>
          </w:rPr>
          <w:t>11.</w:t>
        </w:r>
        <w:r w:rsidR="002D52B7">
          <w:rPr>
            <w:rFonts w:eastAsiaTheme="minorEastAsia"/>
            <w:caps w:val="0"/>
            <w:noProof/>
            <w:sz w:val="22"/>
            <w:szCs w:val="22"/>
            <w:lang w:eastAsia="cs-CZ"/>
          </w:rPr>
          <w:tab/>
        </w:r>
        <w:r w:rsidR="002D52B7" w:rsidRPr="00804D7F">
          <w:rPr>
            <w:rStyle w:val="Hypertextovodkaz"/>
          </w:rPr>
          <w:t>OBSAH a PODÁVÁNÍ NABÍDEK</w:t>
        </w:r>
        <w:r w:rsidR="002D52B7">
          <w:rPr>
            <w:noProof/>
            <w:webHidden/>
          </w:rPr>
          <w:tab/>
        </w:r>
        <w:r w:rsidR="002D52B7">
          <w:rPr>
            <w:noProof/>
            <w:webHidden/>
          </w:rPr>
          <w:fldChar w:fldCharType="begin"/>
        </w:r>
        <w:r w:rsidR="002D52B7">
          <w:rPr>
            <w:noProof/>
            <w:webHidden/>
          </w:rPr>
          <w:instrText xml:space="preserve"> PAGEREF _Toc163573944 \h </w:instrText>
        </w:r>
        <w:r w:rsidR="002D52B7">
          <w:rPr>
            <w:noProof/>
            <w:webHidden/>
          </w:rPr>
        </w:r>
        <w:r w:rsidR="002D52B7">
          <w:rPr>
            <w:noProof/>
            <w:webHidden/>
          </w:rPr>
          <w:fldChar w:fldCharType="separate"/>
        </w:r>
        <w:r w:rsidR="001F243F">
          <w:rPr>
            <w:noProof/>
            <w:webHidden/>
          </w:rPr>
          <w:t>21</w:t>
        </w:r>
        <w:r w:rsidR="002D52B7">
          <w:rPr>
            <w:noProof/>
            <w:webHidden/>
          </w:rPr>
          <w:fldChar w:fldCharType="end"/>
        </w:r>
      </w:hyperlink>
    </w:p>
    <w:p w14:paraId="66DE3A99" w14:textId="5F99FAAB" w:rsidR="002D52B7" w:rsidRDefault="00000000">
      <w:pPr>
        <w:pStyle w:val="Obsah1"/>
        <w:rPr>
          <w:rFonts w:eastAsiaTheme="minorEastAsia"/>
          <w:caps w:val="0"/>
          <w:noProof/>
          <w:sz w:val="22"/>
          <w:szCs w:val="22"/>
          <w:lang w:eastAsia="cs-CZ"/>
        </w:rPr>
      </w:pPr>
      <w:hyperlink w:anchor="_Toc163573945" w:history="1">
        <w:r w:rsidR="002D52B7" w:rsidRPr="00804D7F">
          <w:rPr>
            <w:rStyle w:val="Hypertextovodkaz"/>
          </w:rPr>
          <w:t>12.</w:t>
        </w:r>
        <w:r w:rsidR="002D52B7">
          <w:rPr>
            <w:rFonts w:eastAsiaTheme="minorEastAsia"/>
            <w:caps w:val="0"/>
            <w:noProof/>
            <w:sz w:val="22"/>
            <w:szCs w:val="22"/>
            <w:lang w:eastAsia="cs-CZ"/>
          </w:rPr>
          <w:tab/>
        </w:r>
        <w:r w:rsidR="002D52B7" w:rsidRPr="00804D7F">
          <w:rPr>
            <w:rStyle w:val="Hypertextovodkaz"/>
          </w:rPr>
          <w:t>POŽADAVKY NA ZPRACOVÁNÍ NABÍDKOVÉ CENY</w:t>
        </w:r>
        <w:r w:rsidR="002D52B7">
          <w:rPr>
            <w:noProof/>
            <w:webHidden/>
          </w:rPr>
          <w:tab/>
        </w:r>
        <w:r w:rsidR="002D52B7">
          <w:rPr>
            <w:noProof/>
            <w:webHidden/>
          </w:rPr>
          <w:fldChar w:fldCharType="begin"/>
        </w:r>
        <w:r w:rsidR="002D52B7">
          <w:rPr>
            <w:noProof/>
            <w:webHidden/>
          </w:rPr>
          <w:instrText xml:space="preserve"> PAGEREF _Toc163573945 \h </w:instrText>
        </w:r>
        <w:r w:rsidR="002D52B7">
          <w:rPr>
            <w:noProof/>
            <w:webHidden/>
          </w:rPr>
        </w:r>
        <w:r w:rsidR="002D52B7">
          <w:rPr>
            <w:noProof/>
            <w:webHidden/>
          </w:rPr>
          <w:fldChar w:fldCharType="separate"/>
        </w:r>
        <w:r w:rsidR="001F243F">
          <w:rPr>
            <w:noProof/>
            <w:webHidden/>
          </w:rPr>
          <w:t>23</w:t>
        </w:r>
        <w:r w:rsidR="002D52B7">
          <w:rPr>
            <w:noProof/>
            <w:webHidden/>
          </w:rPr>
          <w:fldChar w:fldCharType="end"/>
        </w:r>
      </w:hyperlink>
    </w:p>
    <w:p w14:paraId="767ADD3D" w14:textId="75F15BFD" w:rsidR="002D52B7" w:rsidRDefault="00000000">
      <w:pPr>
        <w:pStyle w:val="Obsah1"/>
        <w:rPr>
          <w:rFonts w:eastAsiaTheme="minorEastAsia"/>
          <w:caps w:val="0"/>
          <w:noProof/>
          <w:sz w:val="22"/>
          <w:szCs w:val="22"/>
          <w:lang w:eastAsia="cs-CZ"/>
        </w:rPr>
      </w:pPr>
      <w:hyperlink w:anchor="_Toc163573946" w:history="1">
        <w:r w:rsidR="002D52B7" w:rsidRPr="00804D7F">
          <w:rPr>
            <w:rStyle w:val="Hypertextovodkaz"/>
          </w:rPr>
          <w:t>13.</w:t>
        </w:r>
        <w:r w:rsidR="002D52B7">
          <w:rPr>
            <w:rFonts w:eastAsiaTheme="minorEastAsia"/>
            <w:caps w:val="0"/>
            <w:noProof/>
            <w:sz w:val="22"/>
            <w:szCs w:val="22"/>
            <w:lang w:eastAsia="cs-CZ"/>
          </w:rPr>
          <w:tab/>
        </w:r>
        <w:r w:rsidR="002D52B7" w:rsidRPr="00804D7F">
          <w:rPr>
            <w:rStyle w:val="Hypertextovodkaz"/>
          </w:rPr>
          <w:t>VARIANTY NABÍDKY</w:t>
        </w:r>
        <w:r w:rsidR="002D52B7">
          <w:rPr>
            <w:noProof/>
            <w:webHidden/>
          </w:rPr>
          <w:tab/>
        </w:r>
        <w:r w:rsidR="002D52B7">
          <w:rPr>
            <w:noProof/>
            <w:webHidden/>
          </w:rPr>
          <w:fldChar w:fldCharType="begin"/>
        </w:r>
        <w:r w:rsidR="002D52B7">
          <w:rPr>
            <w:noProof/>
            <w:webHidden/>
          </w:rPr>
          <w:instrText xml:space="preserve"> PAGEREF _Toc163573946 \h </w:instrText>
        </w:r>
        <w:r w:rsidR="002D52B7">
          <w:rPr>
            <w:noProof/>
            <w:webHidden/>
          </w:rPr>
        </w:r>
        <w:r w:rsidR="002D52B7">
          <w:rPr>
            <w:noProof/>
            <w:webHidden/>
          </w:rPr>
          <w:fldChar w:fldCharType="separate"/>
        </w:r>
        <w:r w:rsidR="001F243F">
          <w:rPr>
            <w:noProof/>
            <w:webHidden/>
          </w:rPr>
          <w:t>23</w:t>
        </w:r>
        <w:r w:rsidR="002D52B7">
          <w:rPr>
            <w:noProof/>
            <w:webHidden/>
          </w:rPr>
          <w:fldChar w:fldCharType="end"/>
        </w:r>
      </w:hyperlink>
    </w:p>
    <w:p w14:paraId="62866F4F" w14:textId="37A025E0" w:rsidR="002D52B7" w:rsidRDefault="00000000">
      <w:pPr>
        <w:pStyle w:val="Obsah1"/>
        <w:rPr>
          <w:rFonts w:eastAsiaTheme="minorEastAsia"/>
          <w:caps w:val="0"/>
          <w:noProof/>
          <w:sz w:val="22"/>
          <w:szCs w:val="22"/>
          <w:lang w:eastAsia="cs-CZ"/>
        </w:rPr>
      </w:pPr>
      <w:hyperlink w:anchor="_Toc163573947" w:history="1">
        <w:r w:rsidR="002D52B7" w:rsidRPr="00804D7F">
          <w:rPr>
            <w:rStyle w:val="Hypertextovodkaz"/>
          </w:rPr>
          <w:t>14.</w:t>
        </w:r>
        <w:r w:rsidR="002D52B7">
          <w:rPr>
            <w:rFonts w:eastAsiaTheme="minorEastAsia"/>
            <w:caps w:val="0"/>
            <w:noProof/>
            <w:sz w:val="22"/>
            <w:szCs w:val="22"/>
            <w:lang w:eastAsia="cs-CZ"/>
          </w:rPr>
          <w:tab/>
        </w:r>
        <w:r w:rsidR="002D52B7" w:rsidRPr="00804D7F">
          <w:rPr>
            <w:rStyle w:val="Hypertextovodkaz"/>
          </w:rPr>
          <w:t>OTEVÍRÁNÍ NABÍDEK</w:t>
        </w:r>
        <w:r w:rsidR="002D52B7">
          <w:rPr>
            <w:noProof/>
            <w:webHidden/>
          </w:rPr>
          <w:tab/>
        </w:r>
        <w:r w:rsidR="002D52B7">
          <w:rPr>
            <w:noProof/>
            <w:webHidden/>
          </w:rPr>
          <w:fldChar w:fldCharType="begin"/>
        </w:r>
        <w:r w:rsidR="002D52B7">
          <w:rPr>
            <w:noProof/>
            <w:webHidden/>
          </w:rPr>
          <w:instrText xml:space="preserve"> PAGEREF _Toc163573947 \h </w:instrText>
        </w:r>
        <w:r w:rsidR="002D52B7">
          <w:rPr>
            <w:noProof/>
            <w:webHidden/>
          </w:rPr>
        </w:r>
        <w:r w:rsidR="002D52B7">
          <w:rPr>
            <w:noProof/>
            <w:webHidden/>
          </w:rPr>
          <w:fldChar w:fldCharType="separate"/>
        </w:r>
        <w:r w:rsidR="001F243F">
          <w:rPr>
            <w:noProof/>
            <w:webHidden/>
          </w:rPr>
          <w:t>23</w:t>
        </w:r>
        <w:r w:rsidR="002D52B7">
          <w:rPr>
            <w:noProof/>
            <w:webHidden/>
          </w:rPr>
          <w:fldChar w:fldCharType="end"/>
        </w:r>
      </w:hyperlink>
    </w:p>
    <w:p w14:paraId="5A69172B" w14:textId="6280148A" w:rsidR="002D52B7" w:rsidRDefault="00000000">
      <w:pPr>
        <w:pStyle w:val="Obsah1"/>
        <w:rPr>
          <w:rFonts w:eastAsiaTheme="minorEastAsia"/>
          <w:caps w:val="0"/>
          <w:noProof/>
          <w:sz w:val="22"/>
          <w:szCs w:val="22"/>
          <w:lang w:eastAsia="cs-CZ"/>
        </w:rPr>
      </w:pPr>
      <w:hyperlink w:anchor="_Toc163573948" w:history="1">
        <w:r w:rsidR="002D52B7" w:rsidRPr="00804D7F">
          <w:rPr>
            <w:rStyle w:val="Hypertextovodkaz"/>
          </w:rPr>
          <w:t>15.</w:t>
        </w:r>
        <w:r w:rsidR="002D52B7">
          <w:rPr>
            <w:rFonts w:eastAsiaTheme="minorEastAsia"/>
            <w:caps w:val="0"/>
            <w:noProof/>
            <w:sz w:val="22"/>
            <w:szCs w:val="22"/>
            <w:lang w:eastAsia="cs-CZ"/>
          </w:rPr>
          <w:tab/>
        </w:r>
        <w:r w:rsidR="002D52B7" w:rsidRPr="00804D7F">
          <w:rPr>
            <w:rStyle w:val="Hypertextovodkaz"/>
          </w:rPr>
          <w:t>POSOUZENÍ SPLNĚNÍ PODMÍNEK ÚČASTI</w:t>
        </w:r>
        <w:r w:rsidR="002D52B7">
          <w:rPr>
            <w:noProof/>
            <w:webHidden/>
          </w:rPr>
          <w:tab/>
        </w:r>
        <w:r w:rsidR="002D52B7">
          <w:rPr>
            <w:noProof/>
            <w:webHidden/>
          </w:rPr>
          <w:fldChar w:fldCharType="begin"/>
        </w:r>
        <w:r w:rsidR="002D52B7">
          <w:rPr>
            <w:noProof/>
            <w:webHidden/>
          </w:rPr>
          <w:instrText xml:space="preserve"> PAGEREF _Toc163573948 \h </w:instrText>
        </w:r>
        <w:r w:rsidR="002D52B7">
          <w:rPr>
            <w:noProof/>
            <w:webHidden/>
          </w:rPr>
        </w:r>
        <w:r w:rsidR="002D52B7">
          <w:rPr>
            <w:noProof/>
            <w:webHidden/>
          </w:rPr>
          <w:fldChar w:fldCharType="separate"/>
        </w:r>
        <w:r w:rsidR="001F243F">
          <w:rPr>
            <w:noProof/>
            <w:webHidden/>
          </w:rPr>
          <w:t>23</w:t>
        </w:r>
        <w:r w:rsidR="002D52B7">
          <w:rPr>
            <w:noProof/>
            <w:webHidden/>
          </w:rPr>
          <w:fldChar w:fldCharType="end"/>
        </w:r>
      </w:hyperlink>
    </w:p>
    <w:p w14:paraId="0CAAB4ED" w14:textId="4233BBD4" w:rsidR="002D52B7" w:rsidRDefault="00000000">
      <w:pPr>
        <w:pStyle w:val="Obsah1"/>
        <w:rPr>
          <w:rFonts w:eastAsiaTheme="minorEastAsia"/>
          <w:caps w:val="0"/>
          <w:noProof/>
          <w:sz w:val="22"/>
          <w:szCs w:val="22"/>
          <w:lang w:eastAsia="cs-CZ"/>
        </w:rPr>
      </w:pPr>
      <w:hyperlink w:anchor="_Toc163573949" w:history="1">
        <w:r w:rsidR="002D52B7" w:rsidRPr="00804D7F">
          <w:rPr>
            <w:rStyle w:val="Hypertextovodkaz"/>
          </w:rPr>
          <w:t>16.</w:t>
        </w:r>
        <w:r w:rsidR="002D52B7">
          <w:rPr>
            <w:rFonts w:eastAsiaTheme="minorEastAsia"/>
            <w:caps w:val="0"/>
            <w:noProof/>
            <w:sz w:val="22"/>
            <w:szCs w:val="22"/>
            <w:lang w:eastAsia="cs-CZ"/>
          </w:rPr>
          <w:tab/>
        </w:r>
        <w:r w:rsidR="002D52B7" w:rsidRPr="00804D7F">
          <w:rPr>
            <w:rStyle w:val="Hypertextovodkaz"/>
          </w:rPr>
          <w:t>HODNOCENÍ NABÍDEK</w:t>
        </w:r>
        <w:r w:rsidR="002D52B7">
          <w:rPr>
            <w:noProof/>
            <w:webHidden/>
          </w:rPr>
          <w:tab/>
        </w:r>
        <w:r w:rsidR="002D52B7">
          <w:rPr>
            <w:noProof/>
            <w:webHidden/>
          </w:rPr>
          <w:fldChar w:fldCharType="begin"/>
        </w:r>
        <w:r w:rsidR="002D52B7">
          <w:rPr>
            <w:noProof/>
            <w:webHidden/>
          </w:rPr>
          <w:instrText xml:space="preserve"> PAGEREF _Toc163573949 \h </w:instrText>
        </w:r>
        <w:r w:rsidR="002D52B7">
          <w:rPr>
            <w:noProof/>
            <w:webHidden/>
          </w:rPr>
        </w:r>
        <w:r w:rsidR="002D52B7">
          <w:rPr>
            <w:noProof/>
            <w:webHidden/>
          </w:rPr>
          <w:fldChar w:fldCharType="separate"/>
        </w:r>
        <w:r w:rsidR="001F243F">
          <w:rPr>
            <w:noProof/>
            <w:webHidden/>
          </w:rPr>
          <w:t>24</w:t>
        </w:r>
        <w:r w:rsidR="002D52B7">
          <w:rPr>
            <w:noProof/>
            <w:webHidden/>
          </w:rPr>
          <w:fldChar w:fldCharType="end"/>
        </w:r>
      </w:hyperlink>
    </w:p>
    <w:p w14:paraId="0BEB9595" w14:textId="481F97C7" w:rsidR="002D52B7" w:rsidRDefault="00000000">
      <w:pPr>
        <w:pStyle w:val="Obsah1"/>
        <w:rPr>
          <w:rFonts w:eastAsiaTheme="minorEastAsia"/>
          <w:caps w:val="0"/>
          <w:noProof/>
          <w:sz w:val="22"/>
          <w:szCs w:val="22"/>
          <w:lang w:eastAsia="cs-CZ"/>
        </w:rPr>
      </w:pPr>
      <w:hyperlink w:anchor="_Toc163573950" w:history="1">
        <w:r w:rsidR="002D52B7" w:rsidRPr="00804D7F">
          <w:rPr>
            <w:rStyle w:val="Hypertextovodkaz"/>
          </w:rPr>
          <w:t>17.</w:t>
        </w:r>
        <w:r w:rsidR="002D52B7">
          <w:rPr>
            <w:rFonts w:eastAsiaTheme="minorEastAsia"/>
            <w:caps w:val="0"/>
            <w:noProof/>
            <w:sz w:val="22"/>
            <w:szCs w:val="22"/>
            <w:lang w:eastAsia="cs-CZ"/>
          </w:rPr>
          <w:tab/>
        </w:r>
        <w:r w:rsidR="002D52B7" w:rsidRPr="00804D7F">
          <w:rPr>
            <w:rStyle w:val="Hypertextovodkaz"/>
          </w:rPr>
          <w:t>ZRUŠENÍ ZADÁVACÍHO ŘÍZENÍ</w:t>
        </w:r>
        <w:r w:rsidR="002D52B7">
          <w:rPr>
            <w:noProof/>
            <w:webHidden/>
          </w:rPr>
          <w:tab/>
        </w:r>
        <w:r w:rsidR="002D52B7">
          <w:rPr>
            <w:noProof/>
            <w:webHidden/>
          </w:rPr>
          <w:fldChar w:fldCharType="begin"/>
        </w:r>
        <w:r w:rsidR="002D52B7">
          <w:rPr>
            <w:noProof/>
            <w:webHidden/>
          </w:rPr>
          <w:instrText xml:space="preserve"> PAGEREF _Toc163573950 \h </w:instrText>
        </w:r>
        <w:r w:rsidR="002D52B7">
          <w:rPr>
            <w:noProof/>
            <w:webHidden/>
          </w:rPr>
        </w:r>
        <w:r w:rsidR="002D52B7">
          <w:rPr>
            <w:noProof/>
            <w:webHidden/>
          </w:rPr>
          <w:fldChar w:fldCharType="separate"/>
        </w:r>
        <w:r w:rsidR="001F243F">
          <w:rPr>
            <w:noProof/>
            <w:webHidden/>
          </w:rPr>
          <w:t>29</w:t>
        </w:r>
        <w:r w:rsidR="002D52B7">
          <w:rPr>
            <w:noProof/>
            <w:webHidden/>
          </w:rPr>
          <w:fldChar w:fldCharType="end"/>
        </w:r>
      </w:hyperlink>
    </w:p>
    <w:p w14:paraId="67D6326B" w14:textId="6AA25DB0" w:rsidR="002D52B7" w:rsidRDefault="00000000">
      <w:pPr>
        <w:pStyle w:val="Obsah1"/>
        <w:rPr>
          <w:rFonts w:eastAsiaTheme="minorEastAsia"/>
          <w:caps w:val="0"/>
          <w:noProof/>
          <w:sz w:val="22"/>
          <w:szCs w:val="22"/>
          <w:lang w:eastAsia="cs-CZ"/>
        </w:rPr>
      </w:pPr>
      <w:hyperlink w:anchor="_Toc163573951" w:history="1">
        <w:r w:rsidR="002D52B7" w:rsidRPr="00804D7F">
          <w:rPr>
            <w:rStyle w:val="Hypertextovodkaz"/>
          </w:rPr>
          <w:t>18.</w:t>
        </w:r>
        <w:r w:rsidR="002D52B7">
          <w:rPr>
            <w:rFonts w:eastAsiaTheme="minorEastAsia"/>
            <w:caps w:val="0"/>
            <w:noProof/>
            <w:sz w:val="22"/>
            <w:szCs w:val="22"/>
            <w:lang w:eastAsia="cs-CZ"/>
          </w:rPr>
          <w:tab/>
        </w:r>
        <w:r w:rsidR="002D52B7" w:rsidRPr="00804D7F">
          <w:rPr>
            <w:rStyle w:val="Hypertextovodkaz"/>
          </w:rPr>
          <w:t>UZAVŘENÍ SMLOUVY</w:t>
        </w:r>
        <w:r w:rsidR="002D52B7">
          <w:rPr>
            <w:noProof/>
            <w:webHidden/>
          </w:rPr>
          <w:tab/>
        </w:r>
        <w:r w:rsidR="002D52B7">
          <w:rPr>
            <w:noProof/>
            <w:webHidden/>
          </w:rPr>
          <w:fldChar w:fldCharType="begin"/>
        </w:r>
        <w:r w:rsidR="002D52B7">
          <w:rPr>
            <w:noProof/>
            <w:webHidden/>
          </w:rPr>
          <w:instrText xml:space="preserve"> PAGEREF _Toc163573951 \h </w:instrText>
        </w:r>
        <w:r w:rsidR="002D52B7">
          <w:rPr>
            <w:noProof/>
            <w:webHidden/>
          </w:rPr>
        </w:r>
        <w:r w:rsidR="002D52B7">
          <w:rPr>
            <w:noProof/>
            <w:webHidden/>
          </w:rPr>
          <w:fldChar w:fldCharType="separate"/>
        </w:r>
        <w:r w:rsidR="001F243F">
          <w:rPr>
            <w:noProof/>
            <w:webHidden/>
          </w:rPr>
          <w:t>29</w:t>
        </w:r>
        <w:r w:rsidR="002D52B7">
          <w:rPr>
            <w:noProof/>
            <w:webHidden/>
          </w:rPr>
          <w:fldChar w:fldCharType="end"/>
        </w:r>
      </w:hyperlink>
    </w:p>
    <w:p w14:paraId="1F59230B" w14:textId="4718518D" w:rsidR="002D52B7" w:rsidRDefault="00000000">
      <w:pPr>
        <w:pStyle w:val="Obsah1"/>
        <w:rPr>
          <w:rFonts w:eastAsiaTheme="minorEastAsia"/>
          <w:caps w:val="0"/>
          <w:noProof/>
          <w:sz w:val="22"/>
          <w:szCs w:val="22"/>
          <w:lang w:eastAsia="cs-CZ"/>
        </w:rPr>
      </w:pPr>
      <w:hyperlink w:anchor="_Toc163573952" w:history="1">
        <w:r w:rsidR="002D52B7" w:rsidRPr="00804D7F">
          <w:rPr>
            <w:rStyle w:val="Hypertextovodkaz"/>
          </w:rPr>
          <w:t>19.</w:t>
        </w:r>
        <w:r w:rsidR="002D52B7">
          <w:rPr>
            <w:rFonts w:eastAsiaTheme="minorEastAsia"/>
            <w:caps w:val="0"/>
            <w:noProof/>
            <w:sz w:val="22"/>
            <w:szCs w:val="22"/>
            <w:lang w:eastAsia="cs-CZ"/>
          </w:rPr>
          <w:tab/>
        </w:r>
        <w:r w:rsidR="002D52B7" w:rsidRPr="00804D7F">
          <w:rPr>
            <w:rStyle w:val="Hypertextovodkaz"/>
          </w:rPr>
          <w:t>OCHRANA INFORMACÍ</w:t>
        </w:r>
        <w:r w:rsidR="002D52B7">
          <w:rPr>
            <w:noProof/>
            <w:webHidden/>
          </w:rPr>
          <w:tab/>
        </w:r>
        <w:r w:rsidR="002D52B7">
          <w:rPr>
            <w:noProof/>
            <w:webHidden/>
          </w:rPr>
          <w:fldChar w:fldCharType="begin"/>
        </w:r>
        <w:r w:rsidR="002D52B7">
          <w:rPr>
            <w:noProof/>
            <w:webHidden/>
          </w:rPr>
          <w:instrText xml:space="preserve"> PAGEREF _Toc163573952 \h </w:instrText>
        </w:r>
        <w:r w:rsidR="002D52B7">
          <w:rPr>
            <w:noProof/>
            <w:webHidden/>
          </w:rPr>
        </w:r>
        <w:r w:rsidR="002D52B7">
          <w:rPr>
            <w:noProof/>
            <w:webHidden/>
          </w:rPr>
          <w:fldChar w:fldCharType="separate"/>
        </w:r>
        <w:r w:rsidR="001F243F">
          <w:rPr>
            <w:noProof/>
            <w:webHidden/>
          </w:rPr>
          <w:t>32</w:t>
        </w:r>
        <w:r w:rsidR="002D52B7">
          <w:rPr>
            <w:noProof/>
            <w:webHidden/>
          </w:rPr>
          <w:fldChar w:fldCharType="end"/>
        </w:r>
      </w:hyperlink>
    </w:p>
    <w:p w14:paraId="39A20D40" w14:textId="34B694B2" w:rsidR="002D52B7" w:rsidRDefault="00000000">
      <w:pPr>
        <w:pStyle w:val="Obsah1"/>
        <w:rPr>
          <w:rFonts w:eastAsiaTheme="minorEastAsia"/>
          <w:caps w:val="0"/>
          <w:noProof/>
          <w:sz w:val="22"/>
          <w:szCs w:val="22"/>
          <w:lang w:eastAsia="cs-CZ"/>
        </w:rPr>
      </w:pPr>
      <w:hyperlink w:anchor="_Toc163573953" w:history="1">
        <w:r w:rsidR="002D52B7" w:rsidRPr="00804D7F">
          <w:rPr>
            <w:rStyle w:val="Hypertextovodkaz"/>
          </w:rPr>
          <w:t>20.</w:t>
        </w:r>
        <w:r w:rsidR="002D52B7">
          <w:rPr>
            <w:rFonts w:eastAsiaTheme="minorEastAsia"/>
            <w:caps w:val="0"/>
            <w:noProof/>
            <w:sz w:val="22"/>
            <w:szCs w:val="22"/>
            <w:lang w:eastAsia="cs-CZ"/>
          </w:rPr>
          <w:tab/>
        </w:r>
        <w:r w:rsidR="002D52B7" w:rsidRPr="00804D7F">
          <w:rPr>
            <w:rStyle w:val="Hypertextovodkaz"/>
          </w:rPr>
          <w:t>ZADÁVACÍ LHŮTA A JISTOTA ZA NABÍDKU</w:t>
        </w:r>
        <w:r w:rsidR="002D52B7">
          <w:rPr>
            <w:noProof/>
            <w:webHidden/>
          </w:rPr>
          <w:tab/>
        </w:r>
        <w:r w:rsidR="002D52B7">
          <w:rPr>
            <w:noProof/>
            <w:webHidden/>
          </w:rPr>
          <w:fldChar w:fldCharType="begin"/>
        </w:r>
        <w:r w:rsidR="002D52B7">
          <w:rPr>
            <w:noProof/>
            <w:webHidden/>
          </w:rPr>
          <w:instrText xml:space="preserve"> PAGEREF _Toc163573953 \h </w:instrText>
        </w:r>
        <w:r w:rsidR="002D52B7">
          <w:rPr>
            <w:noProof/>
            <w:webHidden/>
          </w:rPr>
        </w:r>
        <w:r w:rsidR="002D52B7">
          <w:rPr>
            <w:noProof/>
            <w:webHidden/>
          </w:rPr>
          <w:fldChar w:fldCharType="separate"/>
        </w:r>
        <w:r w:rsidR="001F243F">
          <w:rPr>
            <w:noProof/>
            <w:webHidden/>
          </w:rPr>
          <w:t>32</w:t>
        </w:r>
        <w:r w:rsidR="002D52B7">
          <w:rPr>
            <w:noProof/>
            <w:webHidden/>
          </w:rPr>
          <w:fldChar w:fldCharType="end"/>
        </w:r>
      </w:hyperlink>
    </w:p>
    <w:p w14:paraId="18E32931" w14:textId="6EB962A8" w:rsidR="002D52B7" w:rsidRDefault="00000000">
      <w:pPr>
        <w:pStyle w:val="Obsah1"/>
        <w:rPr>
          <w:rFonts w:eastAsiaTheme="minorEastAsia"/>
          <w:caps w:val="0"/>
          <w:noProof/>
          <w:sz w:val="22"/>
          <w:szCs w:val="22"/>
          <w:lang w:eastAsia="cs-CZ"/>
        </w:rPr>
      </w:pPr>
      <w:hyperlink w:anchor="_Toc163573954" w:history="1">
        <w:r w:rsidR="002D52B7" w:rsidRPr="00804D7F">
          <w:rPr>
            <w:rStyle w:val="Hypertextovodkaz"/>
          </w:rPr>
          <w:t>21.</w:t>
        </w:r>
        <w:r w:rsidR="002D52B7">
          <w:rPr>
            <w:rFonts w:eastAsiaTheme="minorEastAsia"/>
            <w:caps w:val="0"/>
            <w:noProof/>
            <w:sz w:val="22"/>
            <w:szCs w:val="22"/>
            <w:lang w:eastAsia="cs-CZ"/>
          </w:rPr>
          <w:tab/>
        </w:r>
        <w:r w:rsidR="002D52B7" w:rsidRPr="00804D7F">
          <w:rPr>
            <w:rStyle w:val="Hypertextovodkaz"/>
          </w:rPr>
          <w:t>SOCIÁLNĚ A ENVIRONMENTÁLNĚ ODPOVĚDNÉ ZADÁVÁNÍ, INOVACE</w:t>
        </w:r>
        <w:r w:rsidR="002D52B7">
          <w:rPr>
            <w:noProof/>
            <w:webHidden/>
          </w:rPr>
          <w:tab/>
        </w:r>
        <w:r w:rsidR="002D52B7">
          <w:rPr>
            <w:noProof/>
            <w:webHidden/>
          </w:rPr>
          <w:fldChar w:fldCharType="begin"/>
        </w:r>
        <w:r w:rsidR="002D52B7">
          <w:rPr>
            <w:noProof/>
            <w:webHidden/>
          </w:rPr>
          <w:instrText xml:space="preserve"> PAGEREF _Toc163573954 \h </w:instrText>
        </w:r>
        <w:r w:rsidR="002D52B7">
          <w:rPr>
            <w:noProof/>
            <w:webHidden/>
          </w:rPr>
        </w:r>
        <w:r w:rsidR="002D52B7">
          <w:rPr>
            <w:noProof/>
            <w:webHidden/>
          </w:rPr>
          <w:fldChar w:fldCharType="separate"/>
        </w:r>
        <w:r w:rsidR="001F243F">
          <w:rPr>
            <w:noProof/>
            <w:webHidden/>
          </w:rPr>
          <w:t>33</w:t>
        </w:r>
        <w:r w:rsidR="002D52B7">
          <w:rPr>
            <w:noProof/>
            <w:webHidden/>
          </w:rPr>
          <w:fldChar w:fldCharType="end"/>
        </w:r>
      </w:hyperlink>
    </w:p>
    <w:p w14:paraId="5DB00794" w14:textId="0BBE2F3D" w:rsidR="002D52B7" w:rsidRDefault="00000000">
      <w:pPr>
        <w:pStyle w:val="Obsah1"/>
        <w:rPr>
          <w:rFonts w:eastAsiaTheme="minorEastAsia"/>
          <w:caps w:val="0"/>
          <w:noProof/>
          <w:sz w:val="22"/>
          <w:szCs w:val="22"/>
          <w:lang w:eastAsia="cs-CZ"/>
        </w:rPr>
      </w:pPr>
      <w:hyperlink w:anchor="_Toc163573955" w:history="1">
        <w:r w:rsidR="002D52B7" w:rsidRPr="00804D7F">
          <w:rPr>
            <w:rStyle w:val="Hypertextovodkaz"/>
          </w:rPr>
          <w:t>22.</w:t>
        </w:r>
        <w:r w:rsidR="002D52B7">
          <w:rPr>
            <w:rFonts w:eastAsiaTheme="minorEastAsia"/>
            <w:caps w:val="0"/>
            <w:noProof/>
            <w:sz w:val="22"/>
            <w:szCs w:val="22"/>
            <w:lang w:eastAsia="cs-CZ"/>
          </w:rPr>
          <w:tab/>
        </w:r>
        <w:r w:rsidR="002D52B7" w:rsidRPr="00804D7F">
          <w:rPr>
            <w:rStyle w:val="Hypertextovodkaz"/>
          </w:rPr>
          <w:t>Další zadávací podmínky v návaznosti na MEZINÁRODNÍ sankce, zákaz zadání veřejné zakázky</w:t>
        </w:r>
        <w:r w:rsidR="002D52B7">
          <w:rPr>
            <w:noProof/>
            <w:webHidden/>
          </w:rPr>
          <w:tab/>
        </w:r>
        <w:r w:rsidR="002D52B7">
          <w:rPr>
            <w:noProof/>
            <w:webHidden/>
          </w:rPr>
          <w:fldChar w:fldCharType="begin"/>
        </w:r>
        <w:r w:rsidR="002D52B7">
          <w:rPr>
            <w:noProof/>
            <w:webHidden/>
          </w:rPr>
          <w:instrText xml:space="preserve"> PAGEREF _Toc163573955 \h </w:instrText>
        </w:r>
        <w:r w:rsidR="002D52B7">
          <w:rPr>
            <w:noProof/>
            <w:webHidden/>
          </w:rPr>
        </w:r>
        <w:r w:rsidR="002D52B7">
          <w:rPr>
            <w:noProof/>
            <w:webHidden/>
          </w:rPr>
          <w:fldChar w:fldCharType="separate"/>
        </w:r>
        <w:r w:rsidR="001F243F">
          <w:rPr>
            <w:noProof/>
            <w:webHidden/>
          </w:rPr>
          <w:t>33</w:t>
        </w:r>
        <w:r w:rsidR="002D52B7">
          <w:rPr>
            <w:noProof/>
            <w:webHidden/>
          </w:rPr>
          <w:fldChar w:fldCharType="end"/>
        </w:r>
      </w:hyperlink>
    </w:p>
    <w:p w14:paraId="451F9D3F" w14:textId="64124938" w:rsidR="002D52B7" w:rsidRDefault="00000000">
      <w:pPr>
        <w:pStyle w:val="Obsah1"/>
        <w:rPr>
          <w:rFonts w:eastAsiaTheme="minorEastAsia"/>
          <w:caps w:val="0"/>
          <w:noProof/>
          <w:sz w:val="22"/>
          <w:szCs w:val="22"/>
          <w:lang w:eastAsia="cs-CZ"/>
        </w:rPr>
      </w:pPr>
      <w:hyperlink w:anchor="_Toc163573956" w:history="1">
        <w:r w:rsidR="002D52B7" w:rsidRPr="00804D7F">
          <w:rPr>
            <w:rStyle w:val="Hypertextovodkaz"/>
          </w:rPr>
          <w:t>23.</w:t>
        </w:r>
        <w:r w:rsidR="002D52B7">
          <w:rPr>
            <w:rFonts w:eastAsiaTheme="minorEastAsia"/>
            <w:caps w:val="0"/>
            <w:noProof/>
            <w:sz w:val="22"/>
            <w:szCs w:val="22"/>
            <w:lang w:eastAsia="cs-CZ"/>
          </w:rPr>
          <w:tab/>
        </w:r>
        <w:r w:rsidR="002D52B7" w:rsidRPr="00804D7F">
          <w:rPr>
            <w:rStyle w:val="Hypertextovodkaz"/>
          </w:rPr>
          <w:t>PŘÍLOHY TĚCHTO POKYNŮ</w:t>
        </w:r>
        <w:r w:rsidR="002D52B7">
          <w:rPr>
            <w:noProof/>
            <w:webHidden/>
          </w:rPr>
          <w:tab/>
        </w:r>
        <w:r w:rsidR="002D52B7">
          <w:rPr>
            <w:noProof/>
            <w:webHidden/>
          </w:rPr>
          <w:fldChar w:fldCharType="begin"/>
        </w:r>
        <w:r w:rsidR="002D52B7">
          <w:rPr>
            <w:noProof/>
            <w:webHidden/>
          </w:rPr>
          <w:instrText xml:space="preserve"> PAGEREF _Toc163573956 \h </w:instrText>
        </w:r>
        <w:r w:rsidR="002D52B7">
          <w:rPr>
            <w:noProof/>
            <w:webHidden/>
          </w:rPr>
        </w:r>
        <w:r w:rsidR="002D52B7">
          <w:rPr>
            <w:noProof/>
            <w:webHidden/>
          </w:rPr>
          <w:fldChar w:fldCharType="separate"/>
        </w:r>
        <w:r w:rsidR="001F243F">
          <w:rPr>
            <w:noProof/>
            <w:webHidden/>
          </w:rPr>
          <w:t>35</w:t>
        </w:r>
        <w:r w:rsidR="002D52B7">
          <w:rPr>
            <w:noProof/>
            <w:webHidden/>
          </w:rPr>
          <w:fldChar w:fldCharType="end"/>
        </w:r>
      </w:hyperlink>
    </w:p>
    <w:p w14:paraId="60B1C051" w14:textId="108EFBC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63573934"/>
      <w:bookmarkStart w:id="1" w:name="_Toc389559699"/>
      <w:bookmarkStart w:id="2" w:name="_Toc397429847"/>
      <w:bookmarkStart w:id="3" w:name="_Ref433028040"/>
      <w:bookmarkStart w:id="4" w:name="_Toc1048197"/>
      <w:r>
        <w:t>ÚVODNÍ USTANOVENÍ</w:t>
      </w:r>
      <w:bookmarkEnd w:id="0"/>
    </w:p>
    <w:p w14:paraId="1B1A58D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3E38FBA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8B75C5">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6F899FBF" w14:textId="77777777" w:rsidR="0035531B" w:rsidRDefault="0035531B" w:rsidP="0035531B">
      <w:pPr>
        <w:pStyle w:val="Nadpis1-1"/>
      </w:pPr>
      <w:bookmarkStart w:id="5" w:name="_Toc163573935"/>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09FD9292" w14:textId="0A966074" w:rsidR="0035531B" w:rsidRDefault="0035531B" w:rsidP="00EA3C80">
      <w:pPr>
        <w:pStyle w:val="Textbezslovn"/>
        <w:spacing w:after="0"/>
        <w:ind w:left="2127" w:hanging="1390"/>
      </w:pPr>
      <w:r>
        <w:t xml:space="preserve">zastoupená: </w:t>
      </w:r>
      <w:r>
        <w:tab/>
      </w:r>
      <w:r w:rsidR="00EA3C80" w:rsidRPr="000174E8">
        <w:t xml:space="preserve">Ing. </w:t>
      </w:r>
      <w:r w:rsidR="00EA3C80">
        <w:t xml:space="preserve">Petrem </w:t>
      </w:r>
      <w:proofErr w:type="spellStart"/>
      <w:r w:rsidR="00EA3C80">
        <w:t>Hofhanzlem</w:t>
      </w:r>
      <w:proofErr w:type="spellEnd"/>
      <w:r w:rsidR="00EA3C80">
        <w:t>, ředitelem Stavební správy západ</w:t>
      </w:r>
    </w:p>
    <w:p w14:paraId="5FEC9299" w14:textId="77777777" w:rsidR="0035531B" w:rsidRDefault="0035531B" w:rsidP="0035531B">
      <w:pPr>
        <w:pStyle w:val="Nadpis1-1"/>
      </w:pPr>
      <w:bookmarkStart w:id="6" w:name="_Toc163573936"/>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5C5DF6E9" w14:textId="77777777" w:rsidR="00EA3C80" w:rsidRDefault="0035531B" w:rsidP="00EA3C80">
      <w:pPr>
        <w:pStyle w:val="Text1-1"/>
      </w:pPr>
      <w:r>
        <w:t xml:space="preserve">Kontaktní osobou zadavatele pro zadávací řízení je: </w:t>
      </w:r>
      <w:r w:rsidR="00EA3C80">
        <w:t>Ing. Jana Šedová</w:t>
      </w:r>
    </w:p>
    <w:p w14:paraId="1BD640AF" w14:textId="77777777" w:rsidR="00EA3C80" w:rsidRDefault="00EA3C80" w:rsidP="00EA3C80">
      <w:pPr>
        <w:pStyle w:val="Textbezslovn"/>
        <w:spacing w:after="0"/>
      </w:pPr>
      <w:r>
        <w:t xml:space="preserve">telefon: </w:t>
      </w:r>
      <w:r>
        <w:tab/>
        <w:t>+420 727 966 017</w:t>
      </w:r>
    </w:p>
    <w:p w14:paraId="057C2C9B" w14:textId="77777777" w:rsidR="00EA3C80" w:rsidRDefault="00EA3C80" w:rsidP="00EA3C80">
      <w:pPr>
        <w:pStyle w:val="Textbezslovn"/>
        <w:spacing w:after="0"/>
      </w:pPr>
      <w:r>
        <w:t xml:space="preserve">e-mail: </w:t>
      </w:r>
      <w:r>
        <w:tab/>
        <w:t>sedova@spravazeleznic.cz</w:t>
      </w:r>
    </w:p>
    <w:p w14:paraId="07C7DE2D" w14:textId="77777777" w:rsidR="00EA3C80" w:rsidRDefault="00EA3C80" w:rsidP="00EA3C80">
      <w:pPr>
        <w:pStyle w:val="Textbezslovn"/>
        <w:spacing w:after="0"/>
      </w:pPr>
      <w:r>
        <w:t xml:space="preserve">adresa: </w:t>
      </w:r>
      <w:r>
        <w:tab/>
        <w:t>Stavební správa západ</w:t>
      </w:r>
    </w:p>
    <w:p w14:paraId="19A309BD" w14:textId="77777777" w:rsidR="00EA3C80" w:rsidRDefault="00EA3C80" w:rsidP="00EA3C80">
      <w:pPr>
        <w:pStyle w:val="Textbezslovn"/>
        <w:spacing w:after="0"/>
      </w:pPr>
      <w:r>
        <w:tab/>
      </w:r>
      <w:r>
        <w:tab/>
        <w:t>Ke Štvanici 656/3</w:t>
      </w:r>
    </w:p>
    <w:p w14:paraId="3A081716" w14:textId="1EB963A4" w:rsidR="0035531B" w:rsidRDefault="00EA3C80" w:rsidP="00EA3C80">
      <w:pPr>
        <w:pStyle w:val="Text1-1"/>
        <w:numPr>
          <w:ilvl w:val="0"/>
          <w:numId w:val="0"/>
        </w:numPr>
        <w:ind w:left="737"/>
      </w:pPr>
      <w:r>
        <w:tab/>
      </w:r>
      <w:r>
        <w:tab/>
        <w:t>186 00 Praha 8</w:t>
      </w:r>
    </w:p>
    <w:p w14:paraId="636A6AA7" w14:textId="77777777" w:rsidR="0035531B" w:rsidRDefault="0035531B" w:rsidP="0035531B">
      <w:pPr>
        <w:pStyle w:val="Nadpis1-1"/>
      </w:pPr>
      <w:bookmarkStart w:id="7" w:name="_Toc163573937"/>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4F3B0BB5" w:rsidR="0035531B" w:rsidRDefault="00C67E05" w:rsidP="00C67E05">
      <w:pPr>
        <w:pStyle w:val="Textbezslovn"/>
      </w:pPr>
      <w:r>
        <w:t xml:space="preserve">Účelem veřejné zakázky „ETCS+DOZ Brno – Žďár nad Sázavou“ je </w:t>
      </w:r>
      <w:r w:rsidRPr="00C67E05">
        <w:t>vybudování DOZ a traťové části systému ETCS L2 v úseku „Brno-Maloměřice</w:t>
      </w:r>
      <w:r>
        <w:t xml:space="preserve"> </w:t>
      </w:r>
      <w:r w:rsidRPr="00C67E05">
        <w:t>(mimo) – Žďár nad Sázavou (včetně)“, který je nezbytným předpokladem pro</w:t>
      </w:r>
      <w:r>
        <w:t xml:space="preserve"> </w:t>
      </w:r>
      <w:r w:rsidRPr="00C67E05">
        <w:t>zvýšení úrovně bezpečnosti železničního provozu,</w:t>
      </w:r>
      <w:r>
        <w:t xml:space="preserve"> </w:t>
      </w:r>
      <w:r w:rsidRPr="00C67E05">
        <w:t>optimalizaci podmínek pro řízení železničního provozu,</w:t>
      </w:r>
      <w:r>
        <w:t xml:space="preserve"> </w:t>
      </w:r>
      <w:r w:rsidRPr="00C67E05">
        <w:t>posilování a rozvíjení moderních způsobů řízení – ERTMS,</w:t>
      </w:r>
      <w:r>
        <w:t xml:space="preserve"> </w:t>
      </w:r>
      <w:r w:rsidRPr="00C67E05">
        <w:t>začlenění do systému evropských železnic s dopravní infrastrukturou</w:t>
      </w:r>
      <w:r>
        <w:t xml:space="preserve"> </w:t>
      </w:r>
      <w:r w:rsidRPr="00C67E05">
        <w:t>splňující Směrnice EU pro dosažení interoperability na tratích evropského</w:t>
      </w:r>
      <w:r>
        <w:t xml:space="preserve"> </w:t>
      </w:r>
      <w:r w:rsidRPr="00C67E05">
        <w:t>železničního systému, rozšiřování tranzitní dopravy a s tím související</w:t>
      </w:r>
      <w:r>
        <w:t xml:space="preserve"> </w:t>
      </w:r>
      <w:r w:rsidRPr="00C67E05">
        <w:t>konkurenceschopností vůči dálkové silniční a letecké dopravě,</w:t>
      </w:r>
      <w:r>
        <w:t xml:space="preserve"> </w:t>
      </w:r>
      <w:r w:rsidRPr="00C67E05">
        <w:t>modernizace zabezpečovacího zařízení, sdělovacího zařízení, napájení a</w:t>
      </w:r>
      <w:r>
        <w:t xml:space="preserve"> </w:t>
      </w:r>
      <w:r w:rsidRPr="00C67E05">
        <w:t>dalších částí infrastruktury, vč. zřízení dálkového ovládání.</w:t>
      </w:r>
    </w:p>
    <w:p w14:paraId="573A6BBE" w14:textId="77777777" w:rsidR="0035531B" w:rsidRDefault="0035531B" w:rsidP="0035531B">
      <w:pPr>
        <w:pStyle w:val="Text1-1"/>
      </w:pPr>
      <w:r>
        <w:t>Předmět plnění veřejné zakázky</w:t>
      </w:r>
    </w:p>
    <w:p w14:paraId="77442A5E" w14:textId="67C91F6A" w:rsidR="00652EFD" w:rsidRDefault="00B803D0" w:rsidP="00B803D0">
      <w:pPr>
        <w:pStyle w:val="Text1-1"/>
        <w:numPr>
          <w:ilvl w:val="0"/>
          <w:numId w:val="0"/>
        </w:numPr>
        <w:ind w:left="737"/>
      </w:pPr>
      <w:r>
        <w:t>Předmětem plnění veřejné zakázky „ETCS+DOZ Brno – Žďár nad Sázavou“ je:</w:t>
      </w:r>
    </w:p>
    <w:p w14:paraId="2E55CB88" w14:textId="3F6862ED" w:rsidR="00B803D0" w:rsidRPr="00B803D0" w:rsidRDefault="00B803D0" w:rsidP="00B803D0">
      <w:pPr>
        <w:pStyle w:val="Text1-1"/>
        <w:numPr>
          <w:ilvl w:val="0"/>
          <w:numId w:val="0"/>
        </w:numPr>
        <w:ind w:left="993" w:hanging="284"/>
      </w:pPr>
      <w:r>
        <w:t xml:space="preserve">a) </w:t>
      </w:r>
      <w:r>
        <w:tab/>
      </w:r>
      <w:r w:rsidRPr="00B803D0">
        <w:rPr>
          <w:b/>
          <w:bCs/>
        </w:rPr>
        <w:t>Zpracování oznámení záměru</w:t>
      </w:r>
      <w:r w:rsidRPr="00B803D0">
        <w:t xml:space="preserve"> dle § 6 (dále jen „oznámení EIA“) </w:t>
      </w:r>
      <w:r w:rsidRPr="00B803D0">
        <w:rPr>
          <w:b/>
          <w:bCs/>
        </w:rPr>
        <w:t>a dokumentace</w:t>
      </w:r>
      <w:r>
        <w:t xml:space="preserve"> </w:t>
      </w:r>
      <w:r w:rsidRPr="00B803D0">
        <w:t>(dále jen „dokumentace EIA“) dle § 8 zákona č. 100/2001 Sb., o posuzování vlivů</w:t>
      </w:r>
      <w:r>
        <w:t xml:space="preserve"> </w:t>
      </w:r>
      <w:r w:rsidRPr="00B803D0">
        <w:t>na životní prostředí, v platném znění. Závěr z procesu EIA bude zapracován do DUSL.</w:t>
      </w:r>
      <w:r>
        <w:t xml:space="preserve"> </w:t>
      </w:r>
      <w:r w:rsidRPr="00B803D0">
        <w:t>(bude-li proces EIA vyžadován). Rozsah tohoto plnění (viz příloha č. 4 SOD) si</w:t>
      </w:r>
      <w:r>
        <w:t xml:space="preserve"> </w:t>
      </w:r>
      <w:r w:rsidRPr="00B803D0">
        <w:t>Objednatel vyhrazuje jako změnu závazku ze smlouvy v souladu s</w:t>
      </w:r>
      <w:r>
        <w:t> </w:t>
      </w:r>
      <w:r w:rsidRPr="00B803D0">
        <w:t>ustanovením</w:t>
      </w:r>
      <w:r>
        <w:t xml:space="preserve"> </w:t>
      </w:r>
      <w:r w:rsidRPr="00B803D0">
        <w:t>§ 100 odst. 1 ZZVZ. Zpracování dokumentace EIA bude Zhotovitel realizovat pouze</w:t>
      </w:r>
      <w:r>
        <w:t xml:space="preserve"> </w:t>
      </w:r>
      <w:r w:rsidRPr="00B803D0">
        <w:t>na základě pokynu Objednatele dle závěru zjišťovacího řízení příslušného úřadu.</w:t>
      </w:r>
    </w:p>
    <w:p w14:paraId="1043FD7E" w14:textId="5EDA73A8" w:rsidR="00B803D0" w:rsidRPr="00B803D0" w:rsidRDefault="00B803D0" w:rsidP="00FC7C53">
      <w:pPr>
        <w:pStyle w:val="Text1-1"/>
        <w:numPr>
          <w:ilvl w:val="0"/>
          <w:numId w:val="0"/>
        </w:numPr>
        <w:ind w:left="993" w:hanging="256"/>
      </w:pPr>
      <w:r w:rsidRPr="00B803D0">
        <w:t>b)</w:t>
      </w:r>
      <w:r w:rsidR="00FC7C53">
        <w:tab/>
      </w:r>
      <w:r w:rsidRPr="00B803D0">
        <w:rPr>
          <w:b/>
          <w:bCs/>
        </w:rPr>
        <w:t>Zhotovení Projektové dokumentace pro společné povolení podle liniového</w:t>
      </w:r>
      <w:r w:rsidRPr="00FC7C53">
        <w:rPr>
          <w:b/>
          <w:bCs/>
        </w:rPr>
        <w:t xml:space="preserve"> </w:t>
      </w:r>
      <w:r w:rsidRPr="00B803D0">
        <w:rPr>
          <w:b/>
          <w:bCs/>
        </w:rPr>
        <w:t>zákona (DUSL)</w:t>
      </w:r>
      <w:r w:rsidRPr="00B803D0">
        <w:t>, která specifikuje předmět Díla v takovém rozsahu, aby ji bylo</w:t>
      </w:r>
      <w:r>
        <w:t xml:space="preserve"> </w:t>
      </w:r>
      <w:r w:rsidRPr="00B803D0">
        <w:t>možno projednat v řízení o povolení záměru, získat pravomocné povolení záměru</w:t>
      </w:r>
      <w:r>
        <w:t xml:space="preserve"> </w:t>
      </w:r>
      <w:r w:rsidRPr="00B803D0">
        <w:t>(povolení stavby) dle zákona č. 283/2021 Sb., stavební zákon, (dále jen „NSZ“),</w:t>
      </w:r>
      <w:r>
        <w:t xml:space="preserve"> </w:t>
      </w:r>
      <w:r w:rsidRPr="00B803D0">
        <w:t>včetně Stanoviska oznámeného subjektu ve fázi vydání povolení záměru a činností</w:t>
      </w:r>
      <w:r>
        <w:t xml:space="preserve"> </w:t>
      </w:r>
      <w:r w:rsidRPr="00B803D0">
        <w:t>koordinátora BOZP při práci na staveništi ve fázi přípravy včetně zpracování plánu</w:t>
      </w:r>
      <w:r>
        <w:t xml:space="preserve"> </w:t>
      </w:r>
      <w:r w:rsidRPr="00B803D0">
        <w:t>BOZP na staveništi a manuálu údržby.</w:t>
      </w:r>
    </w:p>
    <w:p w14:paraId="24C62FA5" w14:textId="4B819458" w:rsidR="00B803D0" w:rsidRPr="00B803D0" w:rsidRDefault="00B803D0" w:rsidP="00FC7C53">
      <w:pPr>
        <w:pStyle w:val="Text1-1"/>
        <w:numPr>
          <w:ilvl w:val="0"/>
          <w:numId w:val="0"/>
        </w:numPr>
        <w:ind w:left="993" w:hanging="256"/>
      </w:pPr>
      <w:r w:rsidRPr="00B803D0">
        <w:t>c)</w:t>
      </w:r>
      <w:r w:rsidR="00FC7C53" w:rsidRPr="00FC7C53">
        <w:rPr>
          <w:b/>
          <w:bCs/>
        </w:rPr>
        <w:tab/>
      </w:r>
      <w:r w:rsidRPr="00B803D0">
        <w:rPr>
          <w:b/>
          <w:bCs/>
        </w:rPr>
        <w:t>Zpracování a podání žádosti o vydání povolení záměru</w:t>
      </w:r>
      <w:r w:rsidRPr="00B803D0">
        <w:t xml:space="preserve"> dle NSZ, včetně všech</w:t>
      </w:r>
      <w:r>
        <w:t xml:space="preserve"> </w:t>
      </w:r>
      <w:r w:rsidRPr="00B803D0">
        <w:t>vyžadovaných podkladů, jejímž výsledkem bude vydání povolení záměru (povolení</w:t>
      </w:r>
      <w:r>
        <w:t xml:space="preserve"> </w:t>
      </w:r>
      <w:r w:rsidRPr="00B803D0">
        <w:t>stavby). Zhotovitel bude spolupracovat při vydání příslušných rozhodnutí do nabytí</w:t>
      </w:r>
      <w:r>
        <w:t xml:space="preserve"> </w:t>
      </w:r>
      <w:r w:rsidRPr="00B803D0">
        <w:t>jejich právní moci.</w:t>
      </w:r>
    </w:p>
    <w:p w14:paraId="5646BC93" w14:textId="371A5F8D" w:rsidR="00B803D0" w:rsidRDefault="00B803D0" w:rsidP="00FC7C53">
      <w:pPr>
        <w:pStyle w:val="Text1-1"/>
        <w:numPr>
          <w:ilvl w:val="0"/>
          <w:numId w:val="0"/>
        </w:numPr>
        <w:ind w:left="993" w:hanging="256"/>
      </w:pPr>
      <w:r w:rsidRPr="00B803D0">
        <w:t xml:space="preserve">d) </w:t>
      </w:r>
      <w:r w:rsidRPr="00FC7C53">
        <w:rPr>
          <w:b/>
          <w:bCs/>
        </w:rPr>
        <w:t>Výkon Dozoru projektanta</w:t>
      </w:r>
      <w:r w:rsidRPr="00B803D0">
        <w:t xml:space="preserve"> při zhotovení PDPS</w:t>
      </w:r>
      <w:r w:rsidR="00FC7C53">
        <w:t>.</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9C5AB4" w:rsidRDefault="00652EFD" w:rsidP="00652EFD">
      <w:pPr>
        <w:pStyle w:val="Text1-1"/>
        <w:numPr>
          <w:ilvl w:val="0"/>
          <w:numId w:val="0"/>
        </w:numPr>
        <w:spacing w:after="0"/>
        <w:ind w:left="737"/>
      </w:pPr>
      <w:r w:rsidRPr="009C5AB4">
        <w:t>kód CPV 71322000-1 Technické projekty pro provádění stavebně inženýrských prací</w:t>
      </w:r>
    </w:p>
    <w:p w14:paraId="04B554F1" w14:textId="77777777" w:rsidR="00652EFD" w:rsidRPr="009C5AB4" w:rsidRDefault="00652EFD" w:rsidP="00652EFD">
      <w:pPr>
        <w:pStyle w:val="Text1-1"/>
        <w:numPr>
          <w:ilvl w:val="0"/>
          <w:numId w:val="0"/>
        </w:numPr>
        <w:spacing w:after="0"/>
        <w:ind w:left="737"/>
      </w:pPr>
      <w:r w:rsidRPr="009C5AB4">
        <w:t>kód CPV 71311230-2 Železniční stavitelství</w:t>
      </w:r>
    </w:p>
    <w:p w14:paraId="093430CD" w14:textId="768BA166" w:rsidR="00CA69CC" w:rsidRDefault="00CA69CC" w:rsidP="00652EFD">
      <w:pPr>
        <w:pStyle w:val="Text1-1"/>
        <w:numPr>
          <w:ilvl w:val="0"/>
          <w:numId w:val="0"/>
        </w:numPr>
        <w:ind w:left="737"/>
      </w:pPr>
      <w:r w:rsidRPr="009C5AB4">
        <w:t xml:space="preserve">kód CPV </w:t>
      </w:r>
      <w:r w:rsidRPr="009C5AB4">
        <w:rPr>
          <w:rFonts w:cs="Segoe UI"/>
        </w:rPr>
        <w:t>71300000-1 Technicko-inženýrské služby</w:t>
      </w:r>
    </w:p>
    <w:p w14:paraId="43C07484"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4942CA4A" w14:textId="77777777" w:rsidR="0035531B" w:rsidRDefault="0035531B" w:rsidP="006F6B09">
      <w:pPr>
        <w:pStyle w:val="Nadpis1-1"/>
      </w:pPr>
      <w:bookmarkStart w:id="8" w:name="_Toc163573938"/>
      <w:r>
        <w:t>ZDROJE FINANCOVÁNÍ</w:t>
      </w:r>
      <w:r w:rsidR="00845C50">
        <w:t xml:space="preserve"> a </w:t>
      </w:r>
      <w:r>
        <w:t>PŘEDPOKLÁDANÁ HODNOTA VEŘEJNÉ ZAKÁZKY</w:t>
      </w:r>
      <w:bookmarkEnd w:id="8"/>
    </w:p>
    <w:p w14:paraId="76432480" w14:textId="108C7BEC"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22ABC0FA" w:rsidR="0035531B" w:rsidRDefault="0035531B" w:rsidP="0035531B">
      <w:pPr>
        <w:pStyle w:val="Text1-1"/>
      </w:pPr>
      <w:r>
        <w:t xml:space="preserve">Předpokládaná hodnota veřejné zakázky </w:t>
      </w:r>
      <w:r w:rsidR="00BB7489" w:rsidRPr="00F66EA9">
        <w:t>po odečtení hodnoty vyhrazených změn závazků ze smlouvy (tzn. vyhrazených „víceprací“</w:t>
      </w:r>
      <w:r w:rsidR="001F6530">
        <w:t xml:space="preserve"> uvedených v čl. 3.8 Smlouvy</w:t>
      </w:r>
      <w:r w:rsidR="00BB7489" w:rsidRPr="00F66EA9">
        <w:t xml:space="preserve">) </w:t>
      </w:r>
      <w:r>
        <w:t xml:space="preserve">činí </w:t>
      </w:r>
      <w:r w:rsidR="005407A6" w:rsidRPr="005407A6">
        <w:rPr>
          <w:b/>
          <w:bCs/>
        </w:rPr>
        <w:t>13 864 268,-</w:t>
      </w:r>
      <w:r>
        <w:t xml:space="preserve"> </w:t>
      </w:r>
      <w:r w:rsidRPr="00EB138E">
        <w:rPr>
          <w:b/>
        </w:rPr>
        <w:t>Kč</w:t>
      </w:r>
      <w:r>
        <w:t xml:space="preserve"> (bez DPH).</w:t>
      </w:r>
    </w:p>
    <w:p w14:paraId="01FEF092" w14:textId="77777777" w:rsidR="0035531B" w:rsidRDefault="0035531B" w:rsidP="006F6B09">
      <w:pPr>
        <w:pStyle w:val="Nadpis1-1"/>
      </w:pPr>
      <w:bookmarkStart w:id="9" w:name="_Toc163573939"/>
      <w:r>
        <w:t>OBSAH ZADÁVACÍ DOKUMENTACE</w:t>
      </w:r>
      <w:bookmarkEnd w:id="9"/>
      <w:r>
        <w:t xml:space="preserve"> </w:t>
      </w:r>
    </w:p>
    <w:p w14:paraId="2C5FD454" w14:textId="2B1B92A2"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8B75C5" w:rsidRPr="008B75C5">
        <w:t xml:space="preserve"> </w:t>
      </w:r>
      <w:r w:rsidR="008B75C5">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1CED91B2" w:rsidR="00ED116C" w:rsidRDefault="00ED116C" w:rsidP="00ED116C">
      <w:pPr>
        <w:pStyle w:val="Textbezslovn"/>
        <w:tabs>
          <w:tab w:val="left" w:pos="1701"/>
        </w:tabs>
        <w:spacing w:after="0"/>
        <w:ind w:left="1701" w:hanging="964"/>
      </w:pPr>
      <w:r>
        <w:t>Část 1</w:t>
      </w:r>
      <w:r>
        <w:tab/>
        <w:t xml:space="preserve">Oznámení o zahájení zadávacího řízení – </w:t>
      </w:r>
      <w:r w:rsidR="008B75C5">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17799006" w14:textId="77777777" w:rsidR="006936EF" w:rsidRDefault="00ED116C" w:rsidP="00A21DCB">
      <w:pPr>
        <w:pStyle w:val="Textbezslovn"/>
        <w:tabs>
          <w:tab w:val="left" w:pos="1701"/>
        </w:tabs>
        <w:ind w:left="1701" w:hanging="964"/>
      </w:pPr>
      <w:r>
        <w:t>Část 5</w:t>
      </w:r>
      <w:r>
        <w:tab/>
        <w:t xml:space="preserve">Zvláštní technické podmínky </w:t>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3CEBAEAE" w14:textId="0A1874DF" w:rsidR="00ED116C" w:rsidRDefault="00186766" w:rsidP="00186766">
      <w:pPr>
        <w:pStyle w:val="Text1-1"/>
        <w:numPr>
          <w:ilvl w:val="0"/>
          <w:numId w:val="0"/>
        </w:numPr>
        <w:ind w:left="1701" w:hanging="964"/>
      </w:pPr>
      <w:r>
        <w:t xml:space="preserve">Část 1 </w:t>
      </w:r>
      <w:r>
        <w:tab/>
      </w:r>
      <w:r w:rsidR="002D5454" w:rsidRPr="002D5454">
        <w:t xml:space="preserve">Záměr projektu „ETCS+DOZ </w:t>
      </w:r>
      <w:proofErr w:type="gramStart"/>
      <w:r w:rsidR="002D5454" w:rsidRPr="002D5454">
        <w:t>Brno - Havlíčkův</w:t>
      </w:r>
      <w:proofErr w:type="gramEnd"/>
      <w:r w:rsidR="002D5454" w:rsidRPr="002D5454">
        <w:t xml:space="preserve"> Brod - Kolín“</w:t>
      </w:r>
    </w:p>
    <w:p w14:paraId="38991BDC" w14:textId="3DA45BFB" w:rsidR="005A3D2F" w:rsidRPr="003F4C40" w:rsidRDefault="0035531B" w:rsidP="00186766">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8B75C5" w:rsidRPr="008B75C5">
        <w:t xml:space="preserve"> </w:t>
      </w:r>
      <w:r w:rsidR="008B75C5">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4DA97B5C"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16B1580" w14:textId="77777777" w:rsidR="00186766" w:rsidRDefault="00ED116C" w:rsidP="0035531B">
      <w:pPr>
        <w:pStyle w:val="Text1-1"/>
      </w:pPr>
      <w:r w:rsidRPr="00ED116C">
        <w:t>Zadavatel sděluje, že následující části zadávací dokumentace vypracovala osoba odlišná od zadavatele, a to:</w:t>
      </w:r>
    </w:p>
    <w:p w14:paraId="35F037DB" w14:textId="134BB9E4" w:rsidR="001D6E71" w:rsidRDefault="00186766" w:rsidP="00186766">
      <w:pPr>
        <w:pStyle w:val="Text1-1"/>
        <w:numPr>
          <w:ilvl w:val="0"/>
          <w:numId w:val="0"/>
        </w:numPr>
        <w:ind w:left="737"/>
      </w:pPr>
      <w:r w:rsidRPr="002D5454">
        <w:t xml:space="preserve">Záměr projektu „ETCS+DOZ </w:t>
      </w:r>
      <w:proofErr w:type="gramStart"/>
      <w:r w:rsidRPr="002D5454">
        <w:t>Brno - Havlíčkův</w:t>
      </w:r>
      <w:proofErr w:type="gramEnd"/>
      <w:r w:rsidRPr="002D5454">
        <w:t xml:space="preserve"> Brod - Kolín“</w:t>
      </w:r>
      <w:r w:rsidR="00DF1C35">
        <w:t xml:space="preserve">, zpracovatel </w:t>
      </w:r>
      <w:r w:rsidR="00DF1C35" w:rsidRPr="00AE2340">
        <w:t xml:space="preserve">SUDOP </w:t>
      </w:r>
      <w:r w:rsidR="00DF1C35">
        <w:t>PRAHA</w:t>
      </w:r>
      <w:r w:rsidR="00DF1C35" w:rsidRPr="00AE2340">
        <w:t xml:space="preserve"> a.s.</w:t>
      </w:r>
      <w:r w:rsidR="00DF1C35">
        <w:t xml:space="preserve"> se sídlem Olšanská 1a, 130 80 Praha 3, IČO: 25793349; datum</w:t>
      </w:r>
      <w:r w:rsidR="00DF1C35" w:rsidRPr="00AE2340">
        <w:t xml:space="preserve"> 1</w:t>
      </w:r>
      <w:r w:rsidR="00DF1C35">
        <w:t>1</w:t>
      </w:r>
      <w:r w:rsidR="00DF1C35" w:rsidRPr="00AE2340">
        <w:t>/202</w:t>
      </w:r>
      <w:r w:rsidR="00DF1C35">
        <w:t>2</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0" w:name="_Toc163573940"/>
      <w:r>
        <w:t>VYSVĚTLENÍ, ZMĚNY</w:t>
      </w:r>
      <w:r w:rsidR="00845C50">
        <w:t xml:space="preserve"> a </w:t>
      </w:r>
      <w:r>
        <w:t>DOPLNĚNÍ ZADÁVACÍ DOKUMENTACE</w:t>
      </w:r>
      <w:bookmarkEnd w:id="10"/>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63573941"/>
      <w:r>
        <w:t>POŽADAVKY ZADAVATELE NA KVALIFIKACI</w:t>
      </w:r>
      <w:bookmarkEnd w:id="11"/>
    </w:p>
    <w:p w14:paraId="640E0BF3" w14:textId="6569859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8B75C5">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BD5A0E">
      <w:pPr>
        <w:pStyle w:val="Odrka1-2-"/>
        <w:spacing w:after="0"/>
      </w:pPr>
      <w:r w:rsidRPr="000B548F">
        <w:t>projektovou činnost ve výstavbě</w:t>
      </w:r>
    </w:p>
    <w:p w14:paraId="44ED2A7D" w14:textId="577A52AE" w:rsidR="001D6E71" w:rsidRPr="00EC5CB1" w:rsidRDefault="001D6E71" w:rsidP="00EC5CB1">
      <w:pPr>
        <w:pStyle w:val="Odrka1-2-"/>
        <w:spacing w:after="120"/>
      </w:pPr>
      <w:r w:rsidRPr="00EC5CB1">
        <w:t>výkon zeměměřických činností</w:t>
      </w:r>
    </w:p>
    <w:p w14:paraId="64077E69" w14:textId="77777777" w:rsidR="0035531B" w:rsidRDefault="0035531B" w:rsidP="00092CC9">
      <w:pPr>
        <w:pStyle w:val="Odrka1-1"/>
      </w:pPr>
      <w:r>
        <w:t>Odborná způsobilost:</w:t>
      </w:r>
    </w:p>
    <w:p w14:paraId="0E897038" w14:textId="732438F2" w:rsidR="00BD5A0E" w:rsidRDefault="00BD5A0E" w:rsidP="00BD5A0E">
      <w:pPr>
        <w:pStyle w:val="Odrka1-2-"/>
      </w:pPr>
      <w:r>
        <w:t>Zadavatel požaduje předložení dokladu o autorizaci v rozsahu dle § 5 odst. 3 písm</w:t>
      </w:r>
      <w:r w:rsidRPr="00EC5CB1">
        <w:t xml:space="preserve">. </w:t>
      </w:r>
      <w:r w:rsidRPr="00EC5CB1">
        <w:rPr>
          <w:b/>
        </w:rPr>
        <w:t>e)</w:t>
      </w:r>
      <w:r w:rsidRPr="00EC5CB1">
        <w:t xml:space="preserve"> zákona č. 360/1992 Sb., o výkonu povolání autorizovaných architektů a o výkonu povo</w:t>
      </w:r>
      <w:r>
        <w:t>lání autorizovaných inženýrů a techniků činných ve výstavbě, ve znění pozdějších předpisů.</w:t>
      </w:r>
    </w:p>
    <w:p w14:paraId="49A2C14D" w14:textId="23C81DA1" w:rsidR="00BD5A0E" w:rsidRPr="00656C8E" w:rsidRDefault="00BD5A0E" w:rsidP="00BD5A0E">
      <w:pPr>
        <w:pStyle w:val="Odrka1-2-"/>
      </w:pPr>
      <w:r w:rsidRPr="00656C8E">
        <w:t xml:space="preserve">Zadavatel požaduje předložení </w:t>
      </w:r>
      <w:r w:rsidR="00087E1A" w:rsidRPr="00656C8E">
        <w:t xml:space="preserve">autorizace </w:t>
      </w:r>
      <w:r w:rsidRPr="00656C8E">
        <w:t>pro ověřování výsledků zeměměřických činností v rozsahu dle §</w:t>
      </w:r>
      <w:r w:rsidR="00087E1A" w:rsidRPr="00656C8E">
        <w:t xml:space="preserve"> 16f</w:t>
      </w:r>
      <w:r w:rsidRPr="00656C8E">
        <w:t xml:space="preserve"> odst. 1 písm. a) a c) zákona č. 200/1994 Sb., o zeměměřictví a o změně a doplnění některých zákonů souvisejících s jeho zavedením, ve znění pozdějších předpisů.</w:t>
      </w:r>
    </w:p>
    <w:p w14:paraId="09E97E46" w14:textId="77777777" w:rsidR="00BD5A0E" w:rsidRPr="00656C8E" w:rsidRDefault="00BD5A0E" w:rsidP="00BD5A0E">
      <w:pPr>
        <w:pStyle w:val="Odrka1-2-"/>
      </w:pPr>
      <w:r w:rsidRPr="00656C8E">
        <w:t>Zadavatel požaduje předložení autorizace ke zpracování dokumentace a posudku dle § 19 zák. č. 100/2001 Sb., o posuzování vlivů na životní prostředí,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7A11C67B"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722C42DE"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w:t>
      </w:r>
      <w:r w:rsidR="00726461" w:rsidRPr="008C07F8">
        <w:t xml:space="preserve">ve stupních dokumentace pro vydání rozhodnutí o umístění stavby a projektové dokumentace pro vydání stavebního povolení a projektové dokumentace pro provádění stavby (dále jen „DUR+DSP+PDPS“) </w:t>
      </w:r>
      <w:r w:rsidR="00C6720B" w:rsidRPr="008C07F8">
        <w:t xml:space="preserve">dle </w:t>
      </w:r>
      <w:r w:rsidR="00D605F5" w:rsidRPr="008C07F8">
        <w:t xml:space="preserve">prováděcích </w:t>
      </w:r>
      <w:r w:rsidR="00C6720B" w:rsidRPr="008C07F8">
        <w:t>právních předpisů</w:t>
      </w:r>
      <w:r w:rsidR="00C6720B" w:rsidRPr="008C07F8">
        <w:rPr>
          <w:rStyle w:val="Znakapoznpodarou"/>
        </w:rPr>
        <w:footnoteReference w:id="1"/>
      </w:r>
      <w:r w:rsidR="00C6720B" w:rsidRPr="008C07F8">
        <w:t xml:space="preserve"> p</w:t>
      </w:r>
      <w:r w:rsidRPr="008C07F8">
        <w:t>ro stavby železničních drah ve smyslu § 5 odst. 1 a § 3 odst. 1 zák. č. 266/1994 Sb., o dráhách, ve znění pozdějších předpisů. Za službu obdobného charakteru, resp</w:t>
      </w:r>
      <w:r>
        <w:t xml:space="preserve">. projektové práce spočívající ve zhotovení dokumentace ve stupni </w:t>
      </w:r>
      <w:r w:rsidR="007D63FC">
        <w:t>DUR</w:t>
      </w:r>
      <w:r w:rsidR="00195CAC">
        <w:t xml:space="preserve"> 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782BA4F3" w14:textId="14065829"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0E485E34" w:rsidR="00392730" w:rsidRPr="00FF55F1"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FF55F1">
        <w:t>písm. a), b), c)</w:t>
      </w:r>
      <w:r w:rsidR="00CF6EB5" w:rsidRPr="00FF55F1">
        <w:t xml:space="preserve"> </w:t>
      </w:r>
      <w:r w:rsidRPr="00FF55F1">
        <w:t>(dále jen „</w:t>
      </w:r>
      <w:r w:rsidRPr="00FF55F1">
        <w:rPr>
          <w:b/>
        </w:rPr>
        <w:t>významné služby</w:t>
      </w:r>
      <w:r w:rsidRPr="00FF55F1">
        <w:t xml:space="preserve">“). Dodavatel musí informacemi uvedenými v předloženém seznamu významných služeb prokázat, že v uvedeném období poskytl významné služby, jejichž předmětem byly následující činnosti: </w:t>
      </w:r>
      <w:r w:rsidR="0000738F" w:rsidRPr="00FF55F1">
        <w:t>vybudování dálkového ovládání a vybavení tratě interoperabilním systémem evropského vlakového zabezpečovače</w:t>
      </w:r>
    </w:p>
    <w:p w14:paraId="758BAF41" w14:textId="1D933425" w:rsidR="00392730" w:rsidRPr="00FF55F1" w:rsidRDefault="00392730" w:rsidP="00C313BF">
      <w:pPr>
        <w:pStyle w:val="Odstavec1-1a"/>
        <w:numPr>
          <w:ilvl w:val="0"/>
          <w:numId w:val="25"/>
        </w:numPr>
      </w:pPr>
      <w:r w:rsidRPr="00FF55F1">
        <w:t xml:space="preserve">zpracování dokumentace ve stupni </w:t>
      </w:r>
      <w:r w:rsidR="00CC16CC" w:rsidRPr="00FF55F1">
        <w:t xml:space="preserve">DUR nebo </w:t>
      </w:r>
      <w:r w:rsidRPr="00FF55F1">
        <w:t>DSP nebo DSP+PDPS nebo DUSP</w:t>
      </w:r>
      <w:r w:rsidR="00031005" w:rsidRPr="00FF55F1">
        <w:t>/DUSL</w:t>
      </w:r>
      <w:r w:rsidRPr="00FF55F1">
        <w:t xml:space="preserve"> </w:t>
      </w:r>
      <w:r w:rsidR="006E750A" w:rsidRPr="00FF55F1">
        <w:t>nebo DUSP</w:t>
      </w:r>
      <w:r w:rsidR="00031005" w:rsidRPr="00FF55F1">
        <w:t>/DUSL</w:t>
      </w:r>
      <w:r w:rsidR="006E750A" w:rsidRPr="00FF55F1">
        <w:t xml:space="preserve">+PDPS </w:t>
      </w:r>
      <w:r w:rsidR="00726461" w:rsidRPr="00FF55F1">
        <w:t xml:space="preserve">nebo DUR+DSP nebo DUR+DSP+PDPS </w:t>
      </w:r>
      <w:r w:rsidRPr="00FF55F1">
        <w:t>pro rekonstrukci</w:t>
      </w:r>
      <w:r w:rsidR="00A66CD1" w:rsidRPr="00FF55F1">
        <w:t xml:space="preserve"> nebo</w:t>
      </w:r>
      <w:r w:rsidRPr="00FF55F1">
        <w:t xml:space="preserve"> novostavbu </w:t>
      </w:r>
      <w:r w:rsidR="00A66CD1" w:rsidRPr="00FF55F1">
        <w:t xml:space="preserve">ETCS včetně </w:t>
      </w:r>
      <w:r w:rsidR="003E5D63" w:rsidRPr="00FF55F1">
        <w:t xml:space="preserve">potřebných úprav </w:t>
      </w:r>
      <w:r w:rsidR="00A66CD1" w:rsidRPr="00FF55F1">
        <w:t xml:space="preserve">zabezpečovacího zařízení </w:t>
      </w:r>
      <w:r w:rsidRPr="00FF55F1">
        <w:t>v</w:t>
      </w:r>
      <w:r w:rsidR="003468DC" w:rsidRPr="00FF55F1">
        <w:t xml:space="preserve"> souhrnné </w:t>
      </w:r>
      <w:r w:rsidRPr="00FF55F1">
        <w:t>délce traťového úseku minimálně</w:t>
      </w:r>
      <w:r w:rsidR="0000738F" w:rsidRPr="00FF55F1">
        <w:t xml:space="preserve"> </w:t>
      </w:r>
      <w:r w:rsidR="00FE5C52">
        <w:t>25</w:t>
      </w:r>
      <w:r w:rsidRPr="00FF55F1">
        <w:t xml:space="preserve"> </w:t>
      </w:r>
      <w:r w:rsidR="0000738F" w:rsidRPr="00FF55F1">
        <w:t>km</w:t>
      </w:r>
      <w:r w:rsidRPr="00FF55F1">
        <w:t>, která obsahuje minimálně jednu železniční stanici,</w:t>
      </w:r>
    </w:p>
    <w:p w14:paraId="0ACF3612" w14:textId="7BACE4E4" w:rsidR="00392730" w:rsidRPr="00FF55F1" w:rsidRDefault="00392730" w:rsidP="00F05FCA">
      <w:pPr>
        <w:pStyle w:val="Odstavec1-1a"/>
      </w:pPr>
      <w:r w:rsidRPr="00FF55F1">
        <w:t xml:space="preserve">zpracování dokumentace ve stupni </w:t>
      </w:r>
      <w:r w:rsidR="00CC16CC" w:rsidRPr="00FF55F1">
        <w:t xml:space="preserve">DUR nebo </w:t>
      </w:r>
      <w:r w:rsidRPr="00FF55F1">
        <w:t>DSP nebo DSP+PDPS nebo DUSP</w:t>
      </w:r>
      <w:r w:rsidR="00031005" w:rsidRPr="00FF55F1">
        <w:t>/DUSL</w:t>
      </w:r>
      <w:r w:rsidRPr="00FF55F1">
        <w:t xml:space="preserve"> </w:t>
      </w:r>
      <w:r w:rsidR="006E750A" w:rsidRPr="00FF55F1">
        <w:t>nebo DUSP</w:t>
      </w:r>
      <w:r w:rsidR="00031005" w:rsidRPr="00FF55F1">
        <w:t>/DUSL</w:t>
      </w:r>
      <w:r w:rsidR="006E750A" w:rsidRPr="00FF55F1">
        <w:t xml:space="preserve">+PDPS </w:t>
      </w:r>
      <w:r w:rsidR="00726461" w:rsidRPr="00FF55F1">
        <w:t xml:space="preserve">nebo DUR+DSP nebo DUR+DSP+PDPS </w:t>
      </w:r>
      <w:r w:rsidRPr="00FF55F1">
        <w:t>pro rekonstrukci</w:t>
      </w:r>
      <w:r w:rsidR="00A66CD1" w:rsidRPr="00FF55F1">
        <w:t xml:space="preserve"> nebo</w:t>
      </w:r>
      <w:r w:rsidRPr="00FF55F1">
        <w:t xml:space="preserve"> novostavbu </w:t>
      </w:r>
      <w:r w:rsidR="003E5D63" w:rsidRPr="00FF55F1">
        <w:t xml:space="preserve">systému DOZ v délce minimálně </w:t>
      </w:r>
      <w:r w:rsidR="00FE5C52">
        <w:t>25</w:t>
      </w:r>
      <w:r w:rsidR="003E5D63" w:rsidRPr="00FF55F1">
        <w:t xml:space="preserve"> km zahrnující </w:t>
      </w:r>
      <w:r w:rsidRPr="00FF55F1">
        <w:t>alespoň jedn</w:t>
      </w:r>
      <w:r w:rsidR="003E5D63" w:rsidRPr="00FF55F1">
        <w:t>u</w:t>
      </w:r>
      <w:r w:rsidRPr="00FF55F1">
        <w:t xml:space="preserve"> železniční stanic</w:t>
      </w:r>
      <w:r w:rsidR="003E5D63" w:rsidRPr="00FF55F1">
        <w:t>i</w:t>
      </w:r>
      <w:r w:rsidRPr="00FF55F1">
        <w:t xml:space="preserve"> na elektrifikované </w:t>
      </w:r>
      <w:r w:rsidR="00087E1A" w:rsidRPr="00FF55F1">
        <w:t xml:space="preserve">trati </w:t>
      </w:r>
      <w:r w:rsidRPr="00FF55F1">
        <w:t xml:space="preserve">s minimálním počtem </w:t>
      </w:r>
      <w:r w:rsidR="003E5D63" w:rsidRPr="00FF55F1">
        <w:t>10</w:t>
      </w:r>
      <w:r w:rsidR="00FE5C52">
        <w:t xml:space="preserve"> </w:t>
      </w:r>
      <w:r w:rsidRPr="00FF55F1">
        <w:t xml:space="preserve">ks výhybek včetně </w:t>
      </w:r>
      <w:r w:rsidR="003E5D63" w:rsidRPr="00FF55F1">
        <w:t xml:space="preserve">potřebných úprav </w:t>
      </w:r>
      <w:r w:rsidRPr="00FF55F1">
        <w:t xml:space="preserve">zabezpečovacího zařízení,  </w:t>
      </w:r>
    </w:p>
    <w:p w14:paraId="2EC11314" w14:textId="756B449B" w:rsidR="00392730" w:rsidRPr="00CF6EB5" w:rsidRDefault="00392730" w:rsidP="00F05FCA">
      <w:pPr>
        <w:pStyle w:val="Odstavec1-1a"/>
      </w:pPr>
      <w:r w:rsidRPr="00FF55F1">
        <w:t xml:space="preserve">zajištění </w:t>
      </w:r>
      <w:r w:rsidR="00AA4782" w:rsidRPr="00FF55F1">
        <w:t xml:space="preserve">vydání alespoň nepravomocného </w:t>
      </w:r>
      <w:r w:rsidR="00245345" w:rsidRPr="00FF55F1">
        <w:t xml:space="preserve">stavebního povolení </w:t>
      </w:r>
      <w:r w:rsidRPr="00FF55F1">
        <w:t xml:space="preserve">nebo společného povolení, kterým se stavba umisťuje a povoluje, </w:t>
      </w:r>
      <w:r w:rsidR="00245345" w:rsidRPr="00FF55F1">
        <w:t xml:space="preserve">nebo povolení </w:t>
      </w:r>
      <w:r w:rsidR="008B75C5" w:rsidRPr="00FF55F1">
        <w:t xml:space="preserve">záměru (povolení </w:t>
      </w:r>
      <w:r w:rsidR="00245345" w:rsidRPr="00FF55F1">
        <w:t>stavby dle zákona č. 283/2021 Sb., stavební zákon, ve znění</w:t>
      </w:r>
      <w:r w:rsidR="00245345" w:rsidRPr="00CF6EB5">
        <w:t xml:space="preserve"> pozdějších předpisů</w:t>
      </w:r>
      <w:r w:rsidR="000E5067" w:rsidRPr="00CF6EB5">
        <w:t>)</w:t>
      </w:r>
      <w:r w:rsidR="00245345" w:rsidRPr="00CF6EB5">
        <w:t xml:space="preserve">, </w:t>
      </w:r>
      <w:r w:rsidRPr="00CF6EB5">
        <w:t>včetně zpracování agendy majetkoprávního vypořádání pro rekonstrukci</w:t>
      </w:r>
      <w:r w:rsidR="002C1C49" w:rsidRPr="00CF6EB5">
        <w:t xml:space="preserve"> nebo</w:t>
      </w:r>
      <w:r w:rsidRPr="00CF6EB5">
        <w:t xml:space="preserve"> novostavbu železniční trati nebo železniční stanice</w:t>
      </w:r>
      <w:r w:rsidR="00CF6EB5" w:rsidRPr="00CF6EB5">
        <w:t xml:space="preserve"> s hodnotou dokumentace nejméně </w:t>
      </w:r>
      <w:r w:rsidR="00CF6EB5" w:rsidRPr="00CF6EB5">
        <w:rPr>
          <w:b/>
          <w:bCs/>
        </w:rPr>
        <w:t>13 mil. Kč</w:t>
      </w:r>
      <w:r w:rsidR="00CF6EB5" w:rsidRPr="00CF6EB5">
        <w:t xml:space="preserve"> bez DPH.</w:t>
      </w:r>
    </w:p>
    <w:p w14:paraId="4005AA13" w14:textId="173FFF55" w:rsidR="00392730" w:rsidRDefault="00392730" w:rsidP="00392730">
      <w:pPr>
        <w:pStyle w:val="Textbezslovn"/>
        <w:rPr>
          <w:b/>
        </w:rPr>
      </w:pPr>
      <w:r w:rsidRPr="005A4D2F">
        <w:rPr>
          <w:b/>
        </w:rPr>
        <w:t>Každá z činností uvedených pod písm. a), b)</w:t>
      </w:r>
      <w:r w:rsidR="005A4D2F" w:rsidRPr="005A4D2F">
        <w:rPr>
          <w:b/>
        </w:rPr>
        <w:t xml:space="preserve"> </w:t>
      </w:r>
      <w:r w:rsidRPr="005A4D2F">
        <w:rPr>
          <w:b/>
        </w:rPr>
        <w:t>výše</w:t>
      </w:r>
      <w:r w:rsidRPr="005A4D2F">
        <w:t xml:space="preserve"> </w:t>
      </w:r>
      <w:r w:rsidRPr="005A4D2F">
        <w:rPr>
          <w:b/>
        </w:rPr>
        <w:t>musí</w:t>
      </w:r>
      <w:r w:rsidRPr="00392730">
        <w:rPr>
          <w:b/>
        </w:rPr>
        <w:t xml:space="preserve"> být doložena alespoň ve dvou referenčních zakázkách (významných službách).</w:t>
      </w:r>
    </w:p>
    <w:p w14:paraId="1A0078C8" w14:textId="1F2659F0" w:rsidR="00CF6EB5" w:rsidRDefault="00CF6EB5" w:rsidP="00392730">
      <w:pPr>
        <w:pStyle w:val="Textbezslovn"/>
      </w:pPr>
      <w:r>
        <w:rPr>
          <w:b/>
        </w:rPr>
        <w:t>Činnost</w:t>
      </w:r>
      <w:r w:rsidRPr="00A961B9">
        <w:rPr>
          <w:b/>
        </w:rPr>
        <w:t xml:space="preserve"> uved</w:t>
      </w:r>
      <w:r>
        <w:rPr>
          <w:b/>
        </w:rPr>
        <w:t>ená</w:t>
      </w:r>
      <w:r w:rsidRPr="00A961B9">
        <w:rPr>
          <w:b/>
        </w:rPr>
        <w:t xml:space="preserve"> pod písm</w:t>
      </w:r>
      <w:r>
        <w:rPr>
          <w:b/>
        </w:rPr>
        <w:t>. c)</w:t>
      </w:r>
      <w:r w:rsidRPr="00A961B9">
        <w:rPr>
          <w:b/>
        </w:rPr>
        <w:t xml:space="preserve"> výše</w:t>
      </w:r>
      <w:r w:rsidRPr="00A961B9">
        <w:t xml:space="preserve"> </w:t>
      </w:r>
      <w:r w:rsidRPr="00A961B9">
        <w:rPr>
          <w:b/>
        </w:rPr>
        <w:t>musí být</w:t>
      </w:r>
      <w:r w:rsidRPr="00392730">
        <w:rPr>
          <w:b/>
        </w:rPr>
        <w:t xml:space="preserve"> doložena alespoň </w:t>
      </w:r>
      <w:r>
        <w:rPr>
          <w:b/>
        </w:rPr>
        <w:t>v jedné</w:t>
      </w:r>
      <w:r w:rsidRPr="00392730">
        <w:rPr>
          <w:b/>
        </w:rPr>
        <w:t xml:space="preserve"> referenční z</w:t>
      </w:r>
      <w:r>
        <w:rPr>
          <w:b/>
        </w:rPr>
        <w:t>akázce</w:t>
      </w:r>
      <w:r w:rsidRPr="00392730">
        <w:rPr>
          <w:b/>
        </w:rPr>
        <w:t xml:space="preserve"> (</w:t>
      </w:r>
      <w:r>
        <w:rPr>
          <w:b/>
        </w:rPr>
        <w:t>významné službě</w:t>
      </w:r>
      <w:r w:rsidRPr="00392730">
        <w:rPr>
          <w:b/>
        </w:rPr>
        <w:t>).</w:t>
      </w:r>
    </w:p>
    <w:p w14:paraId="345A8381" w14:textId="23AEF1EF" w:rsidR="00392730" w:rsidRDefault="00392730" w:rsidP="00392730">
      <w:pPr>
        <w:pStyle w:val="Textbezslovn"/>
      </w:pPr>
      <w:r>
        <w:t xml:space="preserve">Parametry, resp. požadavky na </w:t>
      </w:r>
      <w:r w:rsidRPr="00303660">
        <w:t>obsahovou náplň činností, uvedené výše pod písm. a), b), c) lze splnit všechny současně v rámci jedné referenční zakázky (významné služby), ale připouští se i splnění požadavků dle písm. a), b), c)</w:t>
      </w:r>
      <w:r w:rsidR="00303660" w:rsidRPr="00303660">
        <w:t xml:space="preserve"> </w:t>
      </w:r>
      <w:r w:rsidRPr="00303660">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14:paraId="64FBF883" w14:textId="1F9FE95E"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w:t>
      </w:r>
      <w:r w:rsidR="00303660">
        <w:t xml:space="preserve"> </w:t>
      </w:r>
      <w:r w:rsidR="00303660">
        <w:rPr>
          <w:b/>
          <w:bCs/>
        </w:rPr>
        <w:t>13 000 000,-</w:t>
      </w:r>
      <w:r>
        <w:t xml:space="preserve"> </w:t>
      </w:r>
      <w:r w:rsidRPr="00392730">
        <w:rPr>
          <w:b/>
        </w:rPr>
        <w:t>Kč</w:t>
      </w:r>
      <w:r>
        <w:t xml:space="preserve"> bez DPH, přičemž alespoň jedna významná služba musí dosahovat </w:t>
      </w:r>
      <w:r w:rsidR="00DE696C">
        <w:t xml:space="preserve">hodnoty </w:t>
      </w:r>
      <w:r>
        <w:t xml:space="preserve">nejméně </w:t>
      </w:r>
      <w:r w:rsidR="00303660">
        <w:rPr>
          <w:b/>
          <w:bCs/>
        </w:rPr>
        <w:t>6 500 000,-</w:t>
      </w:r>
      <w:r>
        <w:t xml:space="preserve">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49D9163D"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5F4DDE">
        <w:t>účinném do 31.12.2023 (dále též „starý stavební zákon“)</w:t>
      </w:r>
      <w:r w:rsidR="005F4DDE" w:rsidRPr="000045F9" w:rsidDel="007F1689">
        <w:t xml:space="preserve"> </w:t>
      </w:r>
      <w:r w:rsidR="00245345">
        <w:t xml:space="preserve">či ve smyslu </w:t>
      </w:r>
      <w:r w:rsidR="005F4DDE">
        <w:t xml:space="preserve">§ 6 odst. 1 </w:t>
      </w:r>
      <w:r w:rsidR="00245345" w:rsidRPr="00A4043B">
        <w:t>zákona č. 283/2021 Sb., stavební zákon, ve znění pozdějších předpisů</w:t>
      </w:r>
      <w:r w:rsidR="005F4DDE">
        <w:t xml:space="preserve"> (dále též „nový stavební zákon“)</w:t>
      </w:r>
      <w:r w:rsidRPr="000045F9">
        <w:t>.</w:t>
      </w:r>
    </w:p>
    <w:p w14:paraId="2CEECEB6" w14:textId="17557E29"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5F4DDE">
        <w:t xml:space="preserve">starého </w:t>
      </w:r>
      <w:r w:rsidRPr="000045F9">
        <w:t>stavebního zákona</w:t>
      </w:r>
      <w:r w:rsidR="005F4DDE">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607CF5A8" w14:textId="49FA178D" w:rsidR="00DE696C"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5F4DDE">
        <w:t xml:space="preserve">starého </w:t>
      </w:r>
      <w:r w:rsidRPr="000045F9">
        <w:t xml:space="preserve">stavebního zákona </w:t>
      </w:r>
      <w:r w:rsidR="005F4DDE">
        <w:t>nebo § 6 odst. 1 nového stavebního zákona</w:t>
      </w:r>
      <w:r w:rsidR="005F4DDE" w:rsidRPr="000045F9">
        <w:t xml:space="preserve">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A5724A">
        <w:t xml:space="preserve"> </w:t>
      </w:r>
      <w:r w:rsidRPr="000045F9">
        <w:t>a/nebo čištění kolejového/štěrkového lože.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67255CA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7B0D1C45"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8B75C5" w:rsidRPr="008B75C5">
        <w:t xml:space="preserve"> </w:t>
      </w:r>
      <w:r w:rsidR="008B75C5" w:rsidRPr="00782576">
        <w:t xml:space="preserve">posouzení shody nebo vhodnosti pro použití prvku interoperability </w:t>
      </w:r>
      <w:r w:rsidR="008B75C5">
        <w:t xml:space="preserve">či </w:t>
      </w:r>
      <w:r w:rsidR="008B75C5" w:rsidRPr="00782576">
        <w:t>ES prohlášení o ověření subsystému</w:t>
      </w:r>
      <w:r>
        <w:t>, zpracování nákladů stavby, zpracování v režimu BIM;</w:t>
      </w:r>
    </w:p>
    <w:p w14:paraId="10AB0D7A" w14:textId="1E87A056"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w:t>
      </w:r>
      <w:r w:rsidRPr="002E506F">
        <w:t xml:space="preserve">případného podání žádosti </w:t>
      </w:r>
      <w:r w:rsidR="006A070D" w:rsidRPr="002E506F">
        <w:t>o územní rozhodnutí, územní souhlas,</w:t>
      </w:r>
      <w:r w:rsidRPr="002E506F">
        <w:t xml:space="preserve"> stavební povolení</w:t>
      </w:r>
      <w:r w:rsidR="003D55A0" w:rsidRPr="002E506F">
        <w:t>,</w:t>
      </w:r>
      <w:r w:rsidRPr="002E506F">
        <w:t xml:space="preserve"> společné povolení</w:t>
      </w:r>
      <w:r w:rsidR="006B510E" w:rsidRPr="002E506F">
        <w:t xml:space="preserve"> nebo povolení </w:t>
      </w:r>
      <w:r w:rsidR="008B75C5" w:rsidRPr="002E506F">
        <w:t xml:space="preserve">záměru (povolení </w:t>
      </w:r>
      <w:r w:rsidR="006B510E" w:rsidRPr="002E506F">
        <w:t>stavby</w:t>
      </w:r>
      <w:r w:rsidR="008B75C5" w:rsidRPr="002E506F">
        <w:t>)</w:t>
      </w:r>
      <w:r w:rsidRPr="002E506F">
        <w:t xml:space="preserve">, je-li součástí plnění zakázky. </w:t>
      </w:r>
      <w:r w:rsidR="00BC4CE7" w:rsidRPr="002E506F">
        <w:t>Tento odstavec</w:t>
      </w:r>
      <w:r w:rsidR="003B0F0D" w:rsidRPr="002E506F">
        <w:t>, resp. odrážka,</w:t>
      </w:r>
      <w:r w:rsidR="00BC4CE7" w:rsidRPr="002E506F">
        <w:t xml:space="preserve"> se nevztahuje na službu dle písm. </w:t>
      </w:r>
      <w:r w:rsidR="002E506F" w:rsidRPr="002E506F">
        <w:t>c</w:t>
      </w:r>
      <w:r w:rsidR="00BC4CE7" w:rsidRPr="002E506F">
        <w:t>) tohoto článku.</w:t>
      </w:r>
      <w:r w:rsidR="00BC4CE7" w:rsidRPr="000E6038">
        <w:t xml:space="preserve">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138D152D" w:rsidR="009E1AEE" w:rsidRDefault="009E1AEE" w:rsidP="009E1AEE">
      <w:pPr>
        <w:pStyle w:val="Textbezslovn"/>
      </w:pPr>
      <w:r>
        <w:t xml:space="preserve">Zadavatel požaduje předložení seznamu odborného personálu dodavatele. Pro každou osobu odborného personálu v níže uvedené </w:t>
      </w:r>
      <w:r w:rsidRPr="00464E6C">
        <w:t xml:space="preserve">funkci, s výjimkou </w:t>
      </w:r>
      <w:r w:rsidR="00A64237" w:rsidRPr="00464E6C">
        <w:t xml:space="preserve">autorizovaného </w:t>
      </w:r>
      <w:r w:rsidRPr="00464E6C">
        <w:t xml:space="preserve">zeměměřického inženýra, může být za účelem splnění kvalifikace doložena pouze jedna osoba. Jednotlivé požadavky na kvalifikační kritéria u každé jednotlivé funkce, s výjimkou </w:t>
      </w:r>
      <w:r w:rsidR="00A64237" w:rsidRPr="00464E6C">
        <w:t xml:space="preserve">autorizace </w:t>
      </w:r>
      <w:r w:rsidRPr="00464E6C">
        <w:t xml:space="preserve">pro ověřování výsledků zeměměřických činností u osoby </w:t>
      </w:r>
      <w:r w:rsidR="00A64237" w:rsidRPr="00464E6C">
        <w:t xml:space="preserve">autorizovaného </w:t>
      </w:r>
      <w:r w:rsidRPr="00464E6C">
        <w:t>zeměměřického inženýra, nelze jakkoliv rozdělit mezi více fyzických osob, takže u téže funkce člena odborného personálu nemůže být prokázáno splnění např. požadované</w:t>
      </w:r>
      <w:r w:rsidR="00AA4782" w:rsidRPr="00464E6C">
        <w:t xml:space="preserve"> praxe</w:t>
      </w:r>
      <w:r w:rsidRPr="00464E6C">
        <w:t xml:space="preserve"> jednou osobou a pomocí jiné osoby odborná způsobilost</w:t>
      </w:r>
      <w:r>
        <w:t xml:space="preserve">.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Pr="00464E6C"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w:t>
      </w:r>
      <w:r w:rsidRPr="00464E6C">
        <w:t xml:space="preserve">vyplývat </w:t>
      </w:r>
      <w:proofErr w:type="gramStart"/>
      <w:r w:rsidRPr="00464E6C">
        <w:t>z</w:t>
      </w:r>
      <w:proofErr w:type="gramEnd"/>
      <w:r w:rsidRPr="00464E6C">
        <w:t xml:space="preserve"> dodavatelem předkládaných dokumentů):</w:t>
      </w:r>
    </w:p>
    <w:p w14:paraId="2D2358F9" w14:textId="361D74C1" w:rsidR="009E1AEE" w:rsidRPr="00EA3668" w:rsidRDefault="005A595A" w:rsidP="00EA148D">
      <w:pPr>
        <w:pStyle w:val="Odstavec1-1a"/>
        <w:numPr>
          <w:ilvl w:val="0"/>
          <w:numId w:val="16"/>
        </w:numPr>
        <w:rPr>
          <w:b/>
        </w:rPr>
      </w:pPr>
      <w:r w:rsidRPr="00EA3668">
        <w:rPr>
          <w:b/>
        </w:rPr>
        <w:t>hlavní projektant</w:t>
      </w:r>
      <w:r w:rsidR="00BC4CE7" w:rsidRPr="00EA3668">
        <w:rPr>
          <w:b/>
        </w:rPr>
        <w:t xml:space="preserve"> (HIP)</w:t>
      </w:r>
      <w:r w:rsidR="009E1AEE" w:rsidRPr="00EA3668">
        <w:rPr>
          <w:b/>
        </w:rPr>
        <w:t xml:space="preserve"> </w:t>
      </w:r>
    </w:p>
    <w:p w14:paraId="1C8DEE95" w14:textId="31B265D5" w:rsidR="009E1AEE" w:rsidRPr="00EA3668" w:rsidRDefault="009E1AEE" w:rsidP="009E1AEE">
      <w:pPr>
        <w:pStyle w:val="Odrka1-2-"/>
      </w:pPr>
      <w:r w:rsidRPr="00EA3668">
        <w:t>nejméně 5 let praxe v projektování</w:t>
      </w:r>
      <w:r w:rsidR="00BC4CE7" w:rsidRPr="00EA3668">
        <w:t xml:space="preserve"> staveb železničních drah</w:t>
      </w:r>
      <w:r w:rsidRPr="00EA3668">
        <w:t xml:space="preserve">, které obsahovaly alespoň následující činnosti: projektování </w:t>
      </w:r>
      <w:r w:rsidR="003430CD" w:rsidRPr="00EA3668">
        <w:t>zabezpečovacího železničního zařízení</w:t>
      </w:r>
      <w:r w:rsidRPr="00EA3668">
        <w:t xml:space="preserve">; </w:t>
      </w:r>
    </w:p>
    <w:p w14:paraId="0C067D02" w14:textId="302FE641" w:rsidR="009E1AEE" w:rsidRPr="00464E6C" w:rsidRDefault="009E1AEE" w:rsidP="009E1AEE">
      <w:pPr>
        <w:pStyle w:val="Odrka1-2-"/>
      </w:pPr>
      <w:r w:rsidRPr="00464E6C">
        <w:t xml:space="preserve">autorizace v rozsahu dle § 5 odst. 3 písm. </w:t>
      </w:r>
      <w:r w:rsidR="00464E6C" w:rsidRPr="00464E6C">
        <w:t>e)</w:t>
      </w:r>
      <w:r w:rsidRPr="00464E6C">
        <w:t xml:space="preserve"> zák. č. 360/1992 Sb., o výkonu povolání autorizovaných architektů a o výkonu povolání autorizovaných inženýrů a techniků činných ve výstavbě, ve znění pozdějších předpisů (dále jen „autorizační zákon“), tedy pro</w:t>
      </w:r>
      <w:r w:rsidR="00D04474">
        <w:t xml:space="preserve"> </w:t>
      </w:r>
      <w:r w:rsidR="00464E6C" w:rsidRPr="00464E6C">
        <w:t>technologická zařízení staveb</w:t>
      </w:r>
      <w:r w:rsidRPr="00464E6C">
        <w:t xml:space="preserve">; </w:t>
      </w:r>
    </w:p>
    <w:p w14:paraId="6FF67603" w14:textId="17A72B1B" w:rsidR="009E1AEE" w:rsidRPr="00464E6C" w:rsidRDefault="009E1AEE" w:rsidP="00B51E0F">
      <w:pPr>
        <w:pStyle w:val="Odrka1-2-"/>
      </w:pPr>
      <w:r w:rsidRPr="00464E6C">
        <w:t xml:space="preserve">prokázat zkušenost s plněním alespoň </w:t>
      </w:r>
      <w:r w:rsidR="00440F7E" w:rsidRPr="00464E6C">
        <w:t xml:space="preserve">jedné zakázky </w:t>
      </w:r>
      <w:r w:rsidRPr="00464E6C">
        <w:t xml:space="preserve">na projektové práce </w:t>
      </w:r>
      <w:r w:rsidR="00B51E0F" w:rsidRPr="00464E6C">
        <w:t xml:space="preserve">spočívající ve zpracování dokumentace </w:t>
      </w:r>
      <w:r w:rsidRPr="00464E6C">
        <w:t xml:space="preserve">pro stavby železničních drah ve stupni </w:t>
      </w:r>
      <w:r w:rsidR="00D474A0" w:rsidRPr="00464E6C">
        <w:t xml:space="preserve">DUR nebo </w:t>
      </w:r>
      <w:r w:rsidRPr="00464E6C">
        <w:t>DSP nebo DSP+PDPS nebo DUSP</w:t>
      </w:r>
      <w:r w:rsidR="007250A8" w:rsidRPr="00464E6C">
        <w:t>/DUSL</w:t>
      </w:r>
      <w:r w:rsidRPr="00464E6C">
        <w:t xml:space="preserve"> </w:t>
      </w:r>
      <w:r w:rsidR="006E750A" w:rsidRPr="00464E6C">
        <w:t>nebo DUSP</w:t>
      </w:r>
      <w:r w:rsidR="007250A8" w:rsidRPr="00464E6C">
        <w:t>/DUSL</w:t>
      </w:r>
      <w:r w:rsidR="006E750A" w:rsidRPr="00464E6C">
        <w:t xml:space="preserve">+PDPS </w:t>
      </w:r>
      <w:r w:rsidR="00C95863" w:rsidRPr="00464E6C">
        <w:t xml:space="preserve">nebo DUR+DSP nebo DUR+DSP+PDPS </w:t>
      </w:r>
      <w:r w:rsidRPr="00464E6C">
        <w:t>ve funkci vedoucího týmu</w:t>
      </w:r>
      <w:r w:rsidR="00AA4782" w:rsidRPr="00464E6C">
        <w:t xml:space="preserve"> </w:t>
      </w:r>
      <w:r w:rsidR="000E1442" w:rsidRPr="00464E6C">
        <w:t>nebo zástupce vedoucího týmu</w:t>
      </w:r>
      <w:r w:rsidRPr="00464E6C">
        <w:t xml:space="preserve">, přičemž </w:t>
      </w:r>
      <w:r w:rsidR="00440F7E" w:rsidRPr="00464E6C">
        <w:t xml:space="preserve">hodnota zakázky </w:t>
      </w:r>
      <w:r w:rsidR="00440F7E" w:rsidRPr="00464E6C">
        <w:rPr>
          <w:rFonts w:cs="Arial"/>
          <w:bCs/>
        </w:rPr>
        <w:t xml:space="preserve">musí činit nejméně </w:t>
      </w:r>
      <w:r w:rsidR="00464E6C" w:rsidRPr="00464E6C">
        <w:rPr>
          <w:rFonts w:cs="Arial"/>
          <w:b/>
        </w:rPr>
        <w:t>4 000 000,-</w:t>
      </w:r>
      <w:r w:rsidR="00440F7E" w:rsidRPr="00464E6C">
        <w:rPr>
          <w:rFonts w:cs="Arial"/>
          <w:bCs/>
        </w:rPr>
        <w:t xml:space="preserve"> </w:t>
      </w:r>
      <w:r w:rsidR="00440F7E" w:rsidRPr="00464E6C">
        <w:rPr>
          <w:rFonts w:cs="Arial"/>
          <w:b/>
          <w:bCs/>
        </w:rPr>
        <w:t>Kč</w:t>
      </w:r>
      <w:r w:rsidR="00440F7E" w:rsidRPr="00464E6C">
        <w:rPr>
          <w:rFonts w:cs="Arial"/>
          <w:bCs/>
        </w:rPr>
        <w:t xml:space="preserve"> bez DPH</w:t>
      </w:r>
      <w:r w:rsidR="00440F7E" w:rsidRPr="00464E6C">
        <w:t xml:space="preserve"> a </w:t>
      </w:r>
      <w:r w:rsidRPr="00464E6C">
        <w:t xml:space="preserve">musí </w:t>
      </w:r>
      <w:r w:rsidR="00440F7E" w:rsidRPr="00464E6C">
        <w:t xml:space="preserve">se </w:t>
      </w:r>
      <w:r w:rsidRPr="00464E6C">
        <w:t>jednat o zakázk</w:t>
      </w:r>
      <w:r w:rsidR="000749E8" w:rsidRPr="00464E6C">
        <w:t>u</w:t>
      </w:r>
      <w:r w:rsidRPr="00464E6C">
        <w:t xml:space="preserve"> dokončen</w:t>
      </w:r>
      <w:r w:rsidR="000749E8" w:rsidRPr="00464E6C">
        <w:t>ou</w:t>
      </w:r>
      <w:r w:rsidRPr="00464E6C">
        <w:t>, avšak zadavatel nestanoví maximální lhůtu, ve které musel</w:t>
      </w:r>
      <w:r w:rsidR="000749E8" w:rsidRPr="00464E6C">
        <w:t>a</w:t>
      </w:r>
      <w:r w:rsidRPr="00464E6C">
        <w:t xml:space="preserve"> být zakázk</w:t>
      </w:r>
      <w:r w:rsidR="000749E8" w:rsidRPr="00464E6C">
        <w:t>a</w:t>
      </w:r>
      <w:r w:rsidRPr="00464E6C">
        <w:t xml:space="preserve"> dokončen</w:t>
      </w:r>
      <w:r w:rsidR="000749E8" w:rsidRPr="00464E6C">
        <w:t>a</w:t>
      </w:r>
      <w:r w:rsidRPr="00464E6C">
        <w:t>; pokud byla referovaná činnost součástí rozsáhlejšího plnění pro objednatele služby (např. kromě zpracování projektové dokumentace měl dodavatel vykonávat i dozor</w:t>
      </w:r>
      <w:r w:rsidR="005E0759" w:rsidRPr="00464E6C">
        <w:t xml:space="preserve"> projektanta</w:t>
      </w:r>
      <w:r w:rsidRPr="00464E6C">
        <w:t>) postačí, pokud je dokončeno plněn</w:t>
      </w:r>
      <w:r w:rsidR="00355D2A" w:rsidRPr="00464E6C">
        <w:t>í</w:t>
      </w:r>
      <w:r w:rsidR="000749E8" w:rsidRPr="00464E6C">
        <w:t xml:space="preserve"> odpovídající zadavatelem stanovené definici požadované zkušenosti</w:t>
      </w:r>
      <w:r w:rsidR="00355D2A" w:rsidRPr="00464E6C">
        <w:t>;</w:t>
      </w:r>
      <w:r w:rsidRPr="00464E6C">
        <w:t xml:space="preserve">  </w:t>
      </w:r>
    </w:p>
    <w:p w14:paraId="03BB03C7" w14:textId="2A5E9950" w:rsidR="001501B9" w:rsidRPr="00B72654" w:rsidRDefault="001501B9" w:rsidP="001501B9">
      <w:pPr>
        <w:pStyle w:val="Odstavec1-1a"/>
        <w:numPr>
          <w:ilvl w:val="0"/>
          <w:numId w:val="16"/>
        </w:numPr>
        <w:rPr>
          <w:b/>
        </w:rPr>
      </w:pPr>
      <w:r w:rsidRPr="00B72654">
        <w:rPr>
          <w:b/>
        </w:rPr>
        <w:t xml:space="preserve">zástupce hlavního projektanta  </w:t>
      </w:r>
    </w:p>
    <w:p w14:paraId="388C92E1" w14:textId="1B39F0F3" w:rsidR="001501B9" w:rsidRPr="00B72654" w:rsidRDefault="001501B9" w:rsidP="001501B9">
      <w:pPr>
        <w:pStyle w:val="Odrka1-2-"/>
      </w:pPr>
      <w:r w:rsidRPr="00B72654">
        <w:t xml:space="preserve">nejméně 5 let praxe v projektování staveb železničních drah, které obsahovaly alespoň následující činnosti: projektování </w:t>
      </w:r>
      <w:r w:rsidR="008B4120" w:rsidRPr="00B72654">
        <w:t>zabezpečovacího nebo sdělovacího železničního</w:t>
      </w:r>
      <w:r w:rsidRPr="00B72654">
        <w:t xml:space="preserve">; </w:t>
      </w:r>
    </w:p>
    <w:p w14:paraId="21B3132F" w14:textId="2FC17F3B" w:rsidR="001501B9" w:rsidRPr="00B72654" w:rsidRDefault="001501B9" w:rsidP="001501B9">
      <w:pPr>
        <w:pStyle w:val="Odrka1-2-"/>
        <w:rPr>
          <w:b/>
        </w:rPr>
      </w:pPr>
      <w:r w:rsidRPr="00B72654">
        <w:t>autorizace v rozsahu dle § 5 odst. 3 písm.</w:t>
      </w:r>
      <w:r w:rsidR="00B72654" w:rsidRPr="00B72654">
        <w:t xml:space="preserve"> e), tedy pro technologická zařízení staveb</w:t>
      </w:r>
      <w:r w:rsidRPr="00B72654">
        <w:t>;</w:t>
      </w:r>
    </w:p>
    <w:p w14:paraId="19BAA002" w14:textId="77777777" w:rsidR="009E1AEE" w:rsidRPr="006912F5" w:rsidRDefault="009E1AEE" w:rsidP="00EA148D">
      <w:pPr>
        <w:pStyle w:val="Odstavec1-1a"/>
        <w:numPr>
          <w:ilvl w:val="0"/>
          <w:numId w:val="16"/>
        </w:numPr>
        <w:rPr>
          <w:b/>
        </w:rPr>
      </w:pPr>
      <w:r w:rsidRPr="006912F5">
        <w:rPr>
          <w:b/>
        </w:rPr>
        <w:t>specialista na zabezpečovací zařízení</w:t>
      </w:r>
    </w:p>
    <w:p w14:paraId="3ADF40C2" w14:textId="0C1B2DAB" w:rsidR="00355D2A" w:rsidRPr="006912F5" w:rsidRDefault="009E1AEE" w:rsidP="00355D2A">
      <w:pPr>
        <w:pStyle w:val="Odrka1-2-"/>
      </w:pPr>
      <w:r w:rsidRPr="006912F5">
        <w:t xml:space="preserve">nejméně 5 let praxe </w:t>
      </w:r>
      <w:r w:rsidR="000749E8" w:rsidRPr="006912F5">
        <w:t xml:space="preserve">v projektování v oboru své specializace </w:t>
      </w:r>
      <w:r w:rsidR="0024255A" w:rsidRPr="006912F5">
        <w:t>(zabezpečovací zařízení)</w:t>
      </w:r>
      <w:r w:rsidRPr="006912F5">
        <w:t>;</w:t>
      </w:r>
    </w:p>
    <w:p w14:paraId="21C42832" w14:textId="77777777" w:rsidR="009E1AEE" w:rsidRPr="006912F5" w:rsidRDefault="009E1AEE" w:rsidP="00355D2A">
      <w:pPr>
        <w:pStyle w:val="Odrka1-2-"/>
      </w:pPr>
      <w:r w:rsidRPr="006912F5">
        <w:t xml:space="preserve">autorizace v rozsahu dle § 5 odst. 3 písm. e) autorizačního zákona, tedy v oboru technologická zařízení staveb; </w:t>
      </w:r>
    </w:p>
    <w:p w14:paraId="7D46D835" w14:textId="77777777" w:rsidR="009E1AEE" w:rsidRPr="006912F5" w:rsidRDefault="009E1AEE" w:rsidP="00EA148D">
      <w:pPr>
        <w:pStyle w:val="Odstavec1-1a"/>
        <w:numPr>
          <w:ilvl w:val="0"/>
          <w:numId w:val="16"/>
        </w:numPr>
        <w:rPr>
          <w:b/>
        </w:rPr>
      </w:pPr>
      <w:r w:rsidRPr="006912F5">
        <w:rPr>
          <w:b/>
        </w:rPr>
        <w:t>specialista na sdělovací zařízení</w:t>
      </w:r>
    </w:p>
    <w:p w14:paraId="5EFF262E" w14:textId="1C8793F9" w:rsidR="00355D2A" w:rsidRPr="006912F5" w:rsidRDefault="009E1AEE" w:rsidP="00355D2A">
      <w:pPr>
        <w:pStyle w:val="Odrka1-2-"/>
      </w:pPr>
      <w:r w:rsidRPr="006912F5">
        <w:t xml:space="preserve">nejméně 5 let praxe </w:t>
      </w:r>
      <w:r w:rsidR="000749E8" w:rsidRPr="006912F5">
        <w:t xml:space="preserve">v projektování v oboru své specializace </w:t>
      </w:r>
      <w:r w:rsidR="0024255A" w:rsidRPr="006912F5">
        <w:t>(sdělovací zařízení)</w:t>
      </w:r>
      <w:r w:rsidRPr="006912F5">
        <w:t xml:space="preserve">; </w:t>
      </w:r>
    </w:p>
    <w:p w14:paraId="7D688E45" w14:textId="77777777" w:rsidR="009E1AEE" w:rsidRPr="006912F5" w:rsidRDefault="009E1AEE" w:rsidP="00355D2A">
      <w:pPr>
        <w:pStyle w:val="Odrka1-2-"/>
      </w:pPr>
      <w:r w:rsidRPr="006912F5">
        <w:t xml:space="preserve">autorizace v rozsahu dle § 5 odst. 3 písm. e) autorizačního zákona, tedy v oboru technologická zařízení staveb; </w:t>
      </w:r>
    </w:p>
    <w:p w14:paraId="17B00999" w14:textId="77777777" w:rsidR="009E1AEE" w:rsidRPr="006912F5" w:rsidRDefault="009E1AEE" w:rsidP="00EA148D">
      <w:pPr>
        <w:pStyle w:val="Odstavec1-1a"/>
        <w:numPr>
          <w:ilvl w:val="0"/>
          <w:numId w:val="16"/>
        </w:numPr>
        <w:rPr>
          <w:b/>
        </w:rPr>
      </w:pPr>
      <w:r w:rsidRPr="006912F5">
        <w:rPr>
          <w:b/>
        </w:rPr>
        <w:t>specialista na silnoproudou technologii</w:t>
      </w:r>
    </w:p>
    <w:p w14:paraId="07A3008C" w14:textId="73544049" w:rsidR="00355D2A" w:rsidRPr="006912F5" w:rsidRDefault="009E1AEE" w:rsidP="00355D2A">
      <w:pPr>
        <w:pStyle w:val="Odrka1-2-"/>
      </w:pPr>
      <w:r w:rsidRPr="006912F5">
        <w:t xml:space="preserve">nejméně 5 let praxe </w:t>
      </w:r>
      <w:r w:rsidR="000749E8" w:rsidRPr="006912F5">
        <w:t xml:space="preserve">v projektování v oboru své specializace </w:t>
      </w:r>
      <w:r w:rsidR="0024255A" w:rsidRPr="006912F5">
        <w:t>(silnoproudá technologie)</w:t>
      </w:r>
      <w:r w:rsidRPr="006912F5">
        <w:t xml:space="preserve">; </w:t>
      </w:r>
    </w:p>
    <w:p w14:paraId="1358B4DB" w14:textId="77777777" w:rsidR="009E1AEE" w:rsidRPr="006912F5" w:rsidRDefault="009E1AEE" w:rsidP="00355D2A">
      <w:pPr>
        <w:pStyle w:val="Odrka1-2-"/>
      </w:pPr>
      <w:r w:rsidRPr="006912F5">
        <w:t xml:space="preserve">autorizace v rozsahu dle § 5 odst. 3 písm. e) autorizačního zákona, tedy v oboru technologická zařízení staveb; </w:t>
      </w:r>
    </w:p>
    <w:p w14:paraId="55B13F7B" w14:textId="77777777" w:rsidR="009E1AEE" w:rsidRPr="006912F5" w:rsidRDefault="009E1AEE" w:rsidP="00EA148D">
      <w:pPr>
        <w:pStyle w:val="Odstavec1-1a"/>
        <w:numPr>
          <w:ilvl w:val="0"/>
          <w:numId w:val="16"/>
        </w:numPr>
        <w:rPr>
          <w:b/>
        </w:rPr>
      </w:pPr>
      <w:r w:rsidRPr="006912F5">
        <w:rPr>
          <w:b/>
        </w:rPr>
        <w:t>specialista na životní prostředí</w:t>
      </w:r>
    </w:p>
    <w:p w14:paraId="4156C8C5" w14:textId="77777777" w:rsidR="00355D2A" w:rsidRPr="006912F5" w:rsidRDefault="009E1AEE" w:rsidP="00355D2A">
      <w:pPr>
        <w:pStyle w:val="Odrka1-2-"/>
      </w:pPr>
      <w:r w:rsidRPr="006912F5">
        <w:t xml:space="preserve">nejméně 5 let praxe v projektování v oboru své specializace </w:t>
      </w:r>
      <w:r w:rsidR="0024255A" w:rsidRPr="006912F5">
        <w:t xml:space="preserve">(životní prostředí) </w:t>
      </w:r>
      <w:r w:rsidRPr="006912F5">
        <w:t xml:space="preserve">nebo v posuzování vlivů na životní prostředí; </w:t>
      </w:r>
    </w:p>
    <w:p w14:paraId="396110EC" w14:textId="77777777" w:rsidR="009E1AEE" w:rsidRPr="006912F5" w:rsidRDefault="009E1AEE" w:rsidP="00355D2A">
      <w:pPr>
        <w:pStyle w:val="Odrka1-2-"/>
      </w:pPr>
      <w:r w:rsidRPr="006912F5">
        <w:t>autorizace ke zpracování dokumentace a posudku dle § 19 zák. č. 100/2001 Sb., o posuzování vlivů na životní prostředí, ve znění pozdějších předpisů;</w:t>
      </w:r>
    </w:p>
    <w:p w14:paraId="5BD30207" w14:textId="4FAE47B5" w:rsidR="009E1AEE" w:rsidRPr="006912F5" w:rsidRDefault="00A64237" w:rsidP="00EA148D">
      <w:pPr>
        <w:pStyle w:val="Odstavec1-1a"/>
        <w:numPr>
          <w:ilvl w:val="0"/>
          <w:numId w:val="16"/>
        </w:numPr>
        <w:rPr>
          <w:b/>
        </w:rPr>
      </w:pPr>
      <w:r w:rsidRPr="006912F5">
        <w:rPr>
          <w:b/>
        </w:rPr>
        <w:t xml:space="preserve">autorizovaný </w:t>
      </w:r>
      <w:r w:rsidR="009E1AEE" w:rsidRPr="006912F5">
        <w:rPr>
          <w:b/>
        </w:rPr>
        <w:t>zeměměřický inženýr</w:t>
      </w:r>
    </w:p>
    <w:p w14:paraId="606F6A62" w14:textId="77777777" w:rsidR="00355D2A" w:rsidRPr="006912F5" w:rsidRDefault="009E1AEE" w:rsidP="00355D2A">
      <w:pPr>
        <w:pStyle w:val="Odrka1-2-"/>
      </w:pPr>
      <w:r w:rsidRPr="006912F5">
        <w:t xml:space="preserve">nejméně 5 let praxe ve svém oboru; </w:t>
      </w:r>
    </w:p>
    <w:p w14:paraId="2D510A78" w14:textId="556C1D71" w:rsidR="009E1AEE" w:rsidRPr="006912F5" w:rsidRDefault="00A64237" w:rsidP="00355D2A">
      <w:pPr>
        <w:pStyle w:val="Odrka1-2-"/>
      </w:pPr>
      <w:r w:rsidRPr="006912F5">
        <w:t xml:space="preserve">autorizace </w:t>
      </w:r>
      <w:r w:rsidR="009E1AEE" w:rsidRPr="006912F5">
        <w:t>pro ověřování výsledků zeměměřických činností v rozsahu dle §</w:t>
      </w:r>
      <w:r w:rsidRPr="006912F5">
        <w:t xml:space="preserve"> 16f</w:t>
      </w:r>
      <w:r w:rsidR="009E1AEE" w:rsidRPr="006912F5">
        <w:t xml:space="preserve"> odst. 1 písm. a) a c) zákona č. 200/1994 Sb., o zeměměřictví a o změně a doplnění některých zákonů souvisejících s jeho zavedením, ve znění pozdějších předpisů; </w:t>
      </w:r>
    </w:p>
    <w:p w14:paraId="206722D6" w14:textId="77777777" w:rsidR="009E1AEE" w:rsidRPr="009E4943" w:rsidRDefault="009E1AEE" w:rsidP="00EA148D">
      <w:pPr>
        <w:pStyle w:val="Odstavec1-1a"/>
        <w:numPr>
          <w:ilvl w:val="0"/>
          <w:numId w:val="16"/>
        </w:numPr>
        <w:rPr>
          <w:b/>
        </w:rPr>
      </w:pPr>
      <w:r w:rsidRPr="009E4943">
        <w:rPr>
          <w:b/>
        </w:rPr>
        <w:t xml:space="preserve">specialista na požární bezpečnost </w:t>
      </w:r>
    </w:p>
    <w:p w14:paraId="15D234AE" w14:textId="77777777" w:rsidR="00355D2A" w:rsidRPr="009E4943" w:rsidRDefault="009E1AEE" w:rsidP="00355D2A">
      <w:pPr>
        <w:pStyle w:val="Odrka1-2-"/>
      </w:pPr>
      <w:r w:rsidRPr="009E4943">
        <w:t>nejméně 3 roky praxe v projektování v oboru své specializace</w:t>
      </w:r>
      <w:r w:rsidR="0024255A" w:rsidRPr="009E4943">
        <w:t xml:space="preserve"> (požární bezpečnost)</w:t>
      </w:r>
      <w:r w:rsidRPr="009E4943">
        <w:t xml:space="preserve">; </w:t>
      </w:r>
    </w:p>
    <w:p w14:paraId="3C3BA31F" w14:textId="77777777" w:rsidR="009E1AEE" w:rsidRPr="009E4943" w:rsidRDefault="009E1AEE" w:rsidP="00355D2A">
      <w:pPr>
        <w:pStyle w:val="Odrka1-2-"/>
      </w:pPr>
      <w:r w:rsidRPr="009E4943">
        <w:t>autorizace v rozsahu dle § 5 odst. 3 písm. j) autorizačního zákona, tedy v oboru požární bezpečnost staveb;</w:t>
      </w:r>
    </w:p>
    <w:p w14:paraId="56EDA0AC" w14:textId="79CB37B4" w:rsidR="009E1AEE" w:rsidRPr="009E4943" w:rsidRDefault="009E1AEE" w:rsidP="00EA148D">
      <w:pPr>
        <w:pStyle w:val="Odstavec1-1a"/>
        <w:numPr>
          <w:ilvl w:val="0"/>
          <w:numId w:val="16"/>
        </w:numPr>
        <w:rPr>
          <w:b/>
        </w:rPr>
      </w:pPr>
      <w:r w:rsidRPr="009E4943">
        <w:rPr>
          <w:b/>
        </w:rPr>
        <w:t>specialista na inženýrskou činnost</w:t>
      </w:r>
    </w:p>
    <w:p w14:paraId="42A56C8F" w14:textId="2BB0E2AC" w:rsidR="009E1AEE" w:rsidRPr="009E4943" w:rsidRDefault="009E1AEE" w:rsidP="007C6F69">
      <w:pPr>
        <w:pStyle w:val="Odrka1-2-"/>
      </w:pPr>
      <w:r w:rsidRPr="009E4943">
        <w:t xml:space="preserve">nejméně 5 let praxe ve výkonu inženýrské činnosti pro vydání </w:t>
      </w:r>
      <w:r w:rsidR="005E0759" w:rsidRPr="009E4943">
        <w:t xml:space="preserve">stavebního povolení </w:t>
      </w:r>
      <w:r w:rsidR="007C6F69" w:rsidRPr="009E4943">
        <w:t xml:space="preserve">nebo </w:t>
      </w:r>
      <w:r w:rsidRPr="009E4943">
        <w:t>společného povolení</w:t>
      </w:r>
      <w:r w:rsidR="005E0759" w:rsidRPr="009E4943">
        <w:t xml:space="preserve"> nebo povolení </w:t>
      </w:r>
      <w:r w:rsidR="008B75C5" w:rsidRPr="009E4943">
        <w:t xml:space="preserve">záměru (povolení </w:t>
      </w:r>
      <w:r w:rsidR="005E0759" w:rsidRPr="009E4943">
        <w:t>stavby</w:t>
      </w:r>
      <w:r w:rsidR="008B75C5" w:rsidRPr="009E4943">
        <w:t>)</w:t>
      </w:r>
      <w:r w:rsidR="00016DBF" w:rsidRPr="009E4943">
        <w:t>,</w:t>
      </w:r>
      <w:r w:rsidRPr="009E4943">
        <w:t xml:space="preserve"> včetně majetkoprávní přípravy staveb;</w:t>
      </w:r>
    </w:p>
    <w:p w14:paraId="2565A416" w14:textId="77777777" w:rsidR="005E0759" w:rsidRPr="009E4943" w:rsidRDefault="005E0759" w:rsidP="005E0759">
      <w:pPr>
        <w:pStyle w:val="Odstavec1-1a"/>
        <w:numPr>
          <w:ilvl w:val="0"/>
          <w:numId w:val="16"/>
        </w:numPr>
      </w:pPr>
      <w:r w:rsidRPr="009E4943">
        <w:rPr>
          <w:b/>
        </w:rPr>
        <w:t>specialista</w:t>
      </w:r>
      <w:r w:rsidRPr="009E4943">
        <w:t xml:space="preserve"> </w:t>
      </w:r>
      <w:r w:rsidRPr="009E4943">
        <w:rPr>
          <w:b/>
        </w:rPr>
        <w:t>na právní poradenství</w:t>
      </w:r>
    </w:p>
    <w:p w14:paraId="4754AD51" w14:textId="680A7C10" w:rsidR="005E0759" w:rsidRPr="009E4943" w:rsidRDefault="005E0759" w:rsidP="005E0759">
      <w:pPr>
        <w:pStyle w:val="Odrka1-2-"/>
      </w:pPr>
      <w:r w:rsidRPr="009E4943">
        <w:t xml:space="preserve">nejméně 3 roky právní praxe se zaměřením na stavebnictví, zejména právní poradenství související s výkonem inženýrské činnosti pro vydání stavebního nebo společného povolení nebo povolení </w:t>
      </w:r>
      <w:r w:rsidR="008B75C5" w:rsidRPr="009E4943">
        <w:t xml:space="preserve">záměru (povolení </w:t>
      </w:r>
      <w:r w:rsidRPr="009E4943">
        <w:t>stavby</w:t>
      </w:r>
      <w:r w:rsidR="008B75C5" w:rsidRPr="009E4943">
        <w:t>)</w:t>
      </w:r>
      <w:r w:rsidRPr="009E4943">
        <w:t>, včetně majetkoprávní přípravy ve smyslu stavebního zákona, správního řádu a souvisejících předpisů ohledně liniové dopravní stavby;</w:t>
      </w:r>
    </w:p>
    <w:p w14:paraId="408BFE64" w14:textId="271A01FC" w:rsidR="009E1AEE" w:rsidRDefault="009E1AEE" w:rsidP="00C313BF">
      <w:pPr>
        <w:pStyle w:val="Textbezslovn"/>
        <w:spacing w:before="240"/>
      </w:pPr>
      <w:r w:rsidRPr="009E4943">
        <w:t xml:space="preserve">Ohledně požadavku na prokázání zkušenosti ve funkci </w:t>
      </w:r>
      <w:r w:rsidRPr="009E4943">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Pr="009E4943"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w:t>
      </w:r>
      <w:r w:rsidRPr="009E4943">
        <w:t>splňující výše uvedené parametry.</w:t>
      </w:r>
    </w:p>
    <w:p w14:paraId="5707FEE9" w14:textId="7D086AF1" w:rsidR="009E1AEE" w:rsidRPr="009E4943" w:rsidRDefault="009E1AEE" w:rsidP="009E1AEE">
      <w:pPr>
        <w:pStyle w:val="Textbezslovn"/>
      </w:pPr>
      <w:r w:rsidRPr="009E4943">
        <w:t xml:space="preserve">V případě, že je v seznamu členů odborného personálu dodavatele ve funkci </w:t>
      </w:r>
      <w:r w:rsidR="00A64237" w:rsidRPr="009E4943">
        <w:t xml:space="preserve">autorizovaného </w:t>
      </w:r>
      <w:r w:rsidRPr="009E4943">
        <w:t>zeměměřického inženýra dodavatelem uvedeno za účelem prokázání kvalifikace více osob, zadavatel požaduje, aby každá z těchto osob plně prokázala požadovan</w:t>
      </w:r>
      <w:r w:rsidR="00AA4782" w:rsidRPr="009E4943">
        <w:t>ou</w:t>
      </w:r>
      <w:r w:rsidRPr="009E4943">
        <w:t xml:space="preserve"> praxi samostatně a požadovaný rozsah </w:t>
      </w:r>
      <w:r w:rsidR="00A64237" w:rsidRPr="009E4943">
        <w:t xml:space="preserve">autorizace </w:t>
      </w:r>
      <w:r w:rsidRPr="009E4943">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A64237" w:rsidRPr="009E4943">
        <w:t xml:space="preserve"> 16f</w:t>
      </w:r>
      <w:r w:rsidRPr="009E4943">
        <w:t xml:space="preserve"> odst. 1 zák. č. č. 200/1994 Sb., o zeměměřictví a o změně a doplnění některých zákonů souvisejících s jeho zavedením, ve znění pozdějších předpisů).</w:t>
      </w:r>
    </w:p>
    <w:p w14:paraId="68CB08E8" w14:textId="77777777" w:rsidR="009E1AEE" w:rsidRDefault="009E1AEE" w:rsidP="009E1AEE">
      <w:pPr>
        <w:pStyle w:val="Textbezslovn"/>
      </w:pPr>
      <w:r w:rsidRPr="009E4943">
        <w:t>Seznam odborného personálu dodavatele zadavatel doporučuje předložit ve formě dle</w:t>
      </w:r>
      <w:r>
        <w:t xml:space="preserv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5E0D926D"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(HIP)</w:t>
      </w:r>
      <w:r>
        <w:t xml:space="preserve">, zejména, zda se na plnění konkrétních zakázek skutečně podílel. Za tímto účelem požaduje zadavatel v profesním </w:t>
      </w:r>
      <w:r w:rsidRPr="009E4943">
        <w:t xml:space="preserve">životopisu </w:t>
      </w:r>
      <w:r w:rsidR="00776C7C" w:rsidRPr="009E4943">
        <w:t>tohoto člena</w:t>
      </w:r>
      <w:r w:rsidRPr="009E4943">
        <w:t xml:space="preserve"> odborného</w:t>
      </w:r>
      <w:r>
        <w:t xml:space="preserve">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1AA6906C"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DC90B62" w14:textId="76DA180B" w:rsidR="00A64237" w:rsidRDefault="006C21E8" w:rsidP="00A64237">
      <w:pPr>
        <w:pStyle w:val="Odrka1-1"/>
      </w:pPr>
      <w:r>
        <w:t xml:space="preserve">Informace k doložení </w:t>
      </w:r>
      <w:r w:rsidR="00A64237">
        <w:t xml:space="preserve">autorizace </w:t>
      </w:r>
      <w:r>
        <w:t>pro ověřování výsledků zeměměřických činností v rozsahu dle §</w:t>
      </w:r>
      <w:r w:rsidR="00A64237">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 </w:t>
      </w:r>
      <w:r w:rsidR="00A64237">
        <w:t>autorizace</w:t>
      </w:r>
      <w:r>
        <w:t xml:space="preserve">. </w:t>
      </w:r>
      <w:r w:rsidR="00A64237">
        <w:t xml:space="preserve">Autorizaci </w:t>
      </w:r>
      <w:r>
        <w:t xml:space="preserve">udělí </w:t>
      </w:r>
      <w:r w:rsidR="00A64237" w:rsidRPr="00B370A2">
        <w:t>Česk</w:t>
      </w:r>
      <w:r w:rsidR="00A64237">
        <w:t>á</w:t>
      </w:r>
      <w:r w:rsidR="00A64237" w:rsidRPr="00B370A2">
        <w:t xml:space="preserve"> komor</w:t>
      </w:r>
      <w:r w:rsidR="00A64237">
        <w:t>a</w:t>
      </w:r>
      <w:r w:rsidR="00A64237" w:rsidRPr="00B370A2">
        <w:t xml:space="preserve"> zeměměřičů</w:t>
      </w:r>
      <w:r w:rsidR="00A64237">
        <w:t xml:space="preserve"> </w:t>
      </w:r>
      <w:r>
        <w:t>fyzické osobě, které uzná odbornou kvalifikaci a bezúhonnost podle zákona o uznávání odborné kvalifikace (zák. č. 18/2004 Sb., ve znění pozdějších předpisů)</w:t>
      </w:r>
      <w:r w:rsidR="00A64237">
        <w:t xml:space="preserve"> a která </w:t>
      </w:r>
      <w:proofErr w:type="gramStart"/>
      <w:r w:rsidR="00A64237">
        <w:t>složí</w:t>
      </w:r>
      <w:proofErr w:type="gramEnd"/>
      <w:r w:rsidR="00A64237">
        <w:t xml:space="preserve"> předepsaný slib</w:t>
      </w:r>
      <w:r>
        <w:t>. Doklady o splnění výše uvedených povinností dokládá vybraný dodavatel jako podmínku pro uzavření smlouvy.</w:t>
      </w:r>
      <w:r w:rsidR="00A64237">
        <w:t xml:space="preserve"> </w:t>
      </w:r>
    </w:p>
    <w:p w14:paraId="616ADACA" w14:textId="635C2EB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 xml:space="preserve">Za jiné osoby považuje zadavatel jak poddodavatele, tak i osoby, které s dodavatelem </w:t>
      </w:r>
      <w:proofErr w:type="gramStart"/>
      <w:r w:rsidR="005166E0">
        <w:t>tvoří</w:t>
      </w:r>
      <w:proofErr w:type="gramEnd"/>
      <w:r w:rsidR="005166E0">
        <w:t xml:space="preserve">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7CD0128" w14:textId="1FE3E999" w:rsidR="0035531B" w:rsidRDefault="0035531B" w:rsidP="00A066DE">
      <w:pPr>
        <w:pStyle w:val="Odrka1-2-"/>
      </w:pPr>
      <w:r>
        <w:t xml:space="preserve">Požadavek ohledně </w:t>
      </w:r>
      <w:r w:rsidR="00847393">
        <w:t xml:space="preserve">předložení smlouvy nebo potvrzení o její existenci, jejímž obsahem je závazek </w:t>
      </w:r>
      <w:r>
        <w:t>jiné osoby</w:t>
      </w:r>
      <w:r w:rsidR="0084739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A6664AD"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63573942"/>
      <w:r>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643340FB"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982CFD">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6530FC44"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A5724A">
        <w:t>,</w:t>
      </w:r>
      <w:r>
        <w:t xml:space="preserve"> resp. odeslaná okamžikem doručení, resp. odeslání tomuto společníkovi</w:t>
      </w:r>
      <w:r w:rsidR="0035531B">
        <w:t>.</w:t>
      </w:r>
    </w:p>
    <w:p w14:paraId="3C30BC2F" w14:textId="77777777" w:rsidR="0035531B" w:rsidRPr="007E4192" w:rsidRDefault="0035531B" w:rsidP="0035531B">
      <w:pPr>
        <w:pStyle w:val="Text1-1"/>
        <w:rPr>
          <w:rStyle w:val="Tun9b"/>
          <w:b w:val="0"/>
          <w:bCs/>
        </w:rPr>
      </w:pPr>
      <w:r w:rsidRPr="007E4192">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62F7718E" w:rsidR="00465FDD" w:rsidRPr="00EE5386"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která představuje Cen</w:t>
      </w:r>
      <w:r w:rsidR="003E566A">
        <w:t>u</w:t>
      </w:r>
      <w:r w:rsidR="00AA4EEF" w:rsidRPr="00AA4EEF">
        <w:t xml:space="preserve"> za </w:t>
      </w:r>
      <w:r w:rsidR="00AA4EEF" w:rsidRPr="00EE5386">
        <w:t xml:space="preserve">zpracování </w:t>
      </w:r>
      <w:r w:rsidR="007029B1" w:rsidRPr="00EE5386">
        <w:t xml:space="preserve">DUSL </w:t>
      </w:r>
      <w:r w:rsidR="00AA4EEF" w:rsidRPr="00EE5386">
        <w:t>bez DPH</w:t>
      </w:r>
      <w:r w:rsidR="003378A7" w:rsidRPr="00EE5386">
        <w:t xml:space="preserve"> </w:t>
      </w:r>
      <w:bookmarkStart w:id="13" w:name="_Hlk161998148"/>
      <w:r w:rsidR="003378A7" w:rsidRPr="00EE5386">
        <w:t>a Ceny za výkon Dozoru projektanta</w:t>
      </w:r>
      <w:bookmarkEnd w:id="13"/>
      <w:r w:rsidR="003378A7" w:rsidRPr="00EE5386">
        <w:t xml:space="preserve"> bez DPH</w:t>
      </w:r>
      <w:r w:rsidRPr="00EE5386">
        <w:t>;</w:t>
      </w:r>
    </w:p>
    <w:p w14:paraId="6D01AC4F" w14:textId="77777777" w:rsidR="00465FDD" w:rsidRPr="00EE5386" w:rsidRDefault="00465FDD" w:rsidP="00F348C0">
      <w:pPr>
        <w:pStyle w:val="Odrka1-2-"/>
      </w:pPr>
      <w:r w:rsidRPr="00EE5386">
        <w:t>do Přílohy č. 4 závazného vzoru smlouvy s názvem Rozpis Ceny Díla:</w:t>
      </w:r>
    </w:p>
    <w:p w14:paraId="743C5153" w14:textId="40C59C02" w:rsidR="00465FDD" w:rsidRDefault="00465FDD" w:rsidP="00F348C0">
      <w:pPr>
        <w:pStyle w:val="Odrka1-3"/>
        <w:numPr>
          <w:ilvl w:val="0"/>
          <w:numId w:val="0"/>
        </w:numPr>
        <w:ind w:left="1531"/>
      </w:pPr>
      <w:r w:rsidRPr="00EE5386">
        <w:t xml:space="preserve">Cenu za zpracování </w:t>
      </w:r>
      <w:r w:rsidR="007029B1" w:rsidRPr="00EE5386">
        <w:t xml:space="preserve">DUSL </w:t>
      </w:r>
      <w:r w:rsidRPr="00EE5386">
        <w:t>podle členění na základní a dodatečné služby</w:t>
      </w:r>
      <w:r w:rsidR="003378A7" w:rsidRPr="00EE5386">
        <w:t>, Cenu za výkon Dozoru projektanta, dále Cenu Díla včetně členění na Cenu za zpracování DUSL a Cenu za výkon Dozoru projektanta</w:t>
      </w:r>
      <w:r w:rsidR="00AA4EEF" w:rsidRPr="00EE5386">
        <w:t xml:space="preserve"> </w:t>
      </w:r>
      <w:r w:rsidRPr="00EE5386">
        <w:t xml:space="preserve">a </w:t>
      </w:r>
      <w:r w:rsidR="00AA4EEF" w:rsidRPr="00EE5386">
        <w:t>r</w:t>
      </w:r>
      <w:r w:rsidRPr="00EE5386">
        <w:t xml:space="preserve">ozpis jednotlivých položek Ceny Díla podle členění na </w:t>
      </w:r>
      <w:r w:rsidR="00AA4EEF" w:rsidRPr="00EE5386">
        <w:t>d</w:t>
      </w:r>
      <w:r w:rsidRPr="00EE5386">
        <w:t>ílčí etapy</w:t>
      </w:r>
      <w:r w:rsidR="00AA4EEF" w:rsidRPr="00EE5386">
        <w:t xml:space="preserve"> zpracování díla</w:t>
      </w:r>
      <w:r w:rsidRPr="00EE5386">
        <w:t>, a to dle v této příloze závazného vzoru smlouvy naznačených</w:t>
      </w:r>
      <w:r>
        <w:t xml:space="preserve">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3378A7">
        <w:t>Cena za výkon Dozoru projektanta je tvořena násobkem jednotkové ceny (tj. průměrné hodinové sazby za výkon Dozoru projektanta) a v Příloze č. 4 závazného vzoru smlouvy dodavatelem stanovené pracnosti (tj. množství hodin).</w:t>
      </w:r>
    </w:p>
    <w:p w14:paraId="4908DC75"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4" w:name="_Toc163573943"/>
      <w:r>
        <w:t>JAZYK NABÍDEK</w:t>
      </w:r>
      <w:r w:rsidR="00A56DEC">
        <w:t xml:space="preserve"> A KOMUNIKAČNÍ JAZYK</w:t>
      </w:r>
      <w:bookmarkEnd w:id="14"/>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6B65ED2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5" w:name="_Toc163573944"/>
      <w:r>
        <w:t>OBSAH</w:t>
      </w:r>
      <w:r w:rsidR="00845C50">
        <w:t xml:space="preserve"> a </w:t>
      </w:r>
      <w:r>
        <w:t>PODÁVÁNÍ NABÍDEK</w:t>
      </w:r>
      <w:bookmarkEnd w:id="15"/>
    </w:p>
    <w:p w14:paraId="0A5F1E66" w14:textId="14C7D358"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w:t>
      </w:r>
      <w:r w:rsidR="008B75C5" w:rsidRPr="008B75C5">
        <w:t xml:space="preserve"> </w:t>
      </w:r>
      <w:r w:rsidR="008B75C5">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7D2DA2B7" w:rsidR="00F348C0" w:rsidRDefault="00F348C0" w:rsidP="00F348C0">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5F4DDE">
        <w:t>1</w:t>
      </w:r>
      <w:r w:rsidR="003616E0" w:rsidRPr="00163717">
        <w:t xml:space="preserve"> odst. 2 a 3 </w:t>
      </w:r>
      <w:proofErr w:type="spellStart"/>
      <w:r w:rsidR="003616E0" w:rsidRPr="00163717">
        <w:t>vyhl</w:t>
      </w:r>
      <w:proofErr w:type="spellEnd"/>
      <w:r w:rsidR="003616E0" w:rsidRPr="00163717">
        <w:t xml:space="preserve">. č. </w:t>
      </w:r>
      <w:r w:rsidR="005F4DDE">
        <w:t>345</w:t>
      </w:r>
      <w:r w:rsidR="003616E0" w:rsidRPr="00163717">
        <w:t>/20</w:t>
      </w:r>
      <w:r w:rsidR="005F4DDE">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40F6BFE6" w:rsidR="009119DE" w:rsidRDefault="009119DE" w:rsidP="00F348C0">
      <w:pPr>
        <w:pStyle w:val="Odrka1-1"/>
      </w:pPr>
      <w:r w:rsidRPr="00010882">
        <w:rPr>
          <w:lang w:eastAsia="cs-CZ"/>
        </w:rPr>
        <w:t xml:space="preserve">Čestné prohlášení o splnění podmínek v souvislosti </w:t>
      </w:r>
      <w:r w:rsidR="004F74D8">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6" w:name="_Toc163573945"/>
      <w:r>
        <w:t>POŽADAVKY NA ZPRACOVÁNÍ NABÍDKOVÉ CENY</w:t>
      </w:r>
      <w:bookmarkEnd w:id="16"/>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3AAAAA33" w14:textId="42BC3D5D"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3632FF">
        <w:t xml:space="preserve">součet </w:t>
      </w:r>
      <w:r>
        <w:t>Cen</w:t>
      </w:r>
      <w:r w:rsidR="003632FF">
        <w:t>y</w:t>
      </w:r>
      <w:r>
        <w:t xml:space="preserve"> za </w:t>
      </w:r>
      <w:r w:rsidRPr="00A06E2D">
        <w:t xml:space="preserve">zpracování </w:t>
      </w:r>
      <w:r w:rsidR="00381906" w:rsidRPr="00A06E2D">
        <w:t xml:space="preserve">DUSL </w:t>
      </w:r>
      <w:r w:rsidRPr="00A06E2D">
        <w:t>bez DP</w:t>
      </w:r>
      <w:r>
        <w:t>H</w:t>
      </w:r>
      <w:r w:rsidR="00902DA2">
        <w:t xml:space="preserve"> a Ceny za výkon Dozoru projektanta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7" w:name="_Toc163573946"/>
      <w:r>
        <w:t>VARIANTY NABÍDKY</w:t>
      </w:r>
      <w:bookmarkEnd w:id="17"/>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8" w:name="_Toc163573947"/>
      <w:r>
        <w:t>OTEVÍRÁNÍ NABÍDEK</w:t>
      </w:r>
      <w:bookmarkEnd w:id="18"/>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9" w:name="_Toc163573948"/>
      <w:r>
        <w:t>POSOUZENÍ SPLNĚNÍ PODMÍNEK ÚČASTI</w:t>
      </w:r>
      <w:bookmarkEnd w:id="19"/>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0" w:name="_Toc163573949"/>
      <w:r>
        <w:t>HODNOCENÍ NABÍDEK</w:t>
      </w:r>
      <w:bookmarkEnd w:id="20"/>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50624C19"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w:t>
      </w:r>
      <w:r w:rsidRPr="00A06E2D">
        <w:t xml:space="preserve">závazného vzoru smlouvy jako Cena Díla bez DPH, která představuje </w:t>
      </w:r>
      <w:r w:rsidR="003632FF" w:rsidRPr="00A06E2D">
        <w:t xml:space="preserve">součet </w:t>
      </w:r>
      <w:r w:rsidRPr="00A06E2D">
        <w:t>Cen</w:t>
      </w:r>
      <w:r w:rsidR="003632FF" w:rsidRPr="00A06E2D">
        <w:t>y</w:t>
      </w:r>
      <w:r w:rsidRPr="00A06E2D">
        <w:t xml:space="preserve"> za zpracování </w:t>
      </w:r>
      <w:r w:rsidR="00381906" w:rsidRPr="00A06E2D">
        <w:t xml:space="preserve">DUSL </w:t>
      </w:r>
      <w:r w:rsidRPr="00A06E2D">
        <w:t>bez DPH</w:t>
      </w:r>
      <w:r w:rsidR="00902DA2" w:rsidRPr="00A06E2D">
        <w:t xml:space="preserve"> a Ceny</w:t>
      </w:r>
      <w:r w:rsidR="00902DA2">
        <w:t xml:space="preserve"> za výkon Dozoru projektanta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5308CF64"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A373A7">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A06E2D">
              <w:rPr>
                <w:rFonts w:cs="Arial"/>
                <w:b/>
              </w:rPr>
              <w:t xml:space="preserve">4 000 000,- </w:t>
            </w:r>
            <w:r w:rsidRPr="00A06E2D">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160198D8" w14:textId="77777777" w:rsidTr="00B77110">
        <w:trPr>
          <w:trHeight w:val="565"/>
        </w:trPr>
        <w:tc>
          <w:tcPr>
            <w:tcW w:w="1843" w:type="dxa"/>
            <w:tcBorders>
              <w:top w:val="single" w:sz="4" w:space="0" w:color="auto"/>
              <w:left w:val="single" w:sz="4" w:space="0" w:color="auto"/>
              <w:right w:val="single" w:sz="4" w:space="0" w:color="auto"/>
            </w:tcBorders>
          </w:tcPr>
          <w:p w14:paraId="225A9450" w14:textId="77777777" w:rsidR="00B77110" w:rsidRPr="00B77110" w:rsidRDefault="00B77110" w:rsidP="00631EAA">
            <w:pPr>
              <w:rPr>
                <w:rFonts w:cs="Arial"/>
                <w:bCs/>
              </w:rPr>
            </w:pPr>
            <w:r w:rsidRPr="000D07DD">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7F888B3" w14:textId="3474C018" w:rsidR="00B77110" w:rsidRPr="00B77110" w:rsidRDefault="00C313B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0D07DD">
              <w:rPr>
                <w:rFonts w:cs="Arial"/>
                <w:b/>
              </w:rPr>
              <w:t xml:space="preserve">4 000 000,- </w:t>
            </w:r>
            <w:r w:rsidR="000D07DD" w:rsidRPr="00A06E2D">
              <w:rPr>
                <w:rFonts w:cs="Arial"/>
                <w:b/>
              </w:rPr>
              <w:t>Kč</w:t>
            </w:r>
            <w:r w:rsidR="000D07DD"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4A0E104" w14:textId="5FA3AC2A"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E533D1" w14:textId="67A11812" w:rsidR="00B77110" w:rsidRPr="00B77110" w:rsidDel="00DA194B" w:rsidRDefault="00A373A7" w:rsidP="00631EAA">
            <w:pPr>
              <w:rPr>
                <w:rFonts w:cs="Arial"/>
                <w:bCs/>
              </w:rPr>
            </w:pPr>
            <w:r>
              <w:rPr>
                <w:rFonts w:cs="Arial"/>
                <w:bCs/>
              </w:rPr>
              <w:t>3</w:t>
            </w:r>
          </w:p>
        </w:tc>
      </w:tr>
      <w:tr w:rsidR="00B77110" w:rsidRPr="00465F4C" w14:paraId="44FF689B" w14:textId="77777777" w:rsidTr="00B77110">
        <w:trPr>
          <w:trHeight w:val="1210"/>
        </w:trPr>
        <w:tc>
          <w:tcPr>
            <w:tcW w:w="1843" w:type="dxa"/>
            <w:tcBorders>
              <w:top w:val="single" w:sz="4" w:space="0" w:color="auto"/>
              <w:left w:val="single" w:sz="4" w:space="0" w:color="auto"/>
              <w:right w:val="single" w:sz="4" w:space="0" w:color="auto"/>
            </w:tcBorders>
          </w:tcPr>
          <w:p w14:paraId="690507F1" w14:textId="77777777" w:rsidR="00B77110" w:rsidRPr="000D07DD" w:rsidRDefault="00B77110" w:rsidP="00631EAA">
            <w:pPr>
              <w:rPr>
                <w:rFonts w:cs="Arial"/>
                <w:bCs/>
              </w:rPr>
            </w:pPr>
            <w:r w:rsidRPr="000D07DD">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10E9C18" w14:textId="0CBF16FB" w:rsidR="00B77110" w:rsidRPr="00B77110" w:rsidRDefault="00C313B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(sdělovací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0D07DD">
              <w:rPr>
                <w:rFonts w:cs="Arial"/>
                <w:b/>
              </w:rPr>
              <w:t xml:space="preserve">4 000 000,- </w:t>
            </w:r>
            <w:r w:rsidR="000D07DD" w:rsidRPr="00A06E2D">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903C1DD" w14:textId="77777777" w:rsidR="00C313BF" w:rsidRDefault="00C313BF" w:rsidP="00631EAA">
            <w:pPr>
              <w:rPr>
                <w:rFonts w:cs="Arial"/>
                <w:bCs/>
              </w:rPr>
            </w:pPr>
          </w:p>
          <w:p w14:paraId="63829C31" w14:textId="77777777" w:rsidR="00C313BF" w:rsidRDefault="00C313BF" w:rsidP="00631EAA">
            <w:pPr>
              <w:rPr>
                <w:rFonts w:cs="Arial"/>
                <w:bCs/>
              </w:rPr>
            </w:pPr>
          </w:p>
          <w:p w14:paraId="2886FBA5" w14:textId="768B9290"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70A1E3" w14:textId="3BCB4665" w:rsidR="00B77110" w:rsidRPr="00B77110" w:rsidRDefault="00A373A7" w:rsidP="00631EAA">
            <w:pPr>
              <w:rPr>
                <w:rFonts w:cs="Arial"/>
                <w:bCs/>
              </w:rPr>
            </w:pPr>
            <w:r>
              <w:rPr>
                <w:rFonts w:cs="Arial"/>
                <w:bCs/>
              </w:rPr>
              <w:t>3</w:t>
            </w:r>
          </w:p>
        </w:tc>
      </w:tr>
      <w:tr w:rsidR="00390E38" w:rsidRPr="00465F4C" w14:paraId="5090A608"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2FC724E3" w14:textId="77777777" w:rsidR="00390E38" w:rsidRPr="00B77110" w:rsidRDefault="00390E38" w:rsidP="00631EAA">
            <w:pPr>
              <w:rPr>
                <w:rFonts w:cs="Arial"/>
                <w:bCs/>
              </w:rPr>
            </w:pPr>
            <w:r w:rsidRPr="000D07DD">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DEE0C6" w14:textId="44B25111" w:rsidR="00390E38" w:rsidRPr="00B77110" w:rsidRDefault="00E44DD4" w:rsidP="00C95863">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FF7CD3">
              <w:rPr>
                <w:rFonts w:cs="Arial"/>
                <w:bCs/>
              </w:rPr>
              <w:t xml:space="preserve">pro vydání </w:t>
            </w:r>
            <w:r w:rsidR="00381906">
              <w:rPr>
                <w:rFonts w:cs="Arial"/>
                <w:bCs/>
              </w:rPr>
              <w:t xml:space="preserve">stavebního povolení </w:t>
            </w:r>
            <w:r w:rsidRPr="00FF7CD3">
              <w:rPr>
                <w:rFonts w:cs="Arial"/>
                <w:bCs/>
              </w:rPr>
              <w:t xml:space="preserve">nebo společného povolení </w:t>
            </w:r>
            <w:r w:rsidR="00381906">
              <w:t xml:space="preserve">nebo povolení </w:t>
            </w:r>
            <w:r w:rsidR="008B75C5">
              <w:t xml:space="preserve">záměru (povolení </w:t>
            </w:r>
            <w:r w:rsidR="00381906">
              <w:t>stavby</w:t>
            </w:r>
            <w:r w:rsidR="008B75C5">
              <w:t>)</w:t>
            </w:r>
            <w:r w:rsidR="00381906">
              <w:t>,</w:t>
            </w:r>
            <w:r w:rsidR="00381906" w:rsidRPr="00FF7CD3">
              <w:rPr>
                <w:rFonts w:cs="Arial"/>
                <w:bCs/>
              </w:rPr>
              <w:t xml:space="preserve"> </w:t>
            </w:r>
            <w:r w:rsidRPr="00FF7CD3">
              <w:rPr>
                <w:rFonts w:cs="Arial"/>
                <w:bCs/>
              </w:rPr>
              <w:t xml:space="preserve">včetně majetkoprávní přípravy staveb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ve vý</w:t>
            </w:r>
            <w:r w:rsidR="007A5918">
              <w:rPr>
                <w:rFonts w:cs="Arial"/>
                <w:bCs/>
              </w:rPr>
              <w:t>š</w:t>
            </w:r>
            <w:r>
              <w:rPr>
                <w:rFonts w:cs="Arial"/>
                <w:bCs/>
              </w:rPr>
              <w:t xml:space="preserve">i </w:t>
            </w:r>
            <w:r w:rsidRPr="00B77110">
              <w:rPr>
                <w:rFonts w:cs="Arial"/>
                <w:bCs/>
              </w:rPr>
              <w:t xml:space="preserve">nejméně </w:t>
            </w:r>
            <w:r w:rsidR="000D07DD">
              <w:rPr>
                <w:rFonts w:cs="Arial"/>
                <w:b/>
              </w:rPr>
              <w:t xml:space="preserve">4 000 000,- </w:t>
            </w:r>
            <w:r w:rsidR="000D07DD" w:rsidRPr="00A06E2D">
              <w:rPr>
                <w:rFonts w:cs="Arial"/>
                <w:b/>
              </w:rPr>
              <w:t>Kč</w:t>
            </w:r>
            <w:r w:rsidR="000D07DD"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47AD17F" w14:textId="77777777" w:rsidR="00E44DD4" w:rsidRDefault="00E44DD4" w:rsidP="00631EAA">
            <w:pPr>
              <w:rPr>
                <w:rFonts w:cs="Arial"/>
                <w:bCs/>
              </w:rPr>
            </w:pPr>
          </w:p>
          <w:p w14:paraId="0E807608" w14:textId="77777777" w:rsidR="00E44DD4" w:rsidRDefault="00E44DD4" w:rsidP="00631EAA">
            <w:pPr>
              <w:rPr>
                <w:rFonts w:cs="Arial"/>
                <w:bCs/>
              </w:rPr>
            </w:pPr>
          </w:p>
          <w:p w14:paraId="5261CA45" w14:textId="214C7DBD" w:rsidR="00390E38"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5D97AC" w14:textId="78E69461" w:rsidR="00390E38" w:rsidRPr="00B77110" w:rsidRDefault="00A373A7" w:rsidP="00631EAA">
            <w:pPr>
              <w:rPr>
                <w:rFonts w:cs="Arial"/>
                <w:bCs/>
              </w:rPr>
            </w:pPr>
            <w:r>
              <w:rPr>
                <w:rFonts w:cs="Arial"/>
                <w:bCs/>
              </w:rPr>
              <w:t>3</w:t>
            </w:r>
          </w:p>
        </w:tc>
      </w:tr>
    </w:tbl>
    <w:p w14:paraId="2567BC7C" w14:textId="77777777" w:rsidR="00336C1E" w:rsidRDefault="00336C1E" w:rsidP="00353AEB">
      <w:pPr>
        <w:pStyle w:val="Text1-1"/>
        <w:numPr>
          <w:ilvl w:val="0"/>
          <w:numId w:val="0"/>
        </w:numPr>
        <w:ind w:left="737"/>
        <w:rPr>
          <w:b/>
        </w:rPr>
      </w:pPr>
    </w:p>
    <w:p w14:paraId="57413269" w14:textId="7A262BB5"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2B268BB3" w:rsidR="00B77110" w:rsidRDefault="00B77110" w:rsidP="00B77110">
      <w:pPr>
        <w:pStyle w:val="Text1-1"/>
        <w:numPr>
          <w:ilvl w:val="0"/>
          <w:numId w:val="0"/>
        </w:numPr>
        <w:ind w:left="737"/>
      </w:pPr>
      <w:r>
        <w:t xml:space="preserve">Dodavatel může u každé funkce člena odborného personálu </w:t>
      </w:r>
      <w:r w:rsidRPr="00645589">
        <w:t xml:space="preserve">dodavatele, s výjimkou </w:t>
      </w:r>
      <w:r w:rsidR="00BB7489" w:rsidRPr="00645589">
        <w:t xml:space="preserve">autorizovaného </w:t>
      </w:r>
      <w:r w:rsidRPr="00645589">
        <w:t>zeměměřického inženýra, určit pouze jednu osobu, kterou má být prokazována technická kvalifikace dle čl. 8.5 těchto Pokynů. Tato osoba bude u vybraných (výše v tabulce uvedených) členů odborného personálu současně i hodnocena</w:t>
      </w:r>
      <w:r w:rsidR="00CB020E" w:rsidRPr="00645589">
        <w:t xml:space="preserve"> (s výjimkou případu uvedeného níže, kdy dodavatel určil jednu fyzickou osobu</w:t>
      </w:r>
      <w:r w:rsidR="00CB020E">
        <w:t xml:space="preserve">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2A334949"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4DF4956F"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proofErr w:type="gramStart"/>
      <w:r>
        <w:t>ceny</w:t>
      </w:r>
      <w:proofErr w:type="gramEnd"/>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51038B58"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8B75C5" w:rsidRPr="008B75C5">
        <w:t xml:space="preserve"> </w:t>
      </w:r>
      <w:r w:rsidR="008B75C5" w:rsidRPr="00782576">
        <w:t xml:space="preserve">posouzení shody nebo vhodnosti pro použití prvku interoperability </w:t>
      </w:r>
      <w:r w:rsidR="008B75C5">
        <w:t xml:space="preserve">či </w:t>
      </w:r>
      <w:r w:rsidR="008B75C5" w:rsidRPr="00782576">
        <w:t>ES prohlášení o ověření subsystému</w:t>
      </w:r>
      <w:r>
        <w:t>, zpracování nákladů stavby, zpracování v režimu BIM;</w:t>
      </w:r>
    </w:p>
    <w:p w14:paraId="272A9BDC" w14:textId="1521AE4F"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DSP nebo DSP+PDPS nebo DUSP</w:t>
      </w:r>
      <w:r w:rsidR="007250A8">
        <w:t>/DUSL</w:t>
      </w:r>
      <w:r>
        <w:t xml:space="preserve"> nebo DUSP</w:t>
      </w:r>
      <w:r w:rsidR="007250A8">
        <w:t>/DUSL</w:t>
      </w:r>
      <w:r>
        <w:t xml:space="preserve">+PDPS </w:t>
      </w:r>
      <w:r w:rsidR="00C95863">
        <w:t xml:space="preserve">nebo DUR+DSP nebo DUR+DSP+PDPS </w:t>
      </w:r>
      <w:r>
        <w:t>považuje za dokončenou definitivním předáním DUR nebo 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8B75C5">
        <w:t xml:space="preserve">záměru (povolení </w:t>
      </w:r>
      <w:r w:rsidR="00381906">
        <w:t>stavby</w:t>
      </w:r>
      <w:r w:rsidR="008B75C5">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00A59945"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1" w:name="_Toc163573950"/>
      <w:r>
        <w:t>ZRUŠENÍ ZADÁVACÍHO ŘÍZENÍ</w:t>
      </w:r>
      <w:bookmarkEnd w:id="21"/>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2" w:name="_Toc163573951"/>
      <w:r>
        <w:t>UZAVŘENÍ SMLOUVY</w:t>
      </w:r>
      <w:bookmarkEnd w:id="22"/>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46F0694B"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 xml:space="preserve">např. </w:t>
      </w:r>
      <w:proofErr w:type="gramStart"/>
      <w:r w:rsidR="00C524D1">
        <w:t>nepředloží</w:t>
      </w:r>
      <w:proofErr w:type="gramEnd"/>
      <w:r w:rsidR="00C524D1">
        <w:t xml:space="preserve">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7442200C"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EB015D">
        <w:t>. 8.9</w:t>
      </w:r>
      <w:r w:rsidR="00D2074A" w:rsidRPr="00EB015D">
        <w:t xml:space="preserve"> </w:t>
      </w:r>
      <w:r w:rsidRPr="00EB015D">
        <w:t>těchto</w:t>
      </w:r>
      <w:r>
        <w:t xml:space="preserve"> Pokynů ve vztahu k této jiné osobě.</w:t>
      </w:r>
    </w:p>
    <w:p w14:paraId="6479CE3D" w14:textId="77777777" w:rsidR="0035531B" w:rsidRDefault="0035531B" w:rsidP="00B77C6D">
      <w:pPr>
        <w:pStyle w:val="Nadpis1-1"/>
      </w:pPr>
      <w:bookmarkStart w:id="23" w:name="_Toc163573952"/>
      <w:r>
        <w:t>OCHRANA INFORMACÍ</w:t>
      </w:r>
      <w:bookmarkEnd w:id="23"/>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4" w:name="_Toc163573953"/>
      <w:r>
        <w:t>ZADÁVACÍ LHŮTA</w:t>
      </w:r>
      <w:r w:rsidR="00845C50">
        <w:t xml:space="preserve"> </w:t>
      </w:r>
      <w:r w:rsidR="00092CC9">
        <w:t>A</w:t>
      </w:r>
      <w:r w:rsidR="00845C50">
        <w:t> </w:t>
      </w:r>
      <w:r>
        <w:t>JISTOTA ZA NABÍDKU</w:t>
      </w:r>
      <w:bookmarkEnd w:id="24"/>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5ED07009"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51898" w:rsidRPr="00951898">
        <w:rPr>
          <w:b/>
          <w:bCs/>
        </w:rPr>
        <w:t>200 000,-</w:t>
      </w:r>
      <w:r w:rsidRPr="00951898">
        <w:rPr>
          <w:b/>
          <w:bCs/>
        </w:rPr>
        <w:t xml:space="preserve"> Kč</w:t>
      </w:r>
      <w:r w:rsidRPr="00B035B6">
        <w:rPr>
          <w:b/>
        </w:rPr>
        <w:t xml:space="preserve"> </w:t>
      </w:r>
      <w:r>
        <w:t xml:space="preserve">(slovy: </w:t>
      </w:r>
      <w:r w:rsidR="00951898">
        <w:rPr>
          <w:b/>
          <w:bCs/>
        </w:rPr>
        <w:t xml:space="preserve">Dvě stě tisíc </w:t>
      </w:r>
      <w:r>
        <w:t>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55D90F8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214C5" w:rsidRPr="00E66226">
        <w:t>30007-22307011/0710, Česká národní banka se sídlem Na Příkopě 28, 115 03 Praha 1</w:t>
      </w:r>
      <w:r w:rsidR="005214C5">
        <w:t>, variabilní symbol 5003520281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5" w:name="_Toc59538672"/>
      <w:bookmarkStart w:id="26" w:name="_Toc61510465"/>
      <w:bookmarkStart w:id="27" w:name="_Toc163573954"/>
      <w:r>
        <w:t>SOCIÁLNĚ A ENVIRO</w:t>
      </w:r>
      <w:r w:rsidR="003F4C40">
        <w:t>N</w:t>
      </w:r>
      <w:r>
        <w:t>MENTÁLNĚ ODPOVĚDNÉ ZADÁVÁNÍ, INOVACE</w:t>
      </w:r>
      <w:bookmarkEnd w:id="25"/>
      <w:bookmarkEnd w:id="26"/>
      <w:bookmarkEnd w:id="27"/>
    </w:p>
    <w:p w14:paraId="4D934D4F" w14:textId="66694AA5"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68A75BBD"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r w:rsidR="00606AAD">
        <w:t>.</w:t>
      </w:r>
    </w:p>
    <w:p w14:paraId="07597B07" w14:textId="24A41D03"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81681B">
        <w:t xml:space="preserve">článku </w:t>
      </w:r>
      <w:r w:rsidR="00D526CD" w:rsidRPr="0081681B">
        <w:t>4.7</w:t>
      </w:r>
      <w:r w:rsidRPr="0081681B">
        <w:t xml:space="preserve"> závazného</w:t>
      </w:r>
      <w:r>
        <w:t xml:space="preserve"> vzoru smlouvy, který je dílem 2 zadávací dokumentace.</w:t>
      </w:r>
    </w:p>
    <w:p w14:paraId="63DC7E6F" w14:textId="2C700D73" w:rsidR="0051049A" w:rsidRDefault="0051049A" w:rsidP="0051049A">
      <w:pPr>
        <w:pStyle w:val="Nadpis1-1"/>
        <w:jc w:val="both"/>
      </w:pPr>
      <w:bookmarkStart w:id="28" w:name="_Toc102380477"/>
      <w:bookmarkStart w:id="29" w:name="_Toc103683200"/>
      <w:bookmarkStart w:id="30" w:name="_Toc103932243"/>
      <w:bookmarkStart w:id="31" w:name="_Toc163573955"/>
      <w:r>
        <w:t xml:space="preserve">Další zadávací podmínky v návaznosti na </w:t>
      </w:r>
      <w:bookmarkEnd w:id="28"/>
      <w:bookmarkEnd w:id="29"/>
      <w:bookmarkEnd w:id="30"/>
      <w:r w:rsidR="00A55030">
        <w:t>MEZINÁRODNÍ sankce, zákaz zadání veřejné zakázky</w:t>
      </w:r>
      <w:bookmarkEnd w:id="31"/>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C6A7261"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1127E3">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1127E3">
        <w:t xml:space="preserve">; </w:t>
      </w:r>
      <w:r w:rsidR="001127E3">
        <w:rPr>
          <w:rStyle w:val="normaltextrun"/>
          <w:rFonts w:ascii="Verdana" w:hAnsi="Verdana"/>
          <w:shd w:val="clear" w:color="auto" w:fill="FFFFFF"/>
        </w:rPr>
        <w:t xml:space="preserve">dle čl. 2 </w:t>
      </w:r>
      <w:r w:rsidR="001127E3">
        <w:rPr>
          <w:rStyle w:val="normaltextrun"/>
          <w:rFonts w:ascii="Verdana" w:hAnsi="Verdana"/>
          <w:bCs/>
          <w:shd w:val="clear" w:color="auto" w:fill="FFFFFF"/>
        </w:rPr>
        <w:t>nařízení Rady (ES) č. 765/2006</w:t>
      </w:r>
      <w:r w:rsidR="001127E3">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127E3">
        <w:rPr>
          <w:rStyle w:val="normaltextrun"/>
          <w:rFonts w:ascii="Verdana" w:hAnsi="Verdana"/>
          <w:bdr w:val="none" w:sz="0" w:space="0" w:color="auto" w:frame="1"/>
        </w:rPr>
        <w:t xml:space="preserve">dle čl. 2 </w:t>
      </w:r>
      <w:r w:rsidR="001127E3">
        <w:rPr>
          <w:rStyle w:val="normaltextrun"/>
          <w:rFonts w:ascii="Verdana" w:hAnsi="Verdana"/>
          <w:bCs/>
          <w:bdr w:val="none" w:sz="0" w:space="0" w:color="auto" w:frame="1"/>
        </w:rPr>
        <w:t>nařízení Rady (EU) č. 208/2014</w:t>
      </w:r>
      <w:r w:rsidR="001127E3">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127E3">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535E8C15" w14:textId="77777777" w:rsidR="002B275E" w:rsidRDefault="002B275E" w:rsidP="002B275E">
      <w:pPr>
        <w:pStyle w:val="Text1-1"/>
        <w:numPr>
          <w:ilvl w:val="0"/>
          <w:numId w:val="0"/>
        </w:numPr>
        <w:ind w:left="737"/>
      </w:pPr>
    </w:p>
    <w:p w14:paraId="363221A3" w14:textId="77777777" w:rsidR="002B275E" w:rsidRDefault="002B275E" w:rsidP="002B275E">
      <w:pPr>
        <w:pStyle w:val="Text1-1"/>
        <w:numPr>
          <w:ilvl w:val="0"/>
          <w:numId w:val="0"/>
        </w:numPr>
        <w:ind w:left="737"/>
      </w:pPr>
    </w:p>
    <w:p w14:paraId="2DCB8B0C" w14:textId="77777777" w:rsidR="002B275E" w:rsidRDefault="002B275E" w:rsidP="002B275E">
      <w:pPr>
        <w:pStyle w:val="Text1-1"/>
        <w:numPr>
          <w:ilvl w:val="0"/>
          <w:numId w:val="0"/>
        </w:numPr>
        <w:ind w:left="737"/>
      </w:pPr>
    </w:p>
    <w:p w14:paraId="06D6BC9D" w14:textId="77777777" w:rsidR="002B275E" w:rsidRDefault="002B275E" w:rsidP="002B275E">
      <w:pPr>
        <w:pStyle w:val="Text1-1"/>
        <w:numPr>
          <w:ilvl w:val="0"/>
          <w:numId w:val="0"/>
        </w:numPr>
        <w:ind w:left="737"/>
      </w:pPr>
    </w:p>
    <w:p w14:paraId="055649BA" w14:textId="77777777" w:rsidR="002B275E" w:rsidRDefault="002B275E" w:rsidP="002B275E">
      <w:pPr>
        <w:pStyle w:val="Text1-1"/>
        <w:numPr>
          <w:ilvl w:val="0"/>
          <w:numId w:val="0"/>
        </w:numPr>
        <w:ind w:left="737"/>
      </w:pPr>
    </w:p>
    <w:p w14:paraId="5CC63910" w14:textId="77777777" w:rsidR="002B275E" w:rsidRDefault="002B275E" w:rsidP="002B275E">
      <w:pPr>
        <w:pStyle w:val="Text1-1"/>
        <w:numPr>
          <w:ilvl w:val="0"/>
          <w:numId w:val="0"/>
        </w:numPr>
        <w:ind w:left="737"/>
      </w:pPr>
    </w:p>
    <w:p w14:paraId="69544141" w14:textId="77777777" w:rsidR="002B275E" w:rsidRDefault="002B275E" w:rsidP="002B275E">
      <w:pPr>
        <w:pStyle w:val="Text1-1"/>
        <w:numPr>
          <w:ilvl w:val="0"/>
          <w:numId w:val="0"/>
        </w:numPr>
        <w:ind w:left="737"/>
      </w:pPr>
    </w:p>
    <w:p w14:paraId="23F7474E" w14:textId="77777777" w:rsidR="002B275E" w:rsidRPr="002B275E" w:rsidRDefault="002B275E" w:rsidP="002B275E">
      <w:pPr>
        <w:pStyle w:val="Nadpis1-1"/>
        <w:numPr>
          <w:ilvl w:val="0"/>
          <w:numId w:val="0"/>
        </w:numPr>
        <w:ind w:left="737"/>
      </w:pPr>
    </w:p>
    <w:p w14:paraId="0ED17DC8" w14:textId="1DC9DAD2" w:rsidR="0035531B" w:rsidRDefault="0035531B" w:rsidP="00564DDD">
      <w:pPr>
        <w:pStyle w:val="Nadpis1-1"/>
      </w:pPr>
      <w:bookmarkStart w:id="32" w:name="_Toc163573956"/>
      <w:r>
        <w:t>PŘÍLOHY TĚCHTO POKYNŮ</w:t>
      </w:r>
      <w:bookmarkEnd w:id="32"/>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5E565A"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4F74D8">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33489328" w14:textId="77777777" w:rsidR="002B275E" w:rsidRDefault="002B275E"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33040752" w14:textId="77777777" w:rsidR="00A51758" w:rsidRDefault="00A51758" w:rsidP="00A51758">
      <w:pPr>
        <w:pStyle w:val="Textbezslovn"/>
        <w:spacing w:after="0"/>
      </w:pPr>
      <w:r>
        <w:t>Ing. Petr Hofhanzl</w:t>
      </w:r>
    </w:p>
    <w:p w14:paraId="3C999826" w14:textId="77777777" w:rsidR="00A51758" w:rsidRDefault="00A51758" w:rsidP="00A51758">
      <w:pPr>
        <w:pStyle w:val="Textbezslovn"/>
        <w:spacing w:after="0"/>
      </w:pPr>
      <w:r>
        <w:t>ředitel Stavební správy západ</w:t>
      </w:r>
    </w:p>
    <w:p w14:paraId="6E0B9DB6" w14:textId="15066F17" w:rsidR="000C3384" w:rsidRDefault="00A51758" w:rsidP="00A51758">
      <w:pPr>
        <w:pStyle w:val="Textbezslovn"/>
        <w:spacing w:after="0"/>
        <w:rPr>
          <w:rFonts w:asciiTheme="majorHAnsi" w:hAnsiTheme="majorHAnsi"/>
          <w:b/>
          <w:caps/>
          <w:sz w:val="22"/>
        </w:rPr>
      </w:pPr>
      <w:r>
        <w:t xml:space="preserve">Správa železnic, státní organizace </w:t>
      </w:r>
      <w:r w:rsidR="000C3384">
        <w:br w:type="page"/>
      </w:r>
    </w:p>
    <w:p w14:paraId="10D8F62A" w14:textId="6F5D6C2B" w:rsidR="0035531B" w:rsidRDefault="0035531B" w:rsidP="00FE4333">
      <w:pPr>
        <w:pStyle w:val="Nadpisbezsl1-1"/>
      </w:pPr>
      <w:r w:rsidRPr="00FE4333">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6908F510" w:rsidR="0035531B" w:rsidRDefault="003E60A9" w:rsidP="003E60A9">
      <w:pPr>
        <w:pStyle w:val="Textbezslovn"/>
        <w:ind w:left="0"/>
      </w:pPr>
      <w:r w:rsidRPr="004F03BF">
        <w:t xml:space="preserve">Dodavatel uvede informaci, zda je kótován na burze cenných papírů </w:t>
      </w:r>
      <w:r w:rsidRPr="004F03BF">
        <w:rPr>
          <w:highlight w:val="yellow"/>
        </w:rPr>
        <w:t>[Ano/Ne DOPLNÍ DODAVATEL]</w:t>
      </w:r>
      <w:r w:rsidR="0035531B">
        <w:t xml:space="preserve"> </w:t>
      </w:r>
    </w:p>
    <w:p w14:paraId="650B9C8E" w14:textId="158807D9" w:rsidR="006A540D" w:rsidRDefault="006A540D" w:rsidP="006A540D">
      <w:pPr>
        <w:pStyle w:val="Textbezslovn"/>
        <w:ind w:left="0"/>
      </w:pPr>
      <w:r w:rsidRPr="006A6AF2">
        <w:t xml:space="preserve">Řádně jsme se seznámili se zněním zadávacích podmínek veřejné zakázky s názvem </w:t>
      </w:r>
      <w:r w:rsidR="00FC044C">
        <w:rPr>
          <w:b/>
          <w:bCs/>
        </w:rPr>
        <w:t>„ETCS+DOZ Brno – Žďár nad Sázavou“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E03672" w:rsidRPr="00EE3C5F" w14:paraId="28B581E0" w14:textId="77777777" w:rsidTr="00E0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E03672" w:rsidRDefault="00E03672" w:rsidP="00E44DD4">
            <w:pPr>
              <w:rPr>
                <w:b/>
                <w:sz w:val="16"/>
                <w:szCs w:val="16"/>
              </w:rPr>
            </w:pPr>
            <w:r>
              <w:rPr>
                <w:b/>
                <w:sz w:val="16"/>
                <w:szCs w:val="16"/>
              </w:rPr>
              <w:t>Funkce</w:t>
            </w:r>
          </w:p>
          <w:p w14:paraId="78071254" w14:textId="40B0276E" w:rsidR="00E03672" w:rsidRPr="00EE3C5F" w:rsidRDefault="00E03672"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77D29F8"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1AFE4BFA" w14:textId="77777777" w:rsidR="00E03672" w:rsidRPr="00EE3C5F" w:rsidRDefault="00E0367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03672" w:rsidRPr="00454716" w14:paraId="022D2334"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6F666C9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760CAC6"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74FF9C0"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3EBA475C"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28BAC91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0C1643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62EDBF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18AF058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3D3D5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67D6F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2BE33E7"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F1EA2A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52C0E1"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DBDB14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8C7222F"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A774C79"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3CB8E5D" w14:textId="77777777" w:rsidTr="00E0367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E03672" w:rsidRPr="00454716" w:rsidRDefault="00E03672"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9DE0D5B"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B33381" w14:textId="77777777" w:rsidR="00E03672" w:rsidRPr="00454716"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395CB885"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(HIP)</w:t>
      </w:r>
      <w:r w:rsidR="00AA201B">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19CE6A84" w:rsidR="00CB00D4" w:rsidRPr="00833899" w:rsidRDefault="00CB00D4" w:rsidP="00843CF2">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843CF2">
              <w:rPr>
                <w:sz w:val="16"/>
                <w:szCs w:val="16"/>
              </w:rPr>
              <w:t>např</w:t>
            </w:r>
            <w:r w:rsidRPr="00543F07">
              <w:rPr>
                <w:sz w:val="16"/>
                <w:szCs w:val="16"/>
              </w:rPr>
              <w:t>. projektových prací</w:t>
            </w:r>
            <w:r>
              <w:rPr>
                <w:sz w:val="16"/>
                <w:szCs w:val="16"/>
              </w:rPr>
              <w:t xml:space="preserve"> spočívajících ve zpracování dokumentace</w:t>
            </w:r>
            <w:r w:rsidRPr="00543F07">
              <w:rPr>
                <w:sz w:val="16"/>
                <w:szCs w:val="16"/>
              </w:rPr>
              <w:t>)</w:t>
            </w:r>
            <w:r>
              <w:rPr>
                <w:sz w:val="16"/>
                <w:szCs w:val="16"/>
              </w:rPr>
              <w:t>;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59778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B92A13F" w:rsidR="00CB00D4" w:rsidRPr="00597780" w:rsidRDefault="00CB00D4" w:rsidP="00CB00D4">
            <w:pPr>
              <w:rPr>
                <w:b w:val="0"/>
                <w:bCs/>
                <w:sz w:val="16"/>
                <w:szCs w:val="16"/>
              </w:rPr>
            </w:pPr>
            <w:r w:rsidRPr="00597780">
              <w:rPr>
                <w:b w:val="0"/>
                <w:bCs/>
                <w:sz w:val="16"/>
                <w:szCs w:val="16"/>
              </w:rPr>
              <w:t xml:space="preserve">Vykonávaná funkce/pozice a popis pracovních činností vykonávaných členem odborného </w:t>
            </w:r>
            <w:proofErr w:type="gramStart"/>
            <w:r w:rsidRPr="00597780">
              <w:rPr>
                <w:b w:val="0"/>
                <w:bCs/>
                <w:sz w:val="16"/>
                <w:szCs w:val="16"/>
              </w:rPr>
              <w:t>personálu - v</w:t>
            </w:r>
            <w:proofErr w:type="gramEnd"/>
            <w:r w:rsidRPr="00597780">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7D471D84" w14:textId="3A0419EC" w:rsidR="00CB00D4" w:rsidRPr="00597780" w:rsidRDefault="00597780" w:rsidP="00CB00D4">
            <w:pPr>
              <w:cnfStyle w:val="010000000000" w:firstRow="0" w:lastRow="1" w:firstColumn="0" w:lastColumn="0" w:oddVBand="0" w:evenVBand="0" w:oddHBand="0" w:evenHBand="0" w:firstRowFirstColumn="0" w:firstRowLastColumn="0" w:lastRowFirstColumn="0" w:lastRowLastColumn="0"/>
              <w:rPr>
                <w:b w:val="0"/>
                <w:bCs/>
                <w:sz w:val="16"/>
                <w:szCs w:val="16"/>
              </w:rPr>
            </w:pPr>
            <w:r w:rsidRPr="00597780">
              <w:rPr>
                <w:b w:val="0"/>
                <w:bCs/>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472DF0BD"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FE2A1C">
        <w:t xml:space="preserve">/ </w:t>
      </w:r>
      <w:r w:rsidR="00546192" w:rsidRPr="00FE2A1C">
        <w:t xml:space="preserve">autorizace pro ověřování výsledků zeměměřických činností </w:t>
      </w:r>
      <w:r w:rsidRPr="00FE2A1C">
        <w:t>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C31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5B371E30" w14:textId="77777777" w:rsidTr="00C313B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00024FC" w14:textId="77777777" w:rsidR="009E003E" w:rsidRPr="0042061D" w:rsidRDefault="009E003E" w:rsidP="00C313BF">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0097D0EF" w14:textId="77777777" w:rsidR="009E003E" w:rsidRPr="0042061D" w:rsidRDefault="009E003E" w:rsidP="00C313BF">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t>Příloha č. 10</w:t>
      </w:r>
    </w:p>
    <w:p w14:paraId="2E72709D" w14:textId="0660F606" w:rsidR="001F1BFA" w:rsidRPr="00964860" w:rsidRDefault="001F1BFA" w:rsidP="001F1BFA">
      <w:pPr>
        <w:pStyle w:val="Nadpisbezsl1-2"/>
      </w:pPr>
      <w:r w:rsidRPr="00010882">
        <w:rPr>
          <w:lang w:eastAsia="cs-CZ"/>
        </w:rPr>
        <w:t xml:space="preserve">Čestné prohlášení o splnění podmínek v souvislosti </w:t>
      </w:r>
      <w:r w:rsidR="004F74D8">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68DD197B"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0A6EF5">
        <w:rPr>
          <w:rFonts w:eastAsia="Times New Roman" w:cs="Times New Roman"/>
          <w:lang w:eastAsia="cs-CZ"/>
        </w:rPr>
        <w:t> </w:t>
      </w:r>
      <w:r w:rsidRPr="00DF0EC8">
        <w:rPr>
          <w:rFonts w:eastAsia="Times New Roman" w:cs="Times New Roman"/>
          <w:lang w:eastAsia="cs-CZ"/>
        </w:rPr>
        <w:t>názvem</w:t>
      </w:r>
      <w:r w:rsidR="000A6EF5">
        <w:rPr>
          <w:rFonts w:eastAsia="Times New Roman" w:cs="Times New Roman"/>
          <w:lang w:eastAsia="cs-CZ"/>
        </w:rPr>
        <w:t xml:space="preserve"> </w:t>
      </w:r>
      <w:r w:rsidR="000A6EF5">
        <w:rPr>
          <w:rFonts w:eastAsia="Times New Roman" w:cs="Times New Roman"/>
          <w:b/>
          <w:bCs/>
          <w:lang w:eastAsia="cs-CZ"/>
        </w:rPr>
        <w:t>„ETCS+DOZ Brno – Žďár nad Sázavou“</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FE42042"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BE6094">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0642C191"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0B0E47">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0B0E47">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2E6AB" w14:textId="77777777" w:rsidR="00821AD3" w:rsidRDefault="00821AD3" w:rsidP="00962258">
      <w:pPr>
        <w:spacing w:after="0" w:line="240" w:lineRule="auto"/>
      </w:pPr>
      <w:r>
        <w:separator/>
      </w:r>
    </w:p>
  </w:endnote>
  <w:endnote w:type="continuationSeparator" w:id="0">
    <w:p w14:paraId="48FBE4FA" w14:textId="77777777" w:rsidR="00821AD3" w:rsidRDefault="00821A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6530" w14:paraId="2882F859" w14:textId="77777777" w:rsidTr="00EB46E5">
      <w:tc>
        <w:tcPr>
          <w:tcW w:w="1361" w:type="dxa"/>
          <w:tcMar>
            <w:left w:w="0" w:type="dxa"/>
            <w:right w:w="0" w:type="dxa"/>
          </w:tcMar>
          <w:vAlign w:val="bottom"/>
        </w:tcPr>
        <w:p w14:paraId="39515EC6" w14:textId="3C7BEB58" w:rsidR="001F6530" w:rsidRPr="00B8518B" w:rsidRDefault="001F653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D72">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0D72">
            <w:rPr>
              <w:rStyle w:val="slostrnky"/>
              <w:noProof/>
            </w:rPr>
            <w:t>59</w:t>
          </w:r>
          <w:r w:rsidRPr="00B8518B">
            <w:rPr>
              <w:rStyle w:val="slostrnky"/>
            </w:rPr>
            <w:fldChar w:fldCharType="end"/>
          </w:r>
        </w:p>
      </w:tc>
      <w:tc>
        <w:tcPr>
          <w:tcW w:w="284" w:type="dxa"/>
          <w:shd w:val="clear" w:color="auto" w:fill="auto"/>
          <w:tcMar>
            <w:left w:w="0" w:type="dxa"/>
            <w:right w:w="0" w:type="dxa"/>
          </w:tcMar>
        </w:tcPr>
        <w:p w14:paraId="01ADA1E2" w14:textId="77777777" w:rsidR="001F6530" w:rsidRDefault="001F6530" w:rsidP="00B8518B">
          <w:pPr>
            <w:pStyle w:val="Zpat"/>
          </w:pPr>
        </w:p>
      </w:tc>
      <w:tc>
        <w:tcPr>
          <w:tcW w:w="425" w:type="dxa"/>
          <w:shd w:val="clear" w:color="auto" w:fill="auto"/>
          <w:tcMar>
            <w:left w:w="0" w:type="dxa"/>
            <w:right w:w="0" w:type="dxa"/>
          </w:tcMar>
        </w:tcPr>
        <w:p w14:paraId="7D28074E" w14:textId="77777777" w:rsidR="001F6530" w:rsidRDefault="001F6530" w:rsidP="00B8518B">
          <w:pPr>
            <w:pStyle w:val="Zpat"/>
          </w:pPr>
        </w:p>
      </w:tc>
      <w:tc>
        <w:tcPr>
          <w:tcW w:w="8505" w:type="dxa"/>
        </w:tcPr>
        <w:p w14:paraId="03AD41FD" w14:textId="297993B1" w:rsidR="001F6530" w:rsidRPr="001E5A9D" w:rsidRDefault="001F6530" w:rsidP="00EB46E5">
          <w:pPr>
            <w:pStyle w:val="Zpat0"/>
          </w:pPr>
          <w:r w:rsidRPr="001E5A9D">
            <w:t>„</w:t>
          </w:r>
          <w:r w:rsidR="001E5A9D" w:rsidRPr="001E5A9D">
            <w:t>ETCS+DOZ Brno – Žďár nad Sázavou</w:t>
          </w:r>
          <w:r w:rsidRPr="001E5A9D">
            <w:t>“</w:t>
          </w:r>
        </w:p>
        <w:p w14:paraId="28C93AB0" w14:textId="77777777" w:rsidR="001F6530" w:rsidRDefault="001F6530" w:rsidP="00EB46E5">
          <w:pPr>
            <w:pStyle w:val="Zpat0"/>
          </w:pPr>
          <w:r w:rsidRPr="001E5A9D">
            <w:t xml:space="preserve">Díl 1 – </w:t>
          </w:r>
          <w:r w:rsidRPr="001E5A9D">
            <w:rPr>
              <w:caps/>
            </w:rPr>
            <w:t>Požadavky a podmínky pro zpracování nabídky</w:t>
          </w:r>
        </w:p>
        <w:p w14:paraId="4ADD391E" w14:textId="77777777" w:rsidR="001F6530" w:rsidRDefault="001F6530" w:rsidP="00392730">
          <w:pPr>
            <w:pStyle w:val="Zpat0"/>
          </w:pPr>
          <w:r>
            <w:t xml:space="preserve">Část 2 – </w:t>
          </w:r>
          <w:r w:rsidRPr="0035531B">
            <w:rPr>
              <w:caps/>
            </w:rPr>
            <w:t>Pokyny pro dodavatele</w:t>
          </w:r>
        </w:p>
        <w:p w14:paraId="23E5232B" w14:textId="77777777" w:rsidR="001F6530" w:rsidRDefault="001F6530" w:rsidP="00392730">
          <w:pPr>
            <w:pStyle w:val="Zpat0"/>
          </w:pPr>
        </w:p>
      </w:tc>
    </w:tr>
  </w:tbl>
  <w:p w14:paraId="437E2C00" w14:textId="77777777" w:rsidR="001F6530" w:rsidRPr="00B8518B" w:rsidRDefault="001F65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1F6530" w:rsidRPr="00B8518B" w:rsidRDefault="001F6530" w:rsidP="00460660">
    <w:pPr>
      <w:pStyle w:val="Zpat"/>
      <w:rPr>
        <w:sz w:val="2"/>
        <w:szCs w:val="2"/>
      </w:rPr>
    </w:pPr>
  </w:p>
  <w:p w14:paraId="40EF9A81" w14:textId="5A06B45C" w:rsidR="001F6530" w:rsidRPr="00460660" w:rsidRDefault="001F653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D9900" w14:textId="77777777" w:rsidR="00821AD3" w:rsidRDefault="00821AD3" w:rsidP="00962258">
      <w:pPr>
        <w:spacing w:after="0" w:line="240" w:lineRule="auto"/>
      </w:pPr>
      <w:r>
        <w:separator/>
      </w:r>
    </w:p>
  </w:footnote>
  <w:footnote w:type="continuationSeparator" w:id="0">
    <w:p w14:paraId="379538BD" w14:textId="77777777" w:rsidR="00821AD3" w:rsidRDefault="00821AD3" w:rsidP="00962258">
      <w:pPr>
        <w:spacing w:after="0" w:line="240" w:lineRule="auto"/>
      </w:pPr>
      <w:r>
        <w:continuationSeparator/>
      </w:r>
    </w:p>
  </w:footnote>
  <w:footnote w:id="1">
    <w:p w14:paraId="48CBE6E6" w14:textId="77777777" w:rsidR="001F6530" w:rsidRDefault="001F6530" w:rsidP="00C6720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481AB419" w14:textId="48AE7FF2" w:rsidR="001F6530" w:rsidRDefault="001F6530"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1F6530" w:rsidRPr="00EB54C9" w:rsidRDefault="001F6530"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1F6530" w:rsidRDefault="001F6530"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1F6530" w:rsidRDefault="001F6530"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1F6530" w:rsidRDefault="001F653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1F6530" w:rsidRDefault="001F653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1F6530" w:rsidRDefault="001F653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1F6530" w:rsidRDefault="001F6530"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0">
    <w:p w14:paraId="32149D35" w14:textId="77777777" w:rsidR="001F6530" w:rsidRDefault="001F6530"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6530" w14:paraId="59210BC2" w14:textId="77777777" w:rsidTr="00C02D0A">
      <w:trPr>
        <w:trHeight w:hRule="exact" w:val="454"/>
      </w:trPr>
      <w:tc>
        <w:tcPr>
          <w:tcW w:w="1361" w:type="dxa"/>
          <w:tcMar>
            <w:top w:w="57" w:type="dxa"/>
            <w:left w:w="0" w:type="dxa"/>
            <w:right w:w="0" w:type="dxa"/>
          </w:tcMar>
        </w:tcPr>
        <w:p w14:paraId="47C8A776" w14:textId="77777777" w:rsidR="001F6530" w:rsidRPr="00B8518B" w:rsidRDefault="001F6530" w:rsidP="00523EA7">
          <w:pPr>
            <w:pStyle w:val="Zpat"/>
            <w:rPr>
              <w:rStyle w:val="slostrnky"/>
            </w:rPr>
          </w:pPr>
        </w:p>
      </w:tc>
      <w:tc>
        <w:tcPr>
          <w:tcW w:w="3458" w:type="dxa"/>
          <w:shd w:val="clear" w:color="auto" w:fill="auto"/>
          <w:tcMar>
            <w:top w:w="57" w:type="dxa"/>
            <w:left w:w="0" w:type="dxa"/>
            <w:right w:w="0" w:type="dxa"/>
          </w:tcMar>
        </w:tcPr>
        <w:p w14:paraId="77CD26E4" w14:textId="77777777" w:rsidR="001F6530" w:rsidRDefault="001F6530" w:rsidP="00523EA7">
          <w:pPr>
            <w:pStyle w:val="Zpat"/>
          </w:pPr>
        </w:p>
      </w:tc>
      <w:tc>
        <w:tcPr>
          <w:tcW w:w="5698" w:type="dxa"/>
          <w:shd w:val="clear" w:color="auto" w:fill="auto"/>
          <w:tcMar>
            <w:top w:w="57" w:type="dxa"/>
            <w:left w:w="0" w:type="dxa"/>
            <w:right w:w="0" w:type="dxa"/>
          </w:tcMar>
        </w:tcPr>
        <w:p w14:paraId="1459EE8B" w14:textId="77777777" w:rsidR="001F6530" w:rsidRPr="00D6163D" w:rsidRDefault="001F6530" w:rsidP="00D6163D">
          <w:pPr>
            <w:pStyle w:val="Druhdokumentu"/>
          </w:pPr>
        </w:p>
      </w:tc>
    </w:tr>
  </w:tbl>
  <w:p w14:paraId="63CCF355" w14:textId="77777777" w:rsidR="001F6530" w:rsidRPr="00D6163D" w:rsidRDefault="001F65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6530" w14:paraId="79FAD0EA" w14:textId="77777777" w:rsidTr="00B22106">
      <w:trPr>
        <w:trHeight w:hRule="exact" w:val="936"/>
      </w:trPr>
      <w:tc>
        <w:tcPr>
          <w:tcW w:w="1361" w:type="dxa"/>
          <w:tcMar>
            <w:left w:w="0" w:type="dxa"/>
            <w:right w:w="0" w:type="dxa"/>
          </w:tcMar>
        </w:tcPr>
        <w:p w14:paraId="4CAC2C88" w14:textId="77777777" w:rsidR="001F6530" w:rsidRPr="00B8518B" w:rsidRDefault="001F6530" w:rsidP="00FC6389">
          <w:pPr>
            <w:pStyle w:val="Zpat"/>
            <w:rPr>
              <w:rStyle w:val="slostrnky"/>
            </w:rPr>
          </w:pPr>
        </w:p>
      </w:tc>
      <w:tc>
        <w:tcPr>
          <w:tcW w:w="3458" w:type="dxa"/>
          <w:shd w:val="clear" w:color="auto" w:fill="auto"/>
          <w:tcMar>
            <w:left w:w="0" w:type="dxa"/>
            <w:right w:w="0" w:type="dxa"/>
          </w:tcMar>
        </w:tcPr>
        <w:p w14:paraId="04353839" w14:textId="77777777" w:rsidR="001F6530" w:rsidRDefault="001F6530" w:rsidP="00FC6389">
          <w:pPr>
            <w:pStyle w:val="Zpat"/>
          </w:pPr>
        </w:p>
      </w:tc>
      <w:tc>
        <w:tcPr>
          <w:tcW w:w="5756" w:type="dxa"/>
          <w:shd w:val="clear" w:color="auto" w:fill="auto"/>
          <w:tcMar>
            <w:left w:w="0" w:type="dxa"/>
            <w:right w:w="0" w:type="dxa"/>
          </w:tcMar>
        </w:tcPr>
        <w:p w14:paraId="08BA9BE2" w14:textId="77777777" w:rsidR="001F6530" w:rsidRPr="00D6163D" w:rsidRDefault="001F6530" w:rsidP="00FC6389">
          <w:pPr>
            <w:pStyle w:val="Druhdokumentu"/>
          </w:pPr>
        </w:p>
      </w:tc>
    </w:tr>
    <w:tr w:rsidR="001F6530" w14:paraId="67F7C94B" w14:textId="77777777" w:rsidTr="00B22106">
      <w:trPr>
        <w:trHeight w:hRule="exact" w:val="936"/>
      </w:trPr>
      <w:tc>
        <w:tcPr>
          <w:tcW w:w="1361" w:type="dxa"/>
          <w:tcMar>
            <w:left w:w="0" w:type="dxa"/>
            <w:right w:w="0" w:type="dxa"/>
          </w:tcMar>
        </w:tcPr>
        <w:p w14:paraId="262D9A78" w14:textId="77777777" w:rsidR="001F6530" w:rsidRPr="00B8518B" w:rsidRDefault="001F6530" w:rsidP="00FC6389">
          <w:pPr>
            <w:pStyle w:val="Zpat"/>
            <w:rPr>
              <w:rStyle w:val="slostrnky"/>
            </w:rPr>
          </w:pPr>
        </w:p>
      </w:tc>
      <w:tc>
        <w:tcPr>
          <w:tcW w:w="3458" w:type="dxa"/>
          <w:shd w:val="clear" w:color="auto" w:fill="auto"/>
          <w:tcMar>
            <w:left w:w="0" w:type="dxa"/>
            <w:right w:w="0" w:type="dxa"/>
          </w:tcMar>
        </w:tcPr>
        <w:p w14:paraId="3E8BB201" w14:textId="77777777" w:rsidR="001F6530" w:rsidRDefault="001F6530" w:rsidP="00FC6389">
          <w:pPr>
            <w:pStyle w:val="Zpat"/>
          </w:pPr>
        </w:p>
      </w:tc>
      <w:tc>
        <w:tcPr>
          <w:tcW w:w="5756" w:type="dxa"/>
          <w:shd w:val="clear" w:color="auto" w:fill="auto"/>
          <w:tcMar>
            <w:left w:w="0" w:type="dxa"/>
            <w:right w:w="0" w:type="dxa"/>
          </w:tcMar>
        </w:tcPr>
        <w:p w14:paraId="1038A3FD" w14:textId="77777777" w:rsidR="001F6530" w:rsidRPr="00D6163D" w:rsidRDefault="001F6530" w:rsidP="00FC6389">
          <w:pPr>
            <w:pStyle w:val="Druhdokumentu"/>
          </w:pPr>
        </w:p>
      </w:tc>
    </w:tr>
  </w:tbl>
  <w:p w14:paraId="27F23EC7" w14:textId="77777777" w:rsidR="001F6530" w:rsidRPr="00D6163D" w:rsidRDefault="001F6530"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1F6530" w:rsidRPr="00460660" w:rsidRDefault="001F653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908327A"/>
    <w:lvl w:ilvl="0">
      <w:start w:val="1"/>
      <w:numFmt w:val="decimal"/>
      <w:pStyle w:val="Nadpis1-1"/>
      <w:lvlText w:val="%1."/>
      <w:lvlJc w:val="left"/>
      <w:pPr>
        <w:tabs>
          <w:tab w:val="num" w:pos="1021"/>
        </w:tabs>
        <w:ind w:left="1021"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A42334"/>
    <w:multiLevelType w:val="hybridMultilevel"/>
    <w:tmpl w:val="6B4000BE"/>
    <w:lvl w:ilvl="0" w:tplc="CC18502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67478015">
    <w:abstractNumId w:val="3"/>
  </w:num>
  <w:num w:numId="2" w16cid:durableId="1206527364">
    <w:abstractNumId w:val="1"/>
  </w:num>
  <w:num w:numId="3" w16cid:durableId="1979916347">
    <w:abstractNumId w:val="14"/>
  </w:num>
  <w:num w:numId="4" w16cid:durableId="2093238066">
    <w:abstractNumId w:val="2"/>
  </w:num>
  <w:num w:numId="5" w16cid:durableId="2091852261">
    <w:abstractNumId w:val="0"/>
  </w:num>
  <w:num w:numId="6" w16cid:durableId="394200442">
    <w:abstractNumId w:val="7"/>
  </w:num>
  <w:num w:numId="7" w16cid:durableId="1930263690">
    <w:abstractNumId w:val="11"/>
  </w:num>
  <w:num w:numId="8" w16cid:durableId="995962959">
    <w:abstractNumId w:val="8"/>
  </w:num>
  <w:num w:numId="9" w16cid:durableId="217977040">
    <w:abstractNumId w:val="16"/>
  </w:num>
  <w:num w:numId="10" w16cid:durableId="1822959225">
    <w:abstractNumId w:val="12"/>
  </w:num>
  <w:num w:numId="11" w16cid:durableId="7289642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12145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963157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6208475">
    <w:abstractNumId w:val="11"/>
  </w:num>
  <w:num w:numId="15" w16cid:durableId="1928145959">
    <w:abstractNumId w:val="9"/>
  </w:num>
  <w:num w:numId="16" w16cid:durableId="862867100">
    <w:abstractNumId w:val="10"/>
  </w:num>
  <w:num w:numId="17" w16cid:durableId="669453226">
    <w:abstractNumId w:val="6"/>
  </w:num>
  <w:num w:numId="18" w16cid:durableId="2050299242">
    <w:abstractNumId w:val="6"/>
  </w:num>
  <w:num w:numId="19" w16cid:durableId="12170086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0610082">
    <w:abstractNumId w:val="8"/>
  </w:num>
  <w:num w:numId="21" w16cid:durableId="1502969328">
    <w:abstractNumId w:val="8"/>
  </w:num>
  <w:num w:numId="22" w16cid:durableId="812285237">
    <w:abstractNumId w:val="11"/>
  </w:num>
  <w:num w:numId="23" w16cid:durableId="538248171">
    <w:abstractNumId w:val="11"/>
  </w:num>
  <w:num w:numId="24" w16cid:durableId="1259798885">
    <w:abstractNumId w:val="11"/>
  </w:num>
  <w:num w:numId="25" w16cid:durableId="16724872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0806688">
    <w:abstractNumId w:val="5"/>
  </w:num>
  <w:num w:numId="27" w16cid:durableId="489952115">
    <w:abstractNumId w:val="15"/>
  </w:num>
  <w:num w:numId="28" w16cid:durableId="614795805">
    <w:abstractNumId w:val="4"/>
  </w:num>
  <w:num w:numId="29" w16cid:durableId="731585036">
    <w:abstractNumId w:val="11"/>
  </w:num>
  <w:num w:numId="30" w16cid:durableId="2127458771">
    <w:abstractNumId w:val="8"/>
  </w:num>
  <w:num w:numId="31" w16cid:durableId="1330330358">
    <w:abstractNumId w:val="11"/>
  </w:num>
  <w:num w:numId="32" w16cid:durableId="2105685088">
    <w:abstractNumId w:val="11"/>
  </w:num>
  <w:num w:numId="33" w16cid:durableId="541676732">
    <w:abstractNumId w:val="8"/>
  </w:num>
  <w:num w:numId="34" w16cid:durableId="13371477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0414080">
    <w:abstractNumId w:val="11"/>
  </w:num>
  <w:num w:numId="36" w16cid:durableId="954092801">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0FAE"/>
    <w:rsid w:val="0000738F"/>
    <w:rsid w:val="00012DD2"/>
    <w:rsid w:val="00016DBF"/>
    <w:rsid w:val="000174E8"/>
    <w:rsid w:val="00017520"/>
    <w:rsid w:val="00017F3C"/>
    <w:rsid w:val="00020AF4"/>
    <w:rsid w:val="00023063"/>
    <w:rsid w:val="0002621B"/>
    <w:rsid w:val="000264EA"/>
    <w:rsid w:val="00026CDF"/>
    <w:rsid w:val="00027E8E"/>
    <w:rsid w:val="00030559"/>
    <w:rsid w:val="00031005"/>
    <w:rsid w:val="000338E9"/>
    <w:rsid w:val="00040961"/>
    <w:rsid w:val="00041EC8"/>
    <w:rsid w:val="000466BC"/>
    <w:rsid w:val="00046B10"/>
    <w:rsid w:val="00052654"/>
    <w:rsid w:val="00056038"/>
    <w:rsid w:val="00062F21"/>
    <w:rsid w:val="00063D3F"/>
    <w:rsid w:val="0006499F"/>
    <w:rsid w:val="00065856"/>
    <w:rsid w:val="0006588D"/>
    <w:rsid w:val="00067A5E"/>
    <w:rsid w:val="00067EE3"/>
    <w:rsid w:val="00070A9E"/>
    <w:rsid w:val="00070F9A"/>
    <w:rsid w:val="0007104F"/>
    <w:rsid w:val="000719BB"/>
    <w:rsid w:val="00072A65"/>
    <w:rsid w:val="00072C1E"/>
    <w:rsid w:val="000749E8"/>
    <w:rsid w:val="00074B08"/>
    <w:rsid w:val="00075902"/>
    <w:rsid w:val="00077596"/>
    <w:rsid w:val="000825DE"/>
    <w:rsid w:val="000839DD"/>
    <w:rsid w:val="00084642"/>
    <w:rsid w:val="00085CE9"/>
    <w:rsid w:val="00087825"/>
    <w:rsid w:val="00087E1A"/>
    <w:rsid w:val="00092CC9"/>
    <w:rsid w:val="00094930"/>
    <w:rsid w:val="000960A0"/>
    <w:rsid w:val="000A21E8"/>
    <w:rsid w:val="000A6EF5"/>
    <w:rsid w:val="000A784D"/>
    <w:rsid w:val="000B0E47"/>
    <w:rsid w:val="000B17EE"/>
    <w:rsid w:val="000B1ED6"/>
    <w:rsid w:val="000B4EB8"/>
    <w:rsid w:val="000B548F"/>
    <w:rsid w:val="000B6471"/>
    <w:rsid w:val="000B7E61"/>
    <w:rsid w:val="000C04F0"/>
    <w:rsid w:val="000C3384"/>
    <w:rsid w:val="000C41F2"/>
    <w:rsid w:val="000C5CBA"/>
    <w:rsid w:val="000C685D"/>
    <w:rsid w:val="000D07DD"/>
    <w:rsid w:val="000D22C4"/>
    <w:rsid w:val="000D27D1"/>
    <w:rsid w:val="000D4EB8"/>
    <w:rsid w:val="000D5E72"/>
    <w:rsid w:val="000D6B89"/>
    <w:rsid w:val="000E125F"/>
    <w:rsid w:val="000E1442"/>
    <w:rsid w:val="000E1A7F"/>
    <w:rsid w:val="000E27AC"/>
    <w:rsid w:val="000E48A0"/>
    <w:rsid w:val="000E5067"/>
    <w:rsid w:val="000E6038"/>
    <w:rsid w:val="000E7FA0"/>
    <w:rsid w:val="001017A2"/>
    <w:rsid w:val="00106A0E"/>
    <w:rsid w:val="00110FB2"/>
    <w:rsid w:val="001127E3"/>
    <w:rsid w:val="00112864"/>
    <w:rsid w:val="00114472"/>
    <w:rsid w:val="00114988"/>
    <w:rsid w:val="00115069"/>
    <w:rsid w:val="001150F2"/>
    <w:rsid w:val="001159F2"/>
    <w:rsid w:val="00116124"/>
    <w:rsid w:val="0012178F"/>
    <w:rsid w:val="00125101"/>
    <w:rsid w:val="00125BFC"/>
    <w:rsid w:val="001341BB"/>
    <w:rsid w:val="0014107B"/>
    <w:rsid w:val="00145889"/>
    <w:rsid w:val="00146BCB"/>
    <w:rsid w:val="00147827"/>
    <w:rsid w:val="0015012F"/>
    <w:rsid w:val="001501B9"/>
    <w:rsid w:val="001518EF"/>
    <w:rsid w:val="001625E1"/>
    <w:rsid w:val="0016454D"/>
    <w:rsid w:val="00164B08"/>
    <w:rsid w:val="0016521E"/>
    <w:rsid w:val="001656A2"/>
    <w:rsid w:val="00165E72"/>
    <w:rsid w:val="00170EC5"/>
    <w:rsid w:val="00172203"/>
    <w:rsid w:val="001728E7"/>
    <w:rsid w:val="001747C1"/>
    <w:rsid w:val="00176255"/>
    <w:rsid w:val="00177D6B"/>
    <w:rsid w:val="00184075"/>
    <w:rsid w:val="00184564"/>
    <w:rsid w:val="001851B9"/>
    <w:rsid w:val="00186766"/>
    <w:rsid w:val="001867AA"/>
    <w:rsid w:val="00187E44"/>
    <w:rsid w:val="00190AC5"/>
    <w:rsid w:val="00191F90"/>
    <w:rsid w:val="00192264"/>
    <w:rsid w:val="00193804"/>
    <w:rsid w:val="00193D8F"/>
    <w:rsid w:val="001950C2"/>
    <w:rsid w:val="00195CAC"/>
    <w:rsid w:val="00197BDC"/>
    <w:rsid w:val="001B04B9"/>
    <w:rsid w:val="001B23A1"/>
    <w:rsid w:val="001B29F2"/>
    <w:rsid w:val="001B38FB"/>
    <w:rsid w:val="001B4E74"/>
    <w:rsid w:val="001B651A"/>
    <w:rsid w:val="001C040C"/>
    <w:rsid w:val="001C19F3"/>
    <w:rsid w:val="001C5178"/>
    <w:rsid w:val="001C645F"/>
    <w:rsid w:val="001C761A"/>
    <w:rsid w:val="001D0751"/>
    <w:rsid w:val="001D0E8B"/>
    <w:rsid w:val="001D3805"/>
    <w:rsid w:val="001D5A76"/>
    <w:rsid w:val="001D6E71"/>
    <w:rsid w:val="001E18A8"/>
    <w:rsid w:val="001E3443"/>
    <w:rsid w:val="001E5A9D"/>
    <w:rsid w:val="001E6320"/>
    <w:rsid w:val="001E651D"/>
    <w:rsid w:val="001E678E"/>
    <w:rsid w:val="001E75BD"/>
    <w:rsid w:val="001F15F6"/>
    <w:rsid w:val="001F1BFA"/>
    <w:rsid w:val="001F243F"/>
    <w:rsid w:val="001F3CE7"/>
    <w:rsid w:val="001F6530"/>
    <w:rsid w:val="00201DB7"/>
    <w:rsid w:val="00203EB3"/>
    <w:rsid w:val="0020423B"/>
    <w:rsid w:val="002071BB"/>
    <w:rsid w:val="00207DF5"/>
    <w:rsid w:val="00210AB8"/>
    <w:rsid w:val="002137ED"/>
    <w:rsid w:val="00216521"/>
    <w:rsid w:val="002179EA"/>
    <w:rsid w:val="00226CB9"/>
    <w:rsid w:val="00231A0D"/>
    <w:rsid w:val="00233A53"/>
    <w:rsid w:val="002350CA"/>
    <w:rsid w:val="002370E3"/>
    <w:rsid w:val="00240B81"/>
    <w:rsid w:val="0024255A"/>
    <w:rsid w:val="00245345"/>
    <w:rsid w:val="00247160"/>
    <w:rsid w:val="00247949"/>
    <w:rsid w:val="00247D01"/>
    <w:rsid w:val="0025030F"/>
    <w:rsid w:val="00255E47"/>
    <w:rsid w:val="00261A5B"/>
    <w:rsid w:val="00262AE4"/>
    <w:rsid w:val="00262E5B"/>
    <w:rsid w:val="0026385B"/>
    <w:rsid w:val="00266F38"/>
    <w:rsid w:val="00276AFE"/>
    <w:rsid w:val="002821CE"/>
    <w:rsid w:val="00287A86"/>
    <w:rsid w:val="002924B8"/>
    <w:rsid w:val="00293CFD"/>
    <w:rsid w:val="0029674E"/>
    <w:rsid w:val="00297A79"/>
    <w:rsid w:val="002A125E"/>
    <w:rsid w:val="002A3B57"/>
    <w:rsid w:val="002A4521"/>
    <w:rsid w:val="002A5F8F"/>
    <w:rsid w:val="002A75B1"/>
    <w:rsid w:val="002B1CBD"/>
    <w:rsid w:val="002B275E"/>
    <w:rsid w:val="002B4BD4"/>
    <w:rsid w:val="002B76DF"/>
    <w:rsid w:val="002C04EE"/>
    <w:rsid w:val="002C1C49"/>
    <w:rsid w:val="002C1E7C"/>
    <w:rsid w:val="002C31BF"/>
    <w:rsid w:val="002C391B"/>
    <w:rsid w:val="002C4521"/>
    <w:rsid w:val="002C5F8A"/>
    <w:rsid w:val="002C7825"/>
    <w:rsid w:val="002D2C0C"/>
    <w:rsid w:val="002D46FC"/>
    <w:rsid w:val="002D52B7"/>
    <w:rsid w:val="002D5454"/>
    <w:rsid w:val="002D58FE"/>
    <w:rsid w:val="002D5D95"/>
    <w:rsid w:val="002D5F95"/>
    <w:rsid w:val="002D6136"/>
    <w:rsid w:val="002D7FD6"/>
    <w:rsid w:val="002E0CD7"/>
    <w:rsid w:val="002E0CFB"/>
    <w:rsid w:val="002E232C"/>
    <w:rsid w:val="002E506F"/>
    <w:rsid w:val="002E5B61"/>
    <w:rsid w:val="002E5C7B"/>
    <w:rsid w:val="002E5F48"/>
    <w:rsid w:val="002F4333"/>
    <w:rsid w:val="002F6BCE"/>
    <w:rsid w:val="00303660"/>
    <w:rsid w:val="003038E0"/>
    <w:rsid w:val="003057BB"/>
    <w:rsid w:val="00307641"/>
    <w:rsid w:val="003119CD"/>
    <w:rsid w:val="00311F11"/>
    <w:rsid w:val="00316901"/>
    <w:rsid w:val="00327047"/>
    <w:rsid w:val="00327EEF"/>
    <w:rsid w:val="0033239F"/>
    <w:rsid w:val="00333290"/>
    <w:rsid w:val="00333C1C"/>
    <w:rsid w:val="00336C1E"/>
    <w:rsid w:val="003378A7"/>
    <w:rsid w:val="0034274B"/>
    <w:rsid w:val="003430CD"/>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2FF"/>
    <w:rsid w:val="0036607A"/>
    <w:rsid w:val="003703E9"/>
    <w:rsid w:val="003717A3"/>
    <w:rsid w:val="003742CB"/>
    <w:rsid w:val="0037545D"/>
    <w:rsid w:val="003771EB"/>
    <w:rsid w:val="00381130"/>
    <w:rsid w:val="00381452"/>
    <w:rsid w:val="00381906"/>
    <w:rsid w:val="00381BF9"/>
    <w:rsid w:val="00381C5C"/>
    <w:rsid w:val="0038545D"/>
    <w:rsid w:val="00385C59"/>
    <w:rsid w:val="00386FF1"/>
    <w:rsid w:val="00390E38"/>
    <w:rsid w:val="0039216C"/>
    <w:rsid w:val="00392730"/>
    <w:rsid w:val="00392EB6"/>
    <w:rsid w:val="00394D03"/>
    <w:rsid w:val="003956C6"/>
    <w:rsid w:val="003A2C23"/>
    <w:rsid w:val="003A4513"/>
    <w:rsid w:val="003A52AD"/>
    <w:rsid w:val="003A681E"/>
    <w:rsid w:val="003B0F0D"/>
    <w:rsid w:val="003B1926"/>
    <w:rsid w:val="003B7D0F"/>
    <w:rsid w:val="003C33F2"/>
    <w:rsid w:val="003D0CF7"/>
    <w:rsid w:val="003D55A0"/>
    <w:rsid w:val="003D6153"/>
    <w:rsid w:val="003D6AF9"/>
    <w:rsid w:val="003D756E"/>
    <w:rsid w:val="003E003C"/>
    <w:rsid w:val="003E09E4"/>
    <w:rsid w:val="003E3CE3"/>
    <w:rsid w:val="003E420D"/>
    <w:rsid w:val="003E4C13"/>
    <w:rsid w:val="003E566A"/>
    <w:rsid w:val="003E5D63"/>
    <w:rsid w:val="003E60A9"/>
    <w:rsid w:val="003E67D1"/>
    <w:rsid w:val="003E79F5"/>
    <w:rsid w:val="003F1536"/>
    <w:rsid w:val="003F2228"/>
    <w:rsid w:val="003F2937"/>
    <w:rsid w:val="003F2D92"/>
    <w:rsid w:val="003F4C40"/>
    <w:rsid w:val="003F62FB"/>
    <w:rsid w:val="004018E3"/>
    <w:rsid w:val="00403C99"/>
    <w:rsid w:val="00404BA2"/>
    <w:rsid w:val="00404EB5"/>
    <w:rsid w:val="0040621A"/>
    <w:rsid w:val="00406512"/>
    <w:rsid w:val="00406B77"/>
    <w:rsid w:val="004078F3"/>
    <w:rsid w:val="0041088C"/>
    <w:rsid w:val="00410B6A"/>
    <w:rsid w:val="00410D54"/>
    <w:rsid w:val="00411BFD"/>
    <w:rsid w:val="004137A8"/>
    <w:rsid w:val="00413AE6"/>
    <w:rsid w:val="00413F39"/>
    <w:rsid w:val="0042061D"/>
    <w:rsid w:val="00424DB1"/>
    <w:rsid w:val="00427794"/>
    <w:rsid w:val="004343DB"/>
    <w:rsid w:val="004354CE"/>
    <w:rsid w:val="004373BF"/>
    <w:rsid w:val="004407F0"/>
    <w:rsid w:val="00440F7E"/>
    <w:rsid w:val="004423DC"/>
    <w:rsid w:val="00443D15"/>
    <w:rsid w:val="00446757"/>
    <w:rsid w:val="00450F07"/>
    <w:rsid w:val="00452375"/>
    <w:rsid w:val="00452F69"/>
    <w:rsid w:val="00453CD3"/>
    <w:rsid w:val="00453FA4"/>
    <w:rsid w:val="00454716"/>
    <w:rsid w:val="00454BB9"/>
    <w:rsid w:val="00454F7F"/>
    <w:rsid w:val="00457346"/>
    <w:rsid w:val="00460660"/>
    <w:rsid w:val="004628BC"/>
    <w:rsid w:val="0046348D"/>
    <w:rsid w:val="00464BA9"/>
    <w:rsid w:val="00464E6C"/>
    <w:rsid w:val="00465FDD"/>
    <w:rsid w:val="00467805"/>
    <w:rsid w:val="00470647"/>
    <w:rsid w:val="00474F4D"/>
    <w:rsid w:val="00483969"/>
    <w:rsid w:val="00483A59"/>
    <w:rsid w:val="00486107"/>
    <w:rsid w:val="00486C5E"/>
    <w:rsid w:val="0048759A"/>
    <w:rsid w:val="00491827"/>
    <w:rsid w:val="00491EC0"/>
    <w:rsid w:val="004944E4"/>
    <w:rsid w:val="004B0AE4"/>
    <w:rsid w:val="004B319E"/>
    <w:rsid w:val="004B34E9"/>
    <w:rsid w:val="004B3824"/>
    <w:rsid w:val="004B6E4A"/>
    <w:rsid w:val="004C06AD"/>
    <w:rsid w:val="004C4399"/>
    <w:rsid w:val="004C7419"/>
    <w:rsid w:val="004C787C"/>
    <w:rsid w:val="004C7A75"/>
    <w:rsid w:val="004D010F"/>
    <w:rsid w:val="004D2F4C"/>
    <w:rsid w:val="004D5285"/>
    <w:rsid w:val="004D743F"/>
    <w:rsid w:val="004E170C"/>
    <w:rsid w:val="004E285D"/>
    <w:rsid w:val="004E7A1F"/>
    <w:rsid w:val="004F1D17"/>
    <w:rsid w:val="004F3EEF"/>
    <w:rsid w:val="004F4597"/>
    <w:rsid w:val="004F4B9B"/>
    <w:rsid w:val="004F6DC5"/>
    <w:rsid w:val="004F74D8"/>
    <w:rsid w:val="00501B32"/>
    <w:rsid w:val="0050666E"/>
    <w:rsid w:val="005071D8"/>
    <w:rsid w:val="005072B4"/>
    <w:rsid w:val="0051049A"/>
    <w:rsid w:val="0051122E"/>
    <w:rsid w:val="00511AB9"/>
    <w:rsid w:val="005166E0"/>
    <w:rsid w:val="0051708A"/>
    <w:rsid w:val="005210B3"/>
    <w:rsid w:val="005214C5"/>
    <w:rsid w:val="00523096"/>
    <w:rsid w:val="00523BB5"/>
    <w:rsid w:val="00523BDA"/>
    <w:rsid w:val="00523EA7"/>
    <w:rsid w:val="00537086"/>
    <w:rsid w:val="005406EB"/>
    <w:rsid w:val="005407A6"/>
    <w:rsid w:val="00540C01"/>
    <w:rsid w:val="0054265F"/>
    <w:rsid w:val="005434A6"/>
    <w:rsid w:val="00543F07"/>
    <w:rsid w:val="0054609D"/>
    <w:rsid w:val="00546192"/>
    <w:rsid w:val="00553375"/>
    <w:rsid w:val="005543C6"/>
    <w:rsid w:val="00554BFB"/>
    <w:rsid w:val="00555884"/>
    <w:rsid w:val="00561931"/>
    <w:rsid w:val="00561A0E"/>
    <w:rsid w:val="0056360F"/>
    <w:rsid w:val="00564169"/>
    <w:rsid w:val="00564BCA"/>
    <w:rsid w:val="00564DDD"/>
    <w:rsid w:val="00565CE5"/>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6E4E"/>
    <w:rsid w:val="00597780"/>
    <w:rsid w:val="0059798D"/>
    <w:rsid w:val="005A1F44"/>
    <w:rsid w:val="005A3D2F"/>
    <w:rsid w:val="005A4D2F"/>
    <w:rsid w:val="005A595A"/>
    <w:rsid w:val="005B222D"/>
    <w:rsid w:val="005B4EC0"/>
    <w:rsid w:val="005B5BEB"/>
    <w:rsid w:val="005B6DDE"/>
    <w:rsid w:val="005B73B8"/>
    <w:rsid w:val="005C1A97"/>
    <w:rsid w:val="005C3CAC"/>
    <w:rsid w:val="005D3964"/>
    <w:rsid w:val="005D3C39"/>
    <w:rsid w:val="005D5049"/>
    <w:rsid w:val="005E0759"/>
    <w:rsid w:val="005E6218"/>
    <w:rsid w:val="005F1BC7"/>
    <w:rsid w:val="005F1E2E"/>
    <w:rsid w:val="005F3295"/>
    <w:rsid w:val="005F4DDE"/>
    <w:rsid w:val="0060115D"/>
    <w:rsid w:val="006014F5"/>
    <w:rsid w:val="00601A8C"/>
    <w:rsid w:val="00606AAD"/>
    <w:rsid w:val="00607C86"/>
    <w:rsid w:val="0061068E"/>
    <w:rsid w:val="006115D3"/>
    <w:rsid w:val="00617041"/>
    <w:rsid w:val="0062045C"/>
    <w:rsid w:val="00624EB2"/>
    <w:rsid w:val="0062669A"/>
    <w:rsid w:val="0062741F"/>
    <w:rsid w:val="00627A39"/>
    <w:rsid w:val="00631633"/>
    <w:rsid w:val="00631EAA"/>
    <w:rsid w:val="00634A88"/>
    <w:rsid w:val="006367DF"/>
    <w:rsid w:val="00640ADF"/>
    <w:rsid w:val="00640B30"/>
    <w:rsid w:val="00644460"/>
    <w:rsid w:val="00645589"/>
    <w:rsid w:val="00646382"/>
    <w:rsid w:val="00646C4E"/>
    <w:rsid w:val="00647BE3"/>
    <w:rsid w:val="00650C7D"/>
    <w:rsid w:val="00651926"/>
    <w:rsid w:val="00652EFD"/>
    <w:rsid w:val="00655554"/>
    <w:rsid w:val="00655749"/>
    <w:rsid w:val="00655976"/>
    <w:rsid w:val="0065610E"/>
    <w:rsid w:val="00656C8E"/>
    <w:rsid w:val="00660AD3"/>
    <w:rsid w:val="00664669"/>
    <w:rsid w:val="00665BDC"/>
    <w:rsid w:val="00673F7D"/>
    <w:rsid w:val="00674099"/>
    <w:rsid w:val="006749AD"/>
    <w:rsid w:val="006776B6"/>
    <w:rsid w:val="00680D0C"/>
    <w:rsid w:val="00684D33"/>
    <w:rsid w:val="006912F5"/>
    <w:rsid w:val="00693150"/>
    <w:rsid w:val="006936EF"/>
    <w:rsid w:val="00694E3D"/>
    <w:rsid w:val="006A070D"/>
    <w:rsid w:val="006A14D0"/>
    <w:rsid w:val="006A5271"/>
    <w:rsid w:val="006A540D"/>
    <w:rsid w:val="006A5570"/>
    <w:rsid w:val="006A689C"/>
    <w:rsid w:val="006B0B03"/>
    <w:rsid w:val="006B14BD"/>
    <w:rsid w:val="006B3D79"/>
    <w:rsid w:val="006B4993"/>
    <w:rsid w:val="006B510E"/>
    <w:rsid w:val="006B6FE4"/>
    <w:rsid w:val="006C0453"/>
    <w:rsid w:val="006C21E8"/>
    <w:rsid w:val="006C2343"/>
    <w:rsid w:val="006C442A"/>
    <w:rsid w:val="006C4639"/>
    <w:rsid w:val="006D4252"/>
    <w:rsid w:val="006D4528"/>
    <w:rsid w:val="006D5C5A"/>
    <w:rsid w:val="006E0578"/>
    <w:rsid w:val="006E314D"/>
    <w:rsid w:val="006E5405"/>
    <w:rsid w:val="006E6C80"/>
    <w:rsid w:val="006E750A"/>
    <w:rsid w:val="006F359F"/>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7D97"/>
    <w:rsid w:val="00722A4E"/>
    <w:rsid w:val="007232D0"/>
    <w:rsid w:val="00723ED1"/>
    <w:rsid w:val="007250A8"/>
    <w:rsid w:val="007255EF"/>
    <w:rsid w:val="00726461"/>
    <w:rsid w:val="0073461B"/>
    <w:rsid w:val="007356BD"/>
    <w:rsid w:val="00735D3B"/>
    <w:rsid w:val="00740AF5"/>
    <w:rsid w:val="00741294"/>
    <w:rsid w:val="00741502"/>
    <w:rsid w:val="00743525"/>
    <w:rsid w:val="00744F6A"/>
    <w:rsid w:val="00745555"/>
    <w:rsid w:val="00753E85"/>
    <w:rsid w:val="007541A2"/>
    <w:rsid w:val="00755818"/>
    <w:rsid w:val="00755E2F"/>
    <w:rsid w:val="007611BB"/>
    <w:rsid w:val="0076241C"/>
    <w:rsid w:val="0076286B"/>
    <w:rsid w:val="00763B51"/>
    <w:rsid w:val="00766846"/>
    <w:rsid w:val="00766F4A"/>
    <w:rsid w:val="0076790E"/>
    <w:rsid w:val="0077382B"/>
    <w:rsid w:val="00773DC0"/>
    <w:rsid w:val="00774789"/>
    <w:rsid w:val="0077673A"/>
    <w:rsid w:val="00776C7C"/>
    <w:rsid w:val="0078405F"/>
    <w:rsid w:val="007846E1"/>
    <w:rsid w:val="007847D6"/>
    <w:rsid w:val="00784FD0"/>
    <w:rsid w:val="0078774D"/>
    <w:rsid w:val="007969A5"/>
    <w:rsid w:val="00796DC1"/>
    <w:rsid w:val="007A2107"/>
    <w:rsid w:val="007A3B81"/>
    <w:rsid w:val="007A4E44"/>
    <w:rsid w:val="007A5172"/>
    <w:rsid w:val="007A5918"/>
    <w:rsid w:val="007A67A0"/>
    <w:rsid w:val="007A68BE"/>
    <w:rsid w:val="007B3284"/>
    <w:rsid w:val="007B570C"/>
    <w:rsid w:val="007C6F69"/>
    <w:rsid w:val="007D448E"/>
    <w:rsid w:val="007D50DB"/>
    <w:rsid w:val="007D5A8D"/>
    <w:rsid w:val="007D63FC"/>
    <w:rsid w:val="007E2234"/>
    <w:rsid w:val="007E4192"/>
    <w:rsid w:val="007E4A6E"/>
    <w:rsid w:val="007E4C6F"/>
    <w:rsid w:val="007E5703"/>
    <w:rsid w:val="007E6155"/>
    <w:rsid w:val="007F15CE"/>
    <w:rsid w:val="007F32DD"/>
    <w:rsid w:val="007F3581"/>
    <w:rsid w:val="007F4F8F"/>
    <w:rsid w:val="007F56A7"/>
    <w:rsid w:val="007F62DE"/>
    <w:rsid w:val="00800851"/>
    <w:rsid w:val="00803601"/>
    <w:rsid w:val="00804D39"/>
    <w:rsid w:val="0080737F"/>
    <w:rsid w:val="00807B16"/>
    <w:rsid w:val="00807DD0"/>
    <w:rsid w:val="00814D08"/>
    <w:rsid w:val="0081521C"/>
    <w:rsid w:val="00815683"/>
    <w:rsid w:val="00815980"/>
    <w:rsid w:val="00815C1B"/>
    <w:rsid w:val="0081681B"/>
    <w:rsid w:val="00821AD3"/>
    <w:rsid w:val="00821D01"/>
    <w:rsid w:val="00822B88"/>
    <w:rsid w:val="00826B7B"/>
    <w:rsid w:val="008301A0"/>
    <w:rsid w:val="00831DE9"/>
    <w:rsid w:val="00833899"/>
    <w:rsid w:val="00843CF2"/>
    <w:rsid w:val="008458EB"/>
    <w:rsid w:val="00845C50"/>
    <w:rsid w:val="00846789"/>
    <w:rsid w:val="00847393"/>
    <w:rsid w:val="00872044"/>
    <w:rsid w:val="0087262B"/>
    <w:rsid w:val="008759A1"/>
    <w:rsid w:val="00876D73"/>
    <w:rsid w:val="00884275"/>
    <w:rsid w:val="00887F36"/>
    <w:rsid w:val="0089103D"/>
    <w:rsid w:val="00894F55"/>
    <w:rsid w:val="008961F7"/>
    <w:rsid w:val="008A1B78"/>
    <w:rsid w:val="008A3568"/>
    <w:rsid w:val="008B2021"/>
    <w:rsid w:val="008B3DB2"/>
    <w:rsid w:val="008B4120"/>
    <w:rsid w:val="008B4CEC"/>
    <w:rsid w:val="008B60F5"/>
    <w:rsid w:val="008B75C5"/>
    <w:rsid w:val="008B7E94"/>
    <w:rsid w:val="008C0335"/>
    <w:rsid w:val="008C07F8"/>
    <w:rsid w:val="008C50F3"/>
    <w:rsid w:val="008C65BC"/>
    <w:rsid w:val="008C73C5"/>
    <w:rsid w:val="008C7EFE"/>
    <w:rsid w:val="008D03B9"/>
    <w:rsid w:val="008D2612"/>
    <w:rsid w:val="008D30C7"/>
    <w:rsid w:val="008D552B"/>
    <w:rsid w:val="008D692E"/>
    <w:rsid w:val="008E0535"/>
    <w:rsid w:val="008E1138"/>
    <w:rsid w:val="008E2E07"/>
    <w:rsid w:val="008E3B01"/>
    <w:rsid w:val="008E5DB4"/>
    <w:rsid w:val="008E7AB8"/>
    <w:rsid w:val="008F18D6"/>
    <w:rsid w:val="008F2C9B"/>
    <w:rsid w:val="008F3265"/>
    <w:rsid w:val="008F4391"/>
    <w:rsid w:val="008F797B"/>
    <w:rsid w:val="00902DA2"/>
    <w:rsid w:val="00904780"/>
    <w:rsid w:val="0090635B"/>
    <w:rsid w:val="009119DE"/>
    <w:rsid w:val="00920DEB"/>
    <w:rsid w:val="00922385"/>
    <w:rsid w:val="009223DF"/>
    <w:rsid w:val="00930B79"/>
    <w:rsid w:val="00931F53"/>
    <w:rsid w:val="00935A5C"/>
    <w:rsid w:val="00936091"/>
    <w:rsid w:val="00940D8A"/>
    <w:rsid w:val="00941491"/>
    <w:rsid w:val="009451B4"/>
    <w:rsid w:val="00950B4E"/>
    <w:rsid w:val="00951898"/>
    <w:rsid w:val="009621CD"/>
    <w:rsid w:val="00962258"/>
    <w:rsid w:val="00962DF1"/>
    <w:rsid w:val="0096400F"/>
    <w:rsid w:val="00964860"/>
    <w:rsid w:val="009678B7"/>
    <w:rsid w:val="00982CFD"/>
    <w:rsid w:val="009841BD"/>
    <w:rsid w:val="00984632"/>
    <w:rsid w:val="009913A2"/>
    <w:rsid w:val="00992D9C"/>
    <w:rsid w:val="00994508"/>
    <w:rsid w:val="009959F2"/>
    <w:rsid w:val="00996CB8"/>
    <w:rsid w:val="009972E0"/>
    <w:rsid w:val="009A27BB"/>
    <w:rsid w:val="009B20BC"/>
    <w:rsid w:val="009B2E97"/>
    <w:rsid w:val="009B5146"/>
    <w:rsid w:val="009B733B"/>
    <w:rsid w:val="009B7BA9"/>
    <w:rsid w:val="009C0F4D"/>
    <w:rsid w:val="009C2A00"/>
    <w:rsid w:val="009C418E"/>
    <w:rsid w:val="009C442C"/>
    <w:rsid w:val="009C5AB4"/>
    <w:rsid w:val="009C7832"/>
    <w:rsid w:val="009C79AB"/>
    <w:rsid w:val="009D20A1"/>
    <w:rsid w:val="009E003E"/>
    <w:rsid w:val="009E07F4"/>
    <w:rsid w:val="009E08EE"/>
    <w:rsid w:val="009E1482"/>
    <w:rsid w:val="009E1AEE"/>
    <w:rsid w:val="009E4943"/>
    <w:rsid w:val="009E4DA1"/>
    <w:rsid w:val="009E7479"/>
    <w:rsid w:val="009E75F2"/>
    <w:rsid w:val="009F309B"/>
    <w:rsid w:val="009F392E"/>
    <w:rsid w:val="009F53C5"/>
    <w:rsid w:val="009F6CA3"/>
    <w:rsid w:val="00A0081D"/>
    <w:rsid w:val="00A0209B"/>
    <w:rsid w:val="00A020CC"/>
    <w:rsid w:val="00A066DE"/>
    <w:rsid w:val="00A06E2D"/>
    <w:rsid w:val="00A0740E"/>
    <w:rsid w:val="00A07C15"/>
    <w:rsid w:val="00A12463"/>
    <w:rsid w:val="00A13A01"/>
    <w:rsid w:val="00A13A90"/>
    <w:rsid w:val="00A13F95"/>
    <w:rsid w:val="00A15641"/>
    <w:rsid w:val="00A21DCB"/>
    <w:rsid w:val="00A22067"/>
    <w:rsid w:val="00A235D9"/>
    <w:rsid w:val="00A32F3B"/>
    <w:rsid w:val="00A373A7"/>
    <w:rsid w:val="00A4050F"/>
    <w:rsid w:val="00A40C1B"/>
    <w:rsid w:val="00A4169A"/>
    <w:rsid w:val="00A43668"/>
    <w:rsid w:val="00A50641"/>
    <w:rsid w:val="00A51062"/>
    <w:rsid w:val="00A51758"/>
    <w:rsid w:val="00A51BE9"/>
    <w:rsid w:val="00A530BF"/>
    <w:rsid w:val="00A543D2"/>
    <w:rsid w:val="00A55030"/>
    <w:rsid w:val="00A56A4F"/>
    <w:rsid w:val="00A56DEC"/>
    <w:rsid w:val="00A5724A"/>
    <w:rsid w:val="00A6177B"/>
    <w:rsid w:val="00A626D2"/>
    <w:rsid w:val="00A64237"/>
    <w:rsid w:val="00A66136"/>
    <w:rsid w:val="00A66CD1"/>
    <w:rsid w:val="00A6718D"/>
    <w:rsid w:val="00A71189"/>
    <w:rsid w:val="00A71762"/>
    <w:rsid w:val="00A7364A"/>
    <w:rsid w:val="00A74991"/>
    <w:rsid w:val="00A74DCC"/>
    <w:rsid w:val="00A74FFB"/>
    <w:rsid w:val="00A7506D"/>
    <w:rsid w:val="00A753ED"/>
    <w:rsid w:val="00A77512"/>
    <w:rsid w:val="00A85121"/>
    <w:rsid w:val="00A92C1D"/>
    <w:rsid w:val="00A94C2F"/>
    <w:rsid w:val="00A95C0A"/>
    <w:rsid w:val="00AA201B"/>
    <w:rsid w:val="00AA2B89"/>
    <w:rsid w:val="00AA3E17"/>
    <w:rsid w:val="00AA4782"/>
    <w:rsid w:val="00AA4CBB"/>
    <w:rsid w:val="00AA4EEF"/>
    <w:rsid w:val="00AA65FA"/>
    <w:rsid w:val="00AA7351"/>
    <w:rsid w:val="00AB0788"/>
    <w:rsid w:val="00AB1063"/>
    <w:rsid w:val="00AB12DF"/>
    <w:rsid w:val="00AB4CB7"/>
    <w:rsid w:val="00AC07D3"/>
    <w:rsid w:val="00AD056F"/>
    <w:rsid w:val="00AD0C7B"/>
    <w:rsid w:val="00AD1771"/>
    <w:rsid w:val="00AD1786"/>
    <w:rsid w:val="00AD3565"/>
    <w:rsid w:val="00AD41CF"/>
    <w:rsid w:val="00AD5F1A"/>
    <w:rsid w:val="00AD61BD"/>
    <w:rsid w:val="00AD65E5"/>
    <w:rsid w:val="00AD6731"/>
    <w:rsid w:val="00AD792A"/>
    <w:rsid w:val="00AE16EF"/>
    <w:rsid w:val="00AE1D4A"/>
    <w:rsid w:val="00AE3BB4"/>
    <w:rsid w:val="00AE3E21"/>
    <w:rsid w:val="00AF32F5"/>
    <w:rsid w:val="00B008D5"/>
    <w:rsid w:val="00B02F73"/>
    <w:rsid w:val="00B035B6"/>
    <w:rsid w:val="00B0619F"/>
    <w:rsid w:val="00B11A61"/>
    <w:rsid w:val="00B13A26"/>
    <w:rsid w:val="00B15D0D"/>
    <w:rsid w:val="00B22106"/>
    <w:rsid w:val="00B2309B"/>
    <w:rsid w:val="00B2468E"/>
    <w:rsid w:val="00B33ABD"/>
    <w:rsid w:val="00B34CA4"/>
    <w:rsid w:val="00B361A8"/>
    <w:rsid w:val="00B411E9"/>
    <w:rsid w:val="00B41518"/>
    <w:rsid w:val="00B429CF"/>
    <w:rsid w:val="00B448FF"/>
    <w:rsid w:val="00B51E0F"/>
    <w:rsid w:val="00B51EB0"/>
    <w:rsid w:val="00B52A86"/>
    <w:rsid w:val="00B5431A"/>
    <w:rsid w:val="00B60046"/>
    <w:rsid w:val="00B60CE2"/>
    <w:rsid w:val="00B61530"/>
    <w:rsid w:val="00B625EC"/>
    <w:rsid w:val="00B6308F"/>
    <w:rsid w:val="00B6371E"/>
    <w:rsid w:val="00B63D71"/>
    <w:rsid w:val="00B6436B"/>
    <w:rsid w:val="00B645BC"/>
    <w:rsid w:val="00B66203"/>
    <w:rsid w:val="00B70267"/>
    <w:rsid w:val="00B70DB8"/>
    <w:rsid w:val="00B72654"/>
    <w:rsid w:val="00B7330D"/>
    <w:rsid w:val="00B734ED"/>
    <w:rsid w:val="00B747F3"/>
    <w:rsid w:val="00B75EE1"/>
    <w:rsid w:val="00B76858"/>
    <w:rsid w:val="00B77110"/>
    <w:rsid w:val="00B77481"/>
    <w:rsid w:val="00B77C6D"/>
    <w:rsid w:val="00B803D0"/>
    <w:rsid w:val="00B80E53"/>
    <w:rsid w:val="00B818F8"/>
    <w:rsid w:val="00B82A36"/>
    <w:rsid w:val="00B82CA4"/>
    <w:rsid w:val="00B83FB3"/>
    <w:rsid w:val="00B8518B"/>
    <w:rsid w:val="00B86106"/>
    <w:rsid w:val="00B86A4E"/>
    <w:rsid w:val="00B93DEB"/>
    <w:rsid w:val="00B96AA0"/>
    <w:rsid w:val="00B97CC3"/>
    <w:rsid w:val="00BB4AF2"/>
    <w:rsid w:val="00BB5FF6"/>
    <w:rsid w:val="00BB7489"/>
    <w:rsid w:val="00BC06C4"/>
    <w:rsid w:val="00BC2201"/>
    <w:rsid w:val="00BC3CDD"/>
    <w:rsid w:val="00BC4CE7"/>
    <w:rsid w:val="00BC663E"/>
    <w:rsid w:val="00BC6D2B"/>
    <w:rsid w:val="00BD2DFA"/>
    <w:rsid w:val="00BD2F67"/>
    <w:rsid w:val="00BD466C"/>
    <w:rsid w:val="00BD5A0E"/>
    <w:rsid w:val="00BD7E91"/>
    <w:rsid w:val="00BD7F0D"/>
    <w:rsid w:val="00BE0FD0"/>
    <w:rsid w:val="00BE49F4"/>
    <w:rsid w:val="00BE5594"/>
    <w:rsid w:val="00BE6094"/>
    <w:rsid w:val="00BF6640"/>
    <w:rsid w:val="00BF6AF2"/>
    <w:rsid w:val="00C02D0A"/>
    <w:rsid w:val="00C03A6E"/>
    <w:rsid w:val="00C166A8"/>
    <w:rsid w:val="00C21BEB"/>
    <w:rsid w:val="00C226C0"/>
    <w:rsid w:val="00C22961"/>
    <w:rsid w:val="00C235B9"/>
    <w:rsid w:val="00C26B03"/>
    <w:rsid w:val="00C313BF"/>
    <w:rsid w:val="00C33938"/>
    <w:rsid w:val="00C33CA6"/>
    <w:rsid w:val="00C35E33"/>
    <w:rsid w:val="00C413CB"/>
    <w:rsid w:val="00C429F0"/>
    <w:rsid w:val="00C42FE6"/>
    <w:rsid w:val="00C44F6A"/>
    <w:rsid w:val="00C460C6"/>
    <w:rsid w:val="00C524D1"/>
    <w:rsid w:val="00C55B48"/>
    <w:rsid w:val="00C57268"/>
    <w:rsid w:val="00C60A4C"/>
    <w:rsid w:val="00C6198E"/>
    <w:rsid w:val="00C6287F"/>
    <w:rsid w:val="00C6654F"/>
    <w:rsid w:val="00C6720B"/>
    <w:rsid w:val="00C67E05"/>
    <w:rsid w:val="00C708EA"/>
    <w:rsid w:val="00C7216F"/>
    <w:rsid w:val="00C75802"/>
    <w:rsid w:val="00C776E5"/>
    <w:rsid w:val="00C778A5"/>
    <w:rsid w:val="00C81CEF"/>
    <w:rsid w:val="00C82396"/>
    <w:rsid w:val="00C95162"/>
    <w:rsid w:val="00C95863"/>
    <w:rsid w:val="00CA2B5E"/>
    <w:rsid w:val="00CA69CC"/>
    <w:rsid w:val="00CB00D4"/>
    <w:rsid w:val="00CB020E"/>
    <w:rsid w:val="00CB140F"/>
    <w:rsid w:val="00CB2B9A"/>
    <w:rsid w:val="00CB3151"/>
    <w:rsid w:val="00CB34EF"/>
    <w:rsid w:val="00CB51FD"/>
    <w:rsid w:val="00CB535A"/>
    <w:rsid w:val="00CB65CD"/>
    <w:rsid w:val="00CB6A37"/>
    <w:rsid w:val="00CB7684"/>
    <w:rsid w:val="00CC0738"/>
    <w:rsid w:val="00CC1295"/>
    <w:rsid w:val="00CC16CC"/>
    <w:rsid w:val="00CC413F"/>
    <w:rsid w:val="00CC4380"/>
    <w:rsid w:val="00CC46FC"/>
    <w:rsid w:val="00CC7C8F"/>
    <w:rsid w:val="00CD08D1"/>
    <w:rsid w:val="00CD0D72"/>
    <w:rsid w:val="00CD1C73"/>
    <w:rsid w:val="00CD1F62"/>
    <w:rsid w:val="00CD1FC4"/>
    <w:rsid w:val="00CD587A"/>
    <w:rsid w:val="00CE22D6"/>
    <w:rsid w:val="00CE7DE6"/>
    <w:rsid w:val="00CF06BF"/>
    <w:rsid w:val="00CF4237"/>
    <w:rsid w:val="00CF6EB5"/>
    <w:rsid w:val="00D01AF3"/>
    <w:rsid w:val="00D034A0"/>
    <w:rsid w:val="00D04474"/>
    <w:rsid w:val="00D10973"/>
    <w:rsid w:val="00D10A2D"/>
    <w:rsid w:val="00D129D5"/>
    <w:rsid w:val="00D139AC"/>
    <w:rsid w:val="00D145E1"/>
    <w:rsid w:val="00D2074A"/>
    <w:rsid w:val="00D21061"/>
    <w:rsid w:val="00D21732"/>
    <w:rsid w:val="00D22913"/>
    <w:rsid w:val="00D25FC2"/>
    <w:rsid w:val="00D30099"/>
    <w:rsid w:val="00D3128F"/>
    <w:rsid w:val="00D325BA"/>
    <w:rsid w:val="00D34384"/>
    <w:rsid w:val="00D37B14"/>
    <w:rsid w:val="00D4108E"/>
    <w:rsid w:val="00D42763"/>
    <w:rsid w:val="00D474A0"/>
    <w:rsid w:val="00D51DF4"/>
    <w:rsid w:val="00D526CD"/>
    <w:rsid w:val="00D57BFB"/>
    <w:rsid w:val="00D605F5"/>
    <w:rsid w:val="00D6163D"/>
    <w:rsid w:val="00D6259C"/>
    <w:rsid w:val="00D656B3"/>
    <w:rsid w:val="00D70AEA"/>
    <w:rsid w:val="00D72866"/>
    <w:rsid w:val="00D7399D"/>
    <w:rsid w:val="00D774E6"/>
    <w:rsid w:val="00D80A5C"/>
    <w:rsid w:val="00D831A3"/>
    <w:rsid w:val="00D8413B"/>
    <w:rsid w:val="00D86D15"/>
    <w:rsid w:val="00D8716A"/>
    <w:rsid w:val="00D97BE3"/>
    <w:rsid w:val="00DA3711"/>
    <w:rsid w:val="00DA47C6"/>
    <w:rsid w:val="00DA5214"/>
    <w:rsid w:val="00DB4342"/>
    <w:rsid w:val="00DB619A"/>
    <w:rsid w:val="00DC0205"/>
    <w:rsid w:val="00DD0F5A"/>
    <w:rsid w:val="00DD46F3"/>
    <w:rsid w:val="00DE0267"/>
    <w:rsid w:val="00DE28EE"/>
    <w:rsid w:val="00DE4C8C"/>
    <w:rsid w:val="00DE51A5"/>
    <w:rsid w:val="00DE56F2"/>
    <w:rsid w:val="00DE62CE"/>
    <w:rsid w:val="00DE696C"/>
    <w:rsid w:val="00DE6A35"/>
    <w:rsid w:val="00DE72BC"/>
    <w:rsid w:val="00DE7EB3"/>
    <w:rsid w:val="00DF116D"/>
    <w:rsid w:val="00DF1C35"/>
    <w:rsid w:val="00DF2203"/>
    <w:rsid w:val="00DF78B9"/>
    <w:rsid w:val="00E009D2"/>
    <w:rsid w:val="00E01EA1"/>
    <w:rsid w:val="00E03672"/>
    <w:rsid w:val="00E03CEC"/>
    <w:rsid w:val="00E0719D"/>
    <w:rsid w:val="00E1127C"/>
    <w:rsid w:val="00E16FF7"/>
    <w:rsid w:val="00E17AFD"/>
    <w:rsid w:val="00E20858"/>
    <w:rsid w:val="00E22C30"/>
    <w:rsid w:val="00E2553F"/>
    <w:rsid w:val="00E265A4"/>
    <w:rsid w:val="00E26D68"/>
    <w:rsid w:val="00E37C46"/>
    <w:rsid w:val="00E437B0"/>
    <w:rsid w:val="00E44045"/>
    <w:rsid w:val="00E44DD4"/>
    <w:rsid w:val="00E4520D"/>
    <w:rsid w:val="00E618C4"/>
    <w:rsid w:val="00E645E3"/>
    <w:rsid w:val="00E66D98"/>
    <w:rsid w:val="00E7218A"/>
    <w:rsid w:val="00E722F7"/>
    <w:rsid w:val="00E822D3"/>
    <w:rsid w:val="00E82883"/>
    <w:rsid w:val="00E83DF2"/>
    <w:rsid w:val="00E83F2C"/>
    <w:rsid w:val="00E878EE"/>
    <w:rsid w:val="00E95FC3"/>
    <w:rsid w:val="00E9608E"/>
    <w:rsid w:val="00EA08FE"/>
    <w:rsid w:val="00EA148D"/>
    <w:rsid w:val="00EA3668"/>
    <w:rsid w:val="00EA3C80"/>
    <w:rsid w:val="00EA6EC7"/>
    <w:rsid w:val="00EB015D"/>
    <w:rsid w:val="00EB0647"/>
    <w:rsid w:val="00EB104F"/>
    <w:rsid w:val="00EB138E"/>
    <w:rsid w:val="00EB282B"/>
    <w:rsid w:val="00EB46E5"/>
    <w:rsid w:val="00EB5D4D"/>
    <w:rsid w:val="00EB6882"/>
    <w:rsid w:val="00EC10AE"/>
    <w:rsid w:val="00EC11EE"/>
    <w:rsid w:val="00EC24BB"/>
    <w:rsid w:val="00EC5CB1"/>
    <w:rsid w:val="00ED0703"/>
    <w:rsid w:val="00ED116C"/>
    <w:rsid w:val="00ED14BD"/>
    <w:rsid w:val="00ED1E83"/>
    <w:rsid w:val="00ED34EC"/>
    <w:rsid w:val="00ED50F3"/>
    <w:rsid w:val="00ED6360"/>
    <w:rsid w:val="00ED69A7"/>
    <w:rsid w:val="00EE2244"/>
    <w:rsid w:val="00EE26C4"/>
    <w:rsid w:val="00EE3C3F"/>
    <w:rsid w:val="00EE3C5F"/>
    <w:rsid w:val="00EE4459"/>
    <w:rsid w:val="00EE5386"/>
    <w:rsid w:val="00EE6D9D"/>
    <w:rsid w:val="00EE7882"/>
    <w:rsid w:val="00EF09E5"/>
    <w:rsid w:val="00EF1941"/>
    <w:rsid w:val="00EF1F11"/>
    <w:rsid w:val="00EF360F"/>
    <w:rsid w:val="00EF4F18"/>
    <w:rsid w:val="00EF6C64"/>
    <w:rsid w:val="00F016C7"/>
    <w:rsid w:val="00F03BEC"/>
    <w:rsid w:val="00F03DA2"/>
    <w:rsid w:val="00F05FCA"/>
    <w:rsid w:val="00F063DF"/>
    <w:rsid w:val="00F12DEC"/>
    <w:rsid w:val="00F13F18"/>
    <w:rsid w:val="00F1561C"/>
    <w:rsid w:val="00F169FF"/>
    <w:rsid w:val="00F1715C"/>
    <w:rsid w:val="00F178E1"/>
    <w:rsid w:val="00F17C45"/>
    <w:rsid w:val="00F17E8A"/>
    <w:rsid w:val="00F20453"/>
    <w:rsid w:val="00F2092F"/>
    <w:rsid w:val="00F21DD2"/>
    <w:rsid w:val="00F310F8"/>
    <w:rsid w:val="00F34816"/>
    <w:rsid w:val="00F348C0"/>
    <w:rsid w:val="00F35939"/>
    <w:rsid w:val="00F37E62"/>
    <w:rsid w:val="00F40F8F"/>
    <w:rsid w:val="00F4147D"/>
    <w:rsid w:val="00F45607"/>
    <w:rsid w:val="00F46000"/>
    <w:rsid w:val="00F4722B"/>
    <w:rsid w:val="00F50A69"/>
    <w:rsid w:val="00F54432"/>
    <w:rsid w:val="00F569C6"/>
    <w:rsid w:val="00F659EB"/>
    <w:rsid w:val="00F6610C"/>
    <w:rsid w:val="00F666BB"/>
    <w:rsid w:val="00F765A8"/>
    <w:rsid w:val="00F85ADF"/>
    <w:rsid w:val="00F86BA6"/>
    <w:rsid w:val="00F875E9"/>
    <w:rsid w:val="00F87E77"/>
    <w:rsid w:val="00F93E20"/>
    <w:rsid w:val="00F96701"/>
    <w:rsid w:val="00FA2FAA"/>
    <w:rsid w:val="00FA5260"/>
    <w:rsid w:val="00FB3994"/>
    <w:rsid w:val="00FB5BAA"/>
    <w:rsid w:val="00FB6342"/>
    <w:rsid w:val="00FB6AE4"/>
    <w:rsid w:val="00FB6F6A"/>
    <w:rsid w:val="00FC044C"/>
    <w:rsid w:val="00FC39CE"/>
    <w:rsid w:val="00FC54EA"/>
    <w:rsid w:val="00FC59E2"/>
    <w:rsid w:val="00FC62F1"/>
    <w:rsid w:val="00FC6389"/>
    <w:rsid w:val="00FC757D"/>
    <w:rsid w:val="00FC7C53"/>
    <w:rsid w:val="00FD76E4"/>
    <w:rsid w:val="00FD7B5E"/>
    <w:rsid w:val="00FE0CF2"/>
    <w:rsid w:val="00FE2A1C"/>
    <w:rsid w:val="00FE4333"/>
    <w:rsid w:val="00FE56B5"/>
    <w:rsid w:val="00FE5C52"/>
    <w:rsid w:val="00FE6AEC"/>
    <w:rsid w:val="00FF2A62"/>
    <w:rsid w:val="00FF4108"/>
    <w:rsid w:val="00FF55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clear" w:pos="1021"/>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112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192BE-1090-4F8D-A162-94A4D505E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7458281-4744-4DBC-8400-C9BFE91E1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107</TotalTime>
  <Pages>1</Pages>
  <Words>20409</Words>
  <Characters>120417</Characters>
  <Application>Microsoft Office Word</Application>
  <DocSecurity>0</DocSecurity>
  <Lines>1003</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32</cp:revision>
  <cp:lastPrinted>2024-09-13T07:06:00Z</cp:lastPrinted>
  <dcterms:created xsi:type="dcterms:W3CDTF">2024-09-12T09:49:00Z</dcterms:created>
  <dcterms:modified xsi:type="dcterms:W3CDTF">2024-09-13T07:08:00Z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